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62" w:rsidRPr="000E3D0F" w:rsidRDefault="003C4262" w:rsidP="00802E2E">
      <w:pPr>
        <w:ind w:right="167"/>
        <w:jc w:val="center"/>
        <w:rPr>
          <w:b/>
          <w:color w:val="000080"/>
        </w:rPr>
      </w:pPr>
    </w:p>
    <w:p w:rsidR="003C4262" w:rsidRPr="000E3D0F" w:rsidRDefault="003C4262" w:rsidP="00802E2E">
      <w:pPr>
        <w:ind w:right="167"/>
        <w:jc w:val="center"/>
        <w:rPr>
          <w:b/>
          <w:color w:val="000080"/>
        </w:rPr>
      </w:pPr>
      <w:r w:rsidRPr="000E3D0F">
        <w:rPr>
          <w:b/>
          <w:color w:val="000080"/>
        </w:rPr>
        <w:t>КРАСНОДАРСКАЯ КРАЕВАЯ УНИВЕРСАЛЬНАЯ  НАУЧНАЯ БИБЛИОТЕКА ИМ. А.С. ПУШКИНА</w:t>
      </w:r>
    </w:p>
    <w:p w:rsidR="003C4262" w:rsidRPr="000E3D0F" w:rsidRDefault="003C4262" w:rsidP="00802E2E">
      <w:pPr>
        <w:ind w:right="167"/>
        <w:jc w:val="center"/>
        <w:rPr>
          <w:b/>
          <w:color w:val="000080"/>
          <w:sz w:val="24"/>
        </w:rPr>
      </w:pPr>
    </w:p>
    <w:p w:rsidR="003C4262" w:rsidRPr="000E3D0F" w:rsidRDefault="003C4262" w:rsidP="00802E2E">
      <w:pPr>
        <w:pStyle w:val="Heading3"/>
        <w:ind w:right="167"/>
        <w:rPr>
          <w:color w:val="000080"/>
          <w:sz w:val="24"/>
        </w:rPr>
      </w:pPr>
      <w:r w:rsidRPr="000E3D0F">
        <w:rPr>
          <w:color w:val="000080"/>
          <w:sz w:val="24"/>
        </w:rPr>
        <w:t>КАЛЕНДАРЬ</w:t>
      </w:r>
    </w:p>
    <w:p w:rsidR="003C4262" w:rsidRPr="000E3D0F" w:rsidRDefault="003C4262" w:rsidP="00802E2E">
      <w:pPr>
        <w:ind w:right="167"/>
        <w:jc w:val="center"/>
        <w:rPr>
          <w:b/>
          <w:color w:val="000080"/>
          <w:sz w:val="24"/>
        </w:rPr>
      </w:pPr>
      <w:r w:rsidRPr="000E3D0F">
        <w:rPr>
          <w:b/>
          <w:color w:val="000080"/>
          <w:sz w:val="24"/>
        </w:rPr>
        <w:t>ПРАЗДНИЧНЫХ ДНЕЙ, ПРОФЕССИОНАЛЬНЫХ ПРАЗДНИКОВ, ДНЕЙ ВОИНСКОЙ СЛАВЫ И ПАМЯТНЫХ ДАТ, ОТМЕЧАЕМЫХ В МИРЕ, В РОССИЙСКОЙ ФЕДЕРАЦИИ И В КРАСНОДАРСКОМ КРАЕ</w:t>
      </w:r>
    </w:p>
    <w:p w:rsidR="003C4262" w:rsidRPr="000E3D0F" w:rsidRDefault="003C4262" w:rsidP="00802E2E">
      <w:pPr>
        <w:ind w:right="167"/>
        <w:jc w:val="center"/>
        <w:rPr>
          <w:b/>
          <w:color w:val="000080"/>
          <w:sz w:val="24"/>
        </w:rPr>
      </w:pPr>
      <w:r w:rsidRPr="000E3D0F">
        <w:rPr>
          <w:b/>
          <w:color w:val="000080"/>
          <w:sz w:val="24"/>
        </w:rPr>
        <w:t xml:space="preserve"> В 2015 ГОДУ</w:t>
      </w:r>
    </w:p>
    <w:p w:rsidR="003C4262" w:rsidRDefault="003C4262" w:rsidP="00802E2E">
      <w:pPr>
        <w:autoSpaceDE w:val="0"/>
        <w:autoSpaceDN w:val="0"/>
        <w:adjustRightInd w:val="0"/>
        <w:ind w:left="540" w:right="167"/>
        <w:jc w:val="both"/>
        <w:rPr>
          <w:sz w:val="24"/>
          <w:szCs w:val="24"/>
        </w:rPr>
      </w:pPr>
    </w:p>
    <w:p w:rsidR="003C4262" w:rsidRPr="00380C01" w:rsidRDefault="003C4262" w:rsidP="00380C01">
      <w:pPr>
        <w:shd w:val="clear" w:color="auto" w:fill="FFFFFF"/>
        <w:spacing w:after="150"/>
        <w:jc w:val="center"/>
        <w:rPr>
          <w:color w:val="000000"/>
          <w:sz w:val="24"/>
          <w:szCs w:val="24"/>
        </w:rPr>
      </w:pPr>
      <w:r w:rsidRPr="00380C01">
        <w:rPr>
          <w:color w:val="000000"/>
          <w:sz w:val="24"/>
          <w:szCs w:val="24"/>
        </w:rPr>
        <w:t>ЮНЕСКО отмечает следующие международные десятилетия, объявленные генеральной ассамблеей ООН:</w:t>
      </w:r>
    </w:p>
    <w:p w:rsidR="003C4262" w:rsidRPr="00477B39" w:rsidRDefault="003C4262" w:rsidP="00477B39">
      <w:pPr>
        <w:numPr>
          <w:ilvl w:val="0"/>
          <w:numId w:val="5"/>
        </w:numPr>
        <w:rPr>
          <w:b/>
          <w:bCs/>
          <w:caps/>
          <w:color w:val="000000"/>
          <w:sz w:val="24"/>
          <w:szCs w:val="24"/>
        </w:rPr>
      </w:pPr>
      <w:r w:rsidRPr="00477B39">
        <w:rPr>
          <w:b/>
          <w:bCs/>
          <w:caps/>
          <w:color w:val="000000"/>
          <w:sz w:val="24"/>
          <w:szCs w:val="24"/>
        </w:rPr>
        <w:t xml:space="preserve">2014–2024 </w:t>
      </w:r>
      <w:r w:rsidRPr="00477B39">
        <w:rPr>
          <w:b/>
          <w:bCs/>
          <w:color w:val="000000"/>
          <w:sz w:val="24"/>
          <w:szCs w:val="24"/>
        </w:rPr>
        <w:t>годы</w:t>
      </w:r>
      <w:r w:rsidRPr="00477B39">
        <w:rPr>
          <w:b/>
          <w:bCs/>
          <w:caps/>
          <w:color w:val="000000"/>
          <w:sz w:val="24"/>
          <w:szCs w:val="24"/>
        </w:rPr>
        <w:t xml:space="preserve"> </w:t>
      </w:r>
      <w:r w:rsidRPr="00477B39">
        <w:rPr>
          <w:color w:val="000000"/>
          <w:sz w:val="24"/>
          <w:szCs w:val="24"/>
        </w:rPr>
        <w:t>Десятилетие устойчивой энергетики для всех</w:t>
      </w:r>
    </w:p>
    <w:p w:rsidR="003C4262" w:rsidRPr="009751DB" w:rsidRDefault="003C4262" w:rsidP="009751D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9751DB">
        <w:rPr>
          <w:b/>
          <w:bCs/>
          <w:color w:val="000000"/>
          <w:sz w:val="24"/>
          <w:szCs w:val="24"/>
        </w:rPr>
        <w:t xml:space="preserve">2013-2022 - </w:t>
      </w:r>
      <w:r w:rsidRPr="009751DB">
        <w:rPr>
          <w:color w:val="000000"/>
          <w:sz w:val="24"/>
          <w:szCs w:val="24"/>
        </w:rPr>
        <w:t xml:space="preserve">Международное десятилетие сближения культур </w:t>
      </w:r>
    </w:p>
    <w:p w:rsidR="003C4262" w:rsidRPr="00380C01" w:rsidRDefault="003C4262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2010-2020 - </w:t>
      </w:r>
      <w:r w:rsidRPr="00380C01">
        <w:rPr>
          <w:color w:val="000000"/>
          <w:sz w:val="24"/>
          <w:szCs w:val="24"/>
        </w:rPr>
        <w:t xml:space="preserve">Десятилетие, посвященное пустыням и борьбе с опустыниванием </w:t>
      </w:r>
    </w:p>
    <w:p w:rsidR="003C4262" w:rsidRPr="00380C01" w:rsidRDefault="003C4262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7" w:tgtFrame="_blank" w:tooltip="Opens external link in new window" w:history="1">
        <w:r w:rsidRPr="00380C01">
          <w:rPr>
            <w:color w:val="000000"/>
            <w:sz w:val="24"/>
            <w:szCs w:val="24"/>
          </w:rPr>
          <w:t xml:space="preserve">Международное десятилетие программы «Вода для жизни» </w:t>
        </w:r>
      </w:hyperlink>
    </w:p>
    <w:p w:rsidR="003C4262" w:rsidRPr="00380C01" w:rsidRDefault="003C4262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8" w:tgtFrame="_blank" w:tooltip="Opens external link in new window" w:history="1">
        <w:r w:rsidRPr="00380C01">
          <w:rPr>
            <w:color w:val="000000"/>
            <w:sz w:val="24"/>
            <w:szCs w:val="24"/>
          </w:rPr>
          <w:t>второе Международное десятилетие коренных народов мира</w:t>
        </w:r>
      </w:hyperlink>
    </w:p>
    <w:p w:rsidR="003C4262" w:rsidRPr="00380C01" w:rsidRDefault="003C4262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третье Международное десятилетие за искоренение колониализма</w:t>
      </w:r>
    </w:p>
    <w:p w:rsidR="003C4262" w:rsidRPr="00380C01" w:rsidRDefault="003C4262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  <w:r w:rsidRPr="009436D3">
        <w:rPr>
          <w:color w:val="000000"/>
          <w:sz w:val="24"/>
          <w:szCs w:val="24"/>
        </w:rPr>
        <w:t>Десятилетие биоразнообразия</w:t>
      </w:r>
    </w:p>
    <w:p w:rsidR="003C4262" w:rsidRPr="009436D3" w:rsidRDefault="003C4262" w:rsidP="009436D3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</w:t>
      </w:r>
      <w:hyperlink r:id="rId9" w:history="1">
        <w:r w:rsidRPr="00380C01">
          <w:rPr>
            <w:color w:val="000000"/>
            <w:sz w:val="24"/>
            <w:szCs w:val="24"/>
          </w:rPr>
          <w:t>Десятилетие действий за безопасность дорожного движения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3C4262" w:rsidRPr="00380C01" w:rsidRDefault="003C4262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2008–2017</w:t>
      </w:r>
      <w:r w:rsidRPr="00380C01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В</w:t>
      </w:r>
      <w:hyperlink r:id="rId10" w:history="1">
        <w:r w:rsidRPr="00380C01">
          <w:rPr>
            <w:color w:val="000000"/>
            <w:sz w:val="24"/>
            <w:szCs w:val="24"/>
          </w:rPr>
          <w:t>торое десятилетие по борьбе за ликвидацию нищеты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3C4262" w:rsidRDefault="003C4262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2006–2016</w:t>
      </w:r>
      <w:r w:rsidRPr="00380C01">
        <w:rPr>
          <w:color w:val="000000"/>
          <w:sz w:val="24"/>
          <w:szCs w:val="24"/>
        </w:rPr>
        <w:t xml:space="preserve"> - Десятилетие реабилитации и устойчивого развития пострадавших регионов (третье десятилетие после Чернобыля) </w:t>
      </w:r>
    </w:p>
    <w:p w:rsidR="003C4262" w:rsidRDefault="003C4262" w:rsidP="00886521">
      <w:pPr>
        <w:numPr>
          <w:ilvl w:val="0"/>
          <w:numId w:val="5"/>
        </w:numPr>
        <w:jc w:val="center"/>
        <w:rPr>
          <w:b/>
          <w:bCs/>
          <w:caps/>
          <w:color w:val="000000"/>
          <w:sz w:val="24"/>
          <w:szCs w:val="24"/>
        </w:rPr>
      </w:pPr>
    </w:p>
    <w:p w:rsidR="003C4262" w:rsidRDefault="003C4262" w:rsidP="00886521">
      <w:pPr>
        <w:numPr>
          <w:ilvl w:val="0"/>
          <w:numId w:val="5"/>
        </w:numPr>
        <w:jc w:val="center"/>
        <w:rPr>
          <w:b/>
          <w:bCs/>
          <w:caps/>
          <w:color w:val="000000"/>
          <w:sz w:val="24"/>
          <w:szCs w:val="24"/>
        </w:rPr>
      </w:pPr>
      <w:r w:rsidRPr="002562E2">
        <w:rPr>
          <w:b/>
          <w:bCs/>
          <w:caps/>
          <w:color w:val="000000"/>
          <w:sz w:val="24"/>
          <w:szCs w:val="24"/>
        </w:rPr>
        <w:t xml:space="preserve">2015 </w:t>
      </w:r>
      <w:r w:rsidRPr="002562E2">
        <w:rPr>
          <w:b/>
          <w:bCs/>
          <w:color w:val="000000"/>
          <w:sz w:val="24"/>
          <w:szCs w:val="24"/>
        </w:rPr>
        <w:t>год</w:t>
      </w:r>
      <w:r w:rsidRPr="002562E2">
        <w:rPr>
          <w:b/>
          <w:bCs/>
          <w:caps/>
          <w:color w:val="000000"/>
          <w:sz w:val="24"/>
          <w:szCs w:val="24"/>
        </w:rPr>
        <w:t xml:space="preserve"> </w:t>
      </w:r>
      <w:r w:rsidRPr="002562E2">
        <w:rPr>
          <w:color w:val="000000"/>
          <w:sz w:val="24"/>
          <w:szCs w:val="24"/>
        </w:rPr>
        <w:t>провозглашен ЮНЕСКО</w:t>
      </w:r>
      <w:r w:rsidRPr="00477B39">
        <w:rPr>
          <w:b/>
          <w:bCs/>
          <w:caps/>
          <w:color w:val="000000"/>
          <w:sz w:val="24"/>
          <w:szCs w:val="24"/>
        </w:rPr>
        <w:t>: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783"/>
        <w:gridCol w:w="260"/>
      </w:tblGrid>
      <w:tr w:rsidR="003C4262" w:rsidRPr="00C46609" w:rsidTr="00C46609"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 w:rsidR="003C4262" w:rsidRPr="00C46609" w:rsidRDefault="003C4262" w:rsidP="00C46609">
            <w:pPr>
              <w:ind w:firstLine="709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>Международный год почв</w:t>
            </w:r>
          </w:p>
        </w:tc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 w:rsidR="003C4262" w:rsidRPr="00C46609" w:rsidRDefault="003C4262" w:rsidP="00C4660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C4262" w:rsidRPr="00C46609" w:rsidTr="00C46609"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 w:rsidR="003C4262" w:rsidRDefault="003C4262" w:rsidP="00C46609">
            <w:pPr>
              <w:ind w:firstLine="709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 xml:space="preserve">Международный год света и световых технологий </w:t>
            </w:r>
          </w:p>
          <w:p w:rsidR="003C4262" w:rsidRDefault="003C4262" w:rsidP="00C46609">
            <w:pPr>
              <w:ind w:firstLine="709"/>
              <w:rPr>
                <w:sz w:val="24"/>
                <w:szCs w:val="24"/>
              </w:rPr>
            </w:pPr>
          </w:p>
          <w:p w:rsidR="003C4262" w:rsidRPr="0083304D" w:rsidRDefault="003C4262" w:rsidP="0083304D">
            <w:pPr>
              <w:pStyle w:val="Heading2"/>
              <w:shd w:val="clear" w:color="auto" w:fill="FFFFFF"/>
              <w:ind w:firstLine="709"/>
              <w:rPr>
                <w:i w:val="0"/>
                <w:color w:val="333333"/>
                <w:sz w:val="24"/>
                <w:szCs w:val="24"/>
              </w:rPr>
            </w:pPr>
            <w:r w:rsidRPr="004A542F">
              <w:rPr>
                <w:b/>
                <w:bCs/>
                <w:i w:val="0"/>
                <w:color w:val="333333"/>
                <w:sz w:val="24"/>
                <w:szCs w:val="24"/>
              </w:rPr>
              <w:t>Россия и Испания</w:t>
            </w:r>
            <w:r w:rsidRPr="0083304D">
              <w:rPr>
                <w:bCs/>
                <w:i w:val="0"/>
                <w:color w:val="333333"/>
                <w:sz w:val="24"/>
                <w:szCs w:val="24"/>
              </w:rPr>
              <w:t xml:space="preserve"> проведут в 2015 году перекрестные годы языков. – Режим доступа </w:t>
            </w:r>
            <w:r w:rsidRPr="0083304D">
              <w:rPr>
                <w:i w:val="0"/>
                <w:color w:val="333333"/>
                <w:sz w:val="24"/>
                <w:szCs w:val="24"/>
              </w:rPr>
              <w:t>http://www.kommersant.ru/doc/2424237</w:t>
            </w:r>
          </w:p>
          <w:p w:rsidR="003C4262" w:rsidRPr="0083304D" w:rsidRDefault="003C4262" w:rsidP="0083304D">
            <w:pPr>
              <w:pStyle w:val="b-articletext"/>
              <w:shd w:val="clear" w:color="auto" w:fill="FFFFFF"/>
              <w:ind w:firstLine="709"/>
              <w:rPr>
                <w:rFonts w:ascii="Arial" w:hAnsi="Arial" w:cs="Arial"/>
                <w:i/>
                <w:sz w:val="19"/>
                <w:szCs w:val="19"/>
              </w:rPr>
            </w:pPr>
            <w:r w:rsidRPr="0083304D">
              <w:rPr>
                <w:i/>
              </w:rPr>
              <w:t>Глава МИД РФ Сергей Лавров сообщил о том, что Москва и Мадрид проведут в 2015 году перекрестные годы языков — русского в Испании и испанского в России.</w:t>
            </w:r>
            <w:r w:rsidRPr="0083304D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C4262" w:rsidRPr="00C46609" w:rsidRDefault="003C4262" w:rsidP="00C46609"/>
        </w:tc>
      </w:tr>
    </w:tbl>
    <w:p w:rsidR="003C4262" w:rsidRDefault="003C4262" w:rsidP="0083304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4262" w:rsidRPr="004C5123" w:rsidRDefault="003C4262" w:rsidP="004C5123">
      <w:pPr>
        <w:autoSpaceDE w:val="0"/>
        <w:autoSpaceDN w:val="0"/>
        <w:adjustRightInd w:val="0"/>
        <w:ind w:left="1418"/>
        <w:jc w:val="both"/>
        <w:rPr>
          <w:sz w:val="24"/>
          <w:szCs w:val="24"/>
        </w:rPr>
      </w:pPr>
      <w:r w:rsidRPr="004C5123">
        <w:rPr>
          <w:b/>
          <w:sz w:val="24"/>
          <w:szCs w:val="24"/>
        </w:rPr>
        <w:t>О проведении</w:t>
      </w:r>
      <w:r w:rsidRPr="004C5123">
        <w:rPr>
          <w:sz w:val="24"/>
          <w:szCs w:val="24"/>
        </w:rPr>
        <w:t xml:space="preserve"> в Российской Федерации Года литературы : указ Президента РФ от 12.06.2014 N 426</w:t>
      </w:r>
    </w:p>
    <w:p w:rsidR="003C4262" w:rsidRPr="004C5123" w:rsidRDefault="003C4262" w:rsidP="004C512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C5123">
        <w:rPr>
          <w:rFonts w:ascii="Times New Roman" w:hAnsi="Times New Roman" w:cs="Times New Roman"/>
          <w:sz w:val="24"/>
          <w:szCs w:val="24"/>
        </w:rPr>
        <w:t>// КонсультантПлюс ; http://www.pravo.gov.ru, 13.06.2014</w:t>
      </w:r>
    </w:p>
    <w:p w:rsidR="003C4262" w:rsidRPr="004C5123" w:rsidRDefault="003C4262" w:rsidP="002562E2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</w:p>
    <w:p w:rsidR="003C4262" w:rsidRDefault="003C4262" w:rsidP="002562E2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  <w:r w:rsidRPr="002B1FDE">
        <w:rPr>
          <w:b/>
          <w:sz w:val="24"/>
          <w:szCs w:val="24"/>
        </w:rPr>
        <w:t>О подготовке и проведении</w:t>
      </w:r>
      <w:r w:rsidRPr="002B1FDE">
        <w:rPr>
          <w:sz w:val="24"/>
          <w:szCs w:val="24"/>
        </w:rPr>
        <w:t xml:space="preserve"> празднования 70-й годовщины Победы в Великой Отечественной войне 1941 - 1945 годов : указ Президента РФ от 25.04.2013 N 417 // Собрание законодательства РФ. – 2013. - N 17. - ст. 2118.</w:t>
      </w:r>
    </w:p>
    <w:p w:rsidR="003C4262" w:rsidRPr="00291600" w:rsidRDefault="003C4262" w:rsidP="0029160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</w:p>
    <w:p w:rsidR="003C4262" w:rsidRPr="00291600" w:rsidRDefault="003C4262" w:rsidP="00291600">
      <w:pPr>
        <w:autoSpaceDE w:val="0"/>
        <w:autoSpaceDN w:val="0"/>
        <w:adjustRightInd w:val="0"/>
        <w:ind w:left="709" w:firstLine="709"/>
        <w:jc w:val="both"/>
        <w:rPr>
          <w:sz w:val="24"/>
          <w:szCs w:val="24"/>
        </w:rPr>
      </w:pPr>
      <w:r w:rsidRPr="00291600">
        <w:rPr>
          <w:b/>
          <w:sz w:val="24"/>
          <w:szCs w:val="24"/>
        </w:rPr>
        <w:t xml:space="preserve">О праздновании </w:t>
      </w:r>
      <w:r w:rsidRPr="00291600">
        <w:rPr>
          <w:sz w:val="24"/>
          <w:szCs w:val="24"/>
        </w:rPr>
        <w:t>в 2015 году 100-летия со дня рождения композитора Г.В. Свиридова : Распоряжение Правительства РФ от 10.06.2014 N 1029-р // Собрание законодательства РФ. – 2014. - N 25. - ст. 3346.</w:t>
      </w:r>
    </w:p>
    <w:p w:rsidR="003C4262" w:rsidRPr="002B1FDE" w:rsidRDefault="003C4262" w:rsidP="002B1FDE">
      <w:pPr>
        <w:numPr>
          <w:ilvl w:val="0"/>
          <w:numId w:val="5"/>
        </w:numPr>
        <w:ind w:firstLine="414"/>
        <w:jc w:val="center"/>
        <w:rPr>
          <w:rFonts w:ascii="Arial" w:hAnsi="Arial" w:cs="Arial"/>
          <w:b/>
          <w:bCs/>
          <w:caps/>
          <w:color w:val="03126F"/>
          <w:sz w:val="24"/>
          <w:szCs w:val="24"/>
        </w:rPr>
      </w:pPr>
    </w:p>
    <w:p w:rsidR="003C4262" w:rsidRPr="002B1FDE" w:rsidRDefault="003C4262" w:rsidP="002B1FDE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  <w:r w:rsidRPr="002B1FDE">
        <w:rPr>
          <w:b/>
          <w:sz w:val="24"/>
          <w:szCs w:val="24"/>
        </w:rPr>
        <w:t>О праздновании</w:t>
      </w:r>
      <w:r w:rsidRPr="002B1FDE">
        <w:rPr>
          <w:sz w:val="24"/>
          <w:szCs w:val="24"/>
        </w:rPr>
        <w:t xml:space="preserve"> 175-летия со дня рождения П.И. Чайковского : указ Президента РФ от 11.10.2012 N 1356 // Собрание законодательства РФ. -  2012. - N 42. - ст. 5703.</w:t>
      </w:r>
    </w:p>
    <w:p w:rsidR="003C4262" w:rsidRPr="006D07B8" w:rsidRDefault="003C4262" w:rsidP="006D07B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4262" w:rsidRDefault="003C4262" w:rsidP="00274C70">
      <w:pPr>
        <w:autoSpaceDE w:val="0"/>
        <w:autoSpaceDN w:val="0"/>
        <w:adjustRightInd w:val="0"/>
        <w:ind w:left="540"/>
        <w:jc w:val="both"/>
        <w:rPr>
          <w:b/>
          <w:sz w:val="24"/>
        </w:rPr>
      </w:pPr>
    </w:p>
    <w:p w:rsidR="003C4262" w:rsidRDefault="003C4262" w:rsidP="00802E2E">
      <w:pPr>
        <w:ind w:right="167"/>
        <w:jc w:val="center"/>
        <w:rPr>
          <w:b/>
          <w:sz w:val="24"/>
        </w:rPr>
      </w:pPr>
    </w:p>
    <w:p w:rsidR="003C4262" w:rsidRDefault="003C4262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ЯНВАРЬ</w:t>
      </w:r>
    </w:p>
    <w:p w:rsidR="003C4262" w:rsidRDefault="003C4262" w:rsidP="00802E2E">
      <w:pPr>
        <w:ind w:right="167"/>
        <w:jc w:val="center"/>
        <w:rPr>
          <w:b/>
          <w:sz w:val="24"/>
        </w:rPr>
      </w:pPr>
    </w:p>
    <w:tbl>
      <w:tblPr>
        <w:tblW w:w="22828" w:type="dxa"/>
        <w:tblInd w:w="108" w:type="dxa"/>
        <w:tblLayout w:type="fixed"/>
        <w:tblLook w:val="0000"/>
      </w:tblPr>
      <w:tblGrid>
        <w:gridCol w:w="851"/>
        <w:gridCol w:w="8329"/>
        <w:gridCol w:w="4860"/>
        <w:gridCol w:w="8788"/>
      </w:tblGrid>
      <w:tr w:rsidR="003C4262">
        <w:tc>
          <w:tcPr>
            <w:tcW w:w="851" w:type="dxa"/>
          </w:tcPr>
          <w:p w:rsidR="003C4262" w:rsidRDefault="003C4262" w:rsidP="006D31BE">
            <w:pPr>
              <w:jc w:val="center"/>
              <w:rPr>
                <w:i/>
                <w:sz w:val="24"/>
                <w:szCs w:val="24"/>
              </w:rPr>
            </w:pPr>
          </w:p>
          <w:p w:rsidR="003C4262" w:rsidRPr="006D31BE" w:rsidRDefault="003C4262" w:rsidP="006D31BE">
            <w:pPr>
              <w:jc w:val="center"/>
              <w:rPr>
                <w:i/>
                <w:sz w:val="24"/>
                <w:szCs w:val="24"/>
              </w:rPr>
            </w:pPr>
            <w:r w:rsidRPr="006D31BE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i/>
                <w:sz w:val="24"/>
              </w:rPr>
            </w:pPr>
          </w:p>
          <w:p w:rsidR="003C4262" w:rsidRDefault="003C4262" w:rsidP="006D31B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(архивный документ, публикация в прессе, научное исследование)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1-5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Новогодние каникулы. </w:t>
            </w:r>
            <w:r>
              <w:rPr>
                <w:sz w:val="24"/>
              </w:rPr>
              <w:t>Нерабочие праздничные дни в Российской Федерации</w:t>
            </w:r>
            <w:r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 112 Трудового кодекса РФ»)</w:t>
            </w:r>
          </w:p>
        </w:tc>
        <w:tc>
          <w:tcPr>
            <w:tcW w:w="4860" w:type="dxa"/>
          </w:tcPr>
          <w:p w:rsidR="003C4262" w:rsidRPr="004E4BA4" w:rsidRDefault="003C4262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 w:rsidRPr="004E4BA4">
              <w:rPr>
                <w:sz w:val="24"/>
              </w:rPr>
              <w:t>Трудовой кодекс РФ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8329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</w:rPr>
            </w:pPr>
            <w:r>
              <w:rPr>
                <w:sz w:val="24"/>
              </w:rPr>
              <w:t>День принятия (</w:t>
            </w:r>
            <w:smartTag w:uri="urn:schemas-microsoft-com:office:smarttags" w:element="metricconverter">
              <w:smartTagPr>
                <w:attr w:name="ProductID" w:val="1794 г"/>
              </w:smartTagPr>
              <w:r>
                <w:rPr>
                  <w:sz w:val="24"/>
                </w:rPr>
                <w:t>1794 г</w:t>
              </w:r>
            </w:smartTag>
            <w:r>
              <w:rPr>
                <w:sz w:val="24"/>
              </w:rPr>
              <w:t xml:space="preserve">.) казачьим войсковым правительством «Порядка общей пользы» - документа, закрепившего название и статус города Екатеринодар и регламентировавшего управление, расселение и землепользование в Черноморском казачьем войске – </w:t>
            </w:r>
            <w:r>
              <w:rPr>
                <w:b/>
                <w:sz w:val="24"/>
              </w:rPr>
              <w:t>памятная дата</w:t>
            </w:r>
            <w:r>
              <w:rPr>
                <w:sz w:val="24"/>
              </w:rPr>
              <w:t xml:space="preserve"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  <w:r>
              <w:rPr>
                <w:b/>
                <w:bCs/>
              </w:rPr>
              <w:t xml:space="preserve"> (ред. от 13.12.2011)</w:t>
            </w:r>
          </w:p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Рождество Христово </w:t>
            </w:r>
            <w:r>
              <w:rPr>
                <w:sz w:val="24"/>
              </w:rPr>
              <w:t xml:space="preserve">(нерабочий праздничный день). </w:t>
            </w:r>
            <w:r>
              <w:rPr>
                <w:i/>
                <w:sz w:val="24"/>
              </w:rPr>
              <w:t xml:space="preserve">Трудовой кодекс РФ, ст. 112. </w:t>
            </w:r>
          </w:p>
        </w:tc>
        <w:tc>
          <w:tcPr>
            <w:tcW w:w="4860" w:type="dxa"/>
          </w:tcPr>
          <w:p w:rsidR="003C4262" w:rsidRPr="00BA3EC5" w:rsidRDefault="003C4262" w:rsidP="00BA3EC5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  <w:r w:rsidRPr="00BA3EC5">
              <w:rPr>
                <w:sz w:val="24"/>
              </w:rPr>
              <w:t>Консультант Плюс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работника прокуратуры РФ (Указ Президента РФ от 29.12.95 № 1329). 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1996. - N 2. - ст. 62.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- 1996. - 10 янв. (N 4).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печати (Постановление Президиума ВС РФ от 28.12.91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3043-1).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СНД и ВС РСФСР. – 1992. - N 2. - ст. 73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24.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нотариуса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Главного командования Военно-воздушных сил РФ. Приказ Министра обороны РФ от 07.10.1999.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987308" w:rsidRDefault="003C4262" w:rsidP="000E1EC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98730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3C4262" w:rsidRDefault="003C4262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религий (</w:t>
            </w:r>
            <w:r w:rsidRPr="00E94FD1">
              <w:rPr>
                <w:color w:val="808080"/>
                <w:sz w:val="24"/>
              </w:rPr>
              <w:t>третье воскресенье</w:t>
            </w:r>
            <w:r w:rsidRPr="00E94FD1">
              <w:rPr>
                <w:color w:val="000000"/>
                <w:sz w:val="24"/>
              </w:rPr>
              <w:t>).</w:t>
            </w:r>
            <w:r w:rsidRPr="00E94FD1">
              <w:rPr>
                <w:color w:val="808080"/>
                <w:sz w:val="24"/>
              </w:rPr>
              <w:t xml:space="preserve"> </w:t>
            </w:r>
            <w:r>
              <w:rPr>
                <w:sz w:val="24"/>
              </w:rPr>
              <w:t>Отмечается по инициативе ООН, начиная с 1950 года.</w:t>
            </w:r>
          </w:p>
        </w:tc>
        <w:tc>
          <w:tcPr>
            <w:tcW w:w="4860" w:type="dxa"/>
          </w:tcPr>
          <w:p w:rsidR="003C4262" w:rsidRDefault="003C4262" w:rsidP="000E1EC2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янв. - С. 44.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делопроизводственной службы МВД РФ. Приказ МВД РФ от 05.01.2003 № 5.</w:t>
            </w:r>
          </w:p>
        </w:tc>
        <w:tc>
          <w:tcPr>
            <w:tcW w:w="4860" w:type="dxa"/>
          </w:tcPr>
          <w:p w:rsidR="003C4262" w:rsidRDefault="003C4262" w:rsidP="00FC38FA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инженерных войск – памятный день Вооруженных Сил Российской Федерации (Указ Президента РФ от 31.05.06 № 549 «Об установлении профессиональных праздников и памятных дней в Вооруженных силах РФ»).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–3 июня (N 118).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2006. - N 23. - ст. 2455.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образования авиации противовоздушной обороны. Отмечается с 1997 года. 22 января </w:t>
            </w:r>
            <w:smartTag w:uri="urn:schemas-microsoft-com:office:smarttags" w:element="metricconverter">
              <w:smartTagPr>
                <w:attr w:name="ProductID" w:val="1942 г"/>
              </w:smartTagPr>
              <w:r>
                <w:rPr>
                  <w:sz w:val="24"/>
                </w:rPr>
                <w:t>1942 г</w:t>
              </w:r>
            </w:smartTag>
            <w:r>
              <w:rPr>
                <w:sz w:val="24"/>
              </w:rPr>
              <w:t>. приказом наркома обороны СССР была образована авиация ПВО как род войск.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39.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Отрадненского и Успенского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Армавир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жертв политических репрессий казачества. 24 января 1919 года была принята директива оргбюро ЦК РКП (б) о беспощадной борьбе с казаками, участвовавшими в антисоветских выступлениях.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янв. - С. 42.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29" w:type="dxa"/>
          </w:tcPr>
          <w:p w:rsidR="003C4262" w:rsidRPr="00ED05D3" w:rsidRDefault="003C4262" w:rsidP="00E667B2">
            <w:pPr>
              <w:autoSpaceDE w:val="0"/>
              <w:autoSpaceDN w:val="0"/>
              <w:adjustRightInd w:val="0"/>
              <w:ind w:right="167" w:hanging="5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– День российского студенчества (ФЗ от 10.04.2009 № 59-ФЗ,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bCs/>
                <w:sz w:val="24"/>
                <w:szCs w:val="24"/>
              </w:rPr>
              <w:t>)</w:t>
            </w:r>
            <w:r>
              <w:rPr>
                <w:sz w:val="24"/>
              </w:rPr>
              <w:t xml:space="preserve"> «О внесении изменения в статью 1ФЗ «О днях воинской славы и памятных датах России»).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–13 июля (N159).</w:t>
            </w:r>
          </w:p>
          <w:p w:rsidR="003C4262" w:rsidRDefault="003C4262" w:rsidP="00E667B2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b/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образования (1924) Белоглинского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Белоглинского района, города Лабинск и Лабинского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987308" w:rsidRDefault="003C4262" w:rsidP="002562E2">
            <w:pPr>
              <w:ind w:right="167"/>
              <w:jc w:val="center"/>
              <w:rPr>
                <w:color w:val="000000"/>
                <w:sz w:val="24"/>
              </w:rPr>
            </w:pPr>
            <w:r w:rsidRPr="00987308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329" w:type="dxa"/>
          </w:tcPr>
          <w:p w:rsidR="003C4262" w:rsidRPr="009474BD" w:rsidRDefault="003C4262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38FA">
              <w:rPr>
                <w:sz w:val="24"/>
                <w:szCs w:val="24"/>
              </w:rPr>
              <w:t>Всемирный</w:t>
            </w:r>
            <w:r w:rsidRPr="009474BD">
              <w:rPr>
                <w:color w:val="000000"/>
                <w:sz w:val="24"/>
                <w:szCs w:val="24"/>
              </w:rPr>
              <w:t xml:space="preserve"> день помощи больным проказой </w:t>
            </w:r>
            <w:r w:rsidRPr="00716B38">
              <w:rPr>
                <w:sz w:val="24"/>
                <w:szCs w:val="24"/>
              </w:rPr>
              <w:t>(</w:t>
            </w:r>
            <w:r w:rsidRPr="00F25E35">
              <w:rPr>
                <w:color w:val="808080"/>
                <w:sz w:val="24"/>
                <w:szCs w:val="24"/>
              </w:rPr>
              <w:t>последнее воскресенье января</w:t>
            </w:r>
            <w:r w:rsidRPr="00716B38">
              <w:rPr>
                <w:sz w:val="24"/>
                <w:szCs w:val="24"/>
              </w:rPr>
              <w:t>)</w:t>
            </w:r>
            <w:r w:rsidRPr="009474BD">
              <w:rPr>
                <w:color w:val="000000"/>
                <w:sz w:val="24"/>
                <w:szCs w:val="24"/>
              </w:rPr>
              <w:t xml:space="preserve"> Отмечается с 1954 года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- 2011. – янв. - С. 80.</w:t>
            </w: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таможенника (отмечается с 1983 года по решению Генеральной Ассамблеи ООН).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47.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Мостовского района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3C4262" w:rsidRPr="007308BD" w:rsidRDefault="003C4262" w:rsidP="007D6E26">
            <w:pPr>
              <w:autoSpaceDE w:val="0"/>
              <w:autoSpaceDN w:val="0"/>
              <w:adjustRightInd w:val="0"/>
              <w:ind w:hanging="34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b/>
                <w:color w:val="000000"/>
                <w:sz w:val="24"/>
                <w:szCs w:val="24"/>
              </w:rPr>
              <w:t>День воинской славы России –</w:t>
            </w:r>
            <w:r w:rsidRPr="007308BD">
              <w:rPr>
                <w:color w:val="000000"/>
                <w:sz w:val="24"/>
                <w:szCs w:val="24"/>
              </w:rPr>
              <w:t xml:space="preserve"> День снятия блокады города Ленинграда (1944) (Федеральный закон от 13.03.95 </w:t>
            </w:r>
            <w:r w:rsidRPr="007308BD">
              <w:rPr>
                <w:color w:val="000000"/>
                <w:sz w:val="24"/>
                <w:szCs w:val="24"/>
                <w:lang w:val="en-US"/>
              </w:rPr>
              <w:t>N</w:t>
            </w:r>
            <w:r w:rsidRPr="007308BD">
              <w:rPr>
                <w:color w:val="000000"/>
                <w:sz w:val="24"/>
                <w:szCs w:val="24"/>
              </w:rPr>
              <w:t xml:space="preserve">32-ФЗ,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7308BD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 13июля (N 159).</w:t>
            </w:r>
          </w:p>
          <w:p w:rsidR="003C4262" w:rsidRPr="007308BD" w:rsidRDefault="003C4262" w:rsidP="007D6E26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печати Министерства внутренних дел России. Приказ МВД РФ от 16.01.04 № 28 в честь 200-летия со дня выхода в свет первого ведомственного издания МВД России «Санкт-Петербургский журнал».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 Провозглашен резолюцией Генеральной Ассамблеи ООН 1 ноября 2005 года в память освобождения узников концентрационного лагеря Освенцим (1945).</w:t>
            </w:r>
          </w:p>
        </w:tc>
        <w:tc>
          <w:tcPr>
            <w:tcW w:w="4860" w:type="dxa"/>
          </w:tcPr>
          <w:p w:rsidR="003C4262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48</w:t>
            </w:r>
          </w:p>
        </w:tc>
        <w:tc>
          <w:tcPr>
            <w:tcW w:w="8788" w:type="dxa"/>
          </w:tcPr>
          <w:p w:rsidR="003C4262" w:rsidRDefault="003C4262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3C4262"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27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Апшеронского, Гулькевичского, Курганинского, Новокубанского и Новопокровского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Кропоткин, Белореченского, Кавказского и Тбилисского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329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Тихорецк и Тихорецкого района, города Горячий Ключ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- 2011 – 22 дек.</w:t>
            </w:r>
          </w:p>
          <w:p w:rsidR="003C4262" w:rsidRPr="007308BD" w:rsidRDefault="003C4262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3C4262" w:rsidRPr="007308BD" w:rsidRDefault="003C4262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C4262" w:rsidRDefault="003C4262" w:rsidP="00802E2E">
      <w:pPr>
        <w:ind w:right="167"/>
        <w:jc w:val="both"/>
        <w:rPr>
          <w:sz w:val="24"/>
        </w:rPr>
      </w:pPr>
    </w:p>
    <w:p w:rsidR="003C4262" w:rsidRDefault="003C4262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ФЕВРАЛЬ</w:t>
      </w:r>
    </w:p>
    <w:p w:rsidR="003C4262" w:rsidRDefault="003C4262" w:rsidP="00802E2E">
      <w:pPr>
        <w:ind w:right="167"/>
        <w:jc w:val="both"/>
        <w:rPr>
          <w:b/>
          <w:sz w:val="24"/>
        </w:rPr>
      </w:pPr>
    </w:p>
    <w:tbl>
      <w:tblPr>
        <w:tblW w:w="18800" w:type="dxa"/>
        <w:tblInd w:w="108" w:type="dxa"/>
        <w:tblLayout w:type="fixed"/>
        <w:tblLook w:val="0000"/>
      </w:tblPr>
      <w:tblGrid>
        <w:gridCol w:w="851"/>
        <w:gridCol w:w="8647"/>
        <w:gridCol w:w="4542"/>
        <w:gridCol w:w="4760"/>
      </w:tblGrid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Выселковского и Павловского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</w:t>
            </w:r>
            <w:r>
              <w:rPr>
                <w:color w:val="000000"/>
                <w:sz w:val="24"/>
                <w:szCs w:val="24"/>
              </w:rPr>
              <w:t>рае» от 14 дек. 2006 № 1145-КЗ)</w:t>
            </w:r>
            <w:r w:rsidRPr="007308BD">
              <w:rPr>
                <w:color w:val="000000"/>
                <w:sz w:val="24"/>
                <w:szCs w:val="24"/>
              </w:rPr>
              <w:t xml:space="preserve">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4A5D2B" w:rsidRDefault="003C4262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3C4262" w:rsidRDefault="003C4262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3C4262" w:rsidRPr="004A5D2B" w:rsidRDefault="003C4262" w:rsidP="00802E2E">
            <w:pPr>
              <w:tabs>
                <w:tab w:val="left" w:pos="4212"/>
                <w:tab w:val="left" w:pos="6040"/>
              </w:tabs>
              <w:ind w:left="210" w:righ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3C4262" w:rsidRPr="004A5D2B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800000"/>
                <w:sz w:val="24"/>
                <w:szCs w:val="24"/>
              </w:rPr>
            </w:pPr>
            <w:r>
              <w:rPr>
                <w:b/>
                <w:sz w:val="24"/>
              </w:rPr>
              <w:t>День воинской славы России -</w:t>
            </w:r>
            <w:r>
              <w:rPr>
                <w:sz w:val="24"/>
              </w:rPr>
              <w:t xml:space="preserve"> День разгрома советскими войсками немецко-фашистских войск в Сталинградской битве (1943)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D14D92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</w:tabs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(N159). </w:t>
            </w:r>
          </w:p>
          <w:p w:rsidR="003C4262" w:rsidRDefault="003C4262" w:rsidP="008C7B64">
            <w:pPr>
              <w:pStyle w:val="BodyTextIndent2"/>
              <w:ind w:left="210" w:right="167"/>
              <w:rPr>
                <w:b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Крыловского и Кущевского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охраны водно-болотных угодий (в честь вступления в силу 2 февраля  1972 года Конвенции о водно-болотных угодьях). 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6.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Ленинградского и Староминского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 xml:space="preserve">памятная дата, </w:t>
            </w:r>
            <w:r w:rsidRPr="007308BD">
              <w:rPr>
                <w:color w:val="000000"/>
                <w:sz w:val="24"/>
                <w:szCs w:val="24"/>
              </w:rPr>
              <w:t>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проведения молодежной патриотической акции «Бескозырка», посвященной высадке десанта в Новороссийской бухте и образованию плацдарма «Малая земля» - детский, юношеский, молодежный праздничный день в Краснодарском крае)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7" w:type="dxa"/>
          </w:tcPr>
          <w:p w:rsidR="003C4262" w:rsidRPr="00330E17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борьбы против рака. Проводится Международным союзом по борьбе с онкологическими заболеваниями при поддержке Всемирной организации здравоохранения.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10.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5</w:t>
            </w:r>
          </w:p>
        </w:tc>
        <w:tc>
          <w:tcPr>
            <w:tcW w:w="8647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Усть-Лабинского, Брюховецкого, Каневского районов и города Ейск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Pr="007308BD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6</w:t>
            </w:r>
          </w:p>
        </w:tc>
        <w:tc>
          <w:tcPr>
            <w:tcW w:w="8647" w:type="dxa"/>
          </w:tcPr>
          <w:p w:rsidR="003C4262" w:rsidRPr="007308B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Щербиновского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7308BD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Pr="00987308" w:rsidRDefault="003C4262" w:rsidP="002562E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647" w:type="dxa"/>
          </w:tcPr>
          <w:p w:rsidR="003C4262" w:rsidRPr="00FC38FA" w:rsidRDefault="003C4262" w:rsidP="002562E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330E17">
              <w:rPr>
                <w:color w:val="000000"/>
                <w:sz w:val="24"/>
                <w:szCs w:val="24"/>
              </w:rPr>
              <w:t xml:space="preserve">День встречи выпускников школ </w:t>
            </w:r>
            <w:r w:rsidRPr="00BE5630">
              <w:rPr>
                <w:color w:val="808080"/>
                <w:sz w:val="24"/>
                <w:szCs w:val="24"/>
              </w:rPr>
              <w:t>(первая суббота февраля)</w:t>
            </w:r>
            <w:r w:rsidRPr="00987308">
              <w:rPr>
                <w:color w:val="1F497D"/>
                <w:sz w:val="24"/>
                <w:szCs w:val="24"/>
              </w:rPr>
              <w:t xml:space="preserve"> </w:t>
            </w:r>
            <w:r w:rsidRPr="00330E17">
              <w:rPr>
                <w:color w:val="000000"/>
                <w:sz w:val="24"/>
                <w:szCs w:val="24"/>
              </w:rPr>
              <w:t>-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sz w:val="24"/>
                <w:szCs w:val="24"/>
              </w:rPr>
              <w:t xml:space="preserve"> </w:t>
            </w:r>
            <w:r w:rsidRPr="00FC38FA">
              <w:rPr>
                <w:sz w:val="24"/>
                <w:szCs w:val="24"/>
              </w:rPr>
              <w:t>(ред. от 16.07.2010)</w:t>
            </w:r>
            <w:r>
              <w:rPr>
                <w:sz w:val="24"/>
                <w:szCs w:val="24"/>
              </w:rPr>
              <w:t>.</w:t>
            </w:r>
          </w:p>
          <w:p w:rsidR="003C4262" w:rsidRPr="00330E17" w:rsidRDefault="003C4262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42" w:type="dxa"/>
          </w:tcPr>
          <w:p w:rsidR="003C4262" w:rsidRDefault="003C4262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330E17" w:rsidRDefault="003C4262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науки (Указ Президента РФ от 07.06.99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717).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1999. – 9 июня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(N 109) 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1999. -  N 24. - ст. 2956</w:t>
            </w:r>
          </w:p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военного топографа. (8 февраля 1812 г. было утверждено «Положение для Военного Топографического Депо» (ныне Военно-топографическое управление Генерального штаба Вооруженных сил РФ).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18.</w:t>
            </w:r>
          </w:p>
        </w:tc>
      </w:tr>
      <w:tr w:rsidR="003C4262" w:rsidTr="002562E2">
        <w:tc>
          <w:tcPr>
            <w:tcW w:w="851" w:type="dxa"/>
          </w:tcPr>
          <w:p w:rsidR="003C4262" w:rsidRPr="002F3D20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3C4262" w:rsidRPr="002F3D20" w:rsidRDefault="003C4262" w:rsidP="002F3D20">
            <w:pPr>
              <w:pStyle w:val="ConsPlusCel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работника гражданской авиации (</w:t>
            </w:r>
            <w:hyperlink r:id="rId11" w:history="1">
              <w:r w:rsidRPr="002F3D20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</w:t>
              </w:r>
            </w:hyperlink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РФ от 09.02.2013, N 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3C4262" w:rsidRPr="002F3D20" w:rsidRDefault="003C4262" w:rsidP="002F3D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Собрание законодательства РФ. -  2013. - N 7. - ст. 631.</w:t>
            </w:r>
          </w:p>
          <w:p w:rsidR="003C4262" w:rsidRPr="002F3D20" w:rsidRDefault="003C426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0" w:type="dxa"/>
          </w:tcPr>
          <w:p w:rsidR="003C4262" w:rsidRDefault="003C4262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дипломатического работника (Указ Президента РФ от 31.10.02 № 1279).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2002. - N 44. - ст. 4364</w:t>
            </w:r>
          </w:p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памяти А.С. Пушкина – 177 годовщина со дня смерти великого русского поэта (1799-1837).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22.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лицензионно-разрешительной работы и контроля за частной детективной и охранной деятельностью в органах внутренних дел РФ (Приказ МВД РФ от 24 июня 2002 № 602).</w:t>
            </w:r>
          </w:p>
        </w:tc>
        <w:tc>
          <w:tcPr>
            <w:tcW w:w="4542" w:type="dxa"/>
          </w:tcPr>
          <w:p w:rsidR="003C4262" w:rsidRDefault="003C4262" w:rsidP="00802E2E">
            <w:pPr>
              <w:pStyle w:val="Heading1"/>
              <w:ind w:left="210" w:right="167"/>
            </w:pPr>
            <w:r>
              <w:t>Документ опубликован не был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3C4262" w:rsidRDefault="003C4262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освобождения (1943) города Краснодар, Тимашевского и Кореновского районов – </w:t>
            </w:r>
            <w:r>
              <w:rPr>
                <w:b/>
                <w:sz w:val="24"/>
              </w:rPr>
              <w:t>памятная дата,</w:t>
            </w:r>
            <w:r>
              <w:rPr>
                <w:sz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радио. Провозглашен 36-й Генеральной конференции ЮНЕСКО (2011) в ознаменование вклада выдающихся ученых А.С. Попова (Россия) и Гульельмо Маркони (Италия) в изобретение радио.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29.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День памяти о россиянах, исполнявших служебный долг за пределами Отечества (Федеральный закон от 29.11.2010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320-ФЗ, </w:t>
            </w:r>
            <w:r w:rsidRPr="007308BD">
              <w:rPr>
                <w:color w:val="000000"/>
                <w:sz w:val="24"/>
                <w:szCs w:val="24"/>
              </w:rPr>
              <w:t xml:space="preserve">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sz w:val="24"/>
              </w:rPr>
              <w:t>).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</w:rPr>
              <w:t>. – 2012. – 13 июля (</w:t>
            </w:r>
            <w:r>
              <w:rPr>
                <w:sz w:val="24"/>
                <w:lang w:val="en-US"/>
              </w:rPr>
              <w:t>N</w:t>
            </w:r>
            <w:r w:rsidRPr="00331331">
              <w:rPr>
                <w:sz w:val="24"/>
              </w:rPr>
              <w:t xml:space="preserve"> 159</w:t>
            </w:r>
            <w:r>
              <w:rPr>
                <w:sz w:val="24"/>
              </w:rPr>
              <w:t>).</w:t>
            </w:r>
          </w:p>
          <w:p w:rsidR="003C4262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детей, больных раком. Отмечается с 2003 г. под патронажем Международного общества детских онкологов.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транспортной милиции. 18 февраля 1919 года, «в целях поддержания революционного порядка на всех железных дорогах» ВЦИК РСФСР издал Декрет «Об организации железнодорожной милиции и железнодорожной охраны».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41.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 w:rsidRPr="0065271E">
              <w:rPr>
                <w:sz w:val="24"/>
                <w:szCs w:val="24"/>
              </w:rPr>
              <w:t>Всемирный день социальной справедливости. Провозглашен решением 62-й сессии Генеральной Ассамблеи ООН 19 ноября 2007 г.</w:t>
            </w:r>
          </w:p>
        </w:tc>
        <w:tc>
          <w:tcPr>
            <w:tcW w:w="4542" w:type="dxa"/>
          </w:tcPr>
          <w:p w:rsidR="003C4262" w:rsidRPr="0065271E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46.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языка. Отмечается по инициативе 30-й Генеральной конференции ЮНЕСКО (1999) с целью сохранения и развития исчезающих языков малых наций и народностей.</w:t>
            </w:r>
          </w:p>
        </w:tc>
        <w:tc>
          <w:tcPr>
            <w:tcW w:w="4542" w:type="dxa"/>
          </w:tcPr>
          <w:p w:rsidR="003C4262" w:rsidRDefault="003C4262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48.</w:t>
            </w: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Pr="00711719" w:rsidRDefault="003C4262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71171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647" w:type="dxa"/>
          </w:tcPr>
          <w:p w:rsidR="003C4262" w:rsidRDefault="003C4262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экономиста Краснодарского края </w:t>
            </w:r>
            <w:r w:rsidRPr="00BE5630">
              <w:rPr>
                <w:color w:val="808080"/>
                <w:sz w:val="24"/>
              </w:rPr>
              <w:t xml:space="preserve">(последнее воскресенье февраля) </w:t>
            </w:r>
            <w:r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 и Постановление ЗС КК от 24.04.03 № 154-П) (с изменениями от 29 апреля 2008 г.)</w:t>
            </w:r>
          </w:p>
        </w:tc>
        <w:tc>
          <w:tcPr>
            <w:tcW w:w="4542" w:type="dxa"/>
          </w:tcPr>
          <w:p w:rsidR="003C4262" w:rsidRDefault="003C4262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8647" w:type="dxa"/>
          </w:tcPr>
          <w:p w:rsidR="003C4262" w:rsidRPr="00D11E63" w:rsidRDefault="003C4262" w:rsidP="00021F47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D11E63">
              <w:rPr>
                <w:i/>
                <w:color w:val="000000"/>
                <w:sz w:val="24"/>
              </w:rPr>
              <w:t xml:space="preserve">День защитника Отечества. </w:t>
            </w:r>
            <w:r w:rsidRPr="00D11E63">
              <w:rPr>
                <w:color w:val="000000"/>
                <w:sz w:val="24"/>
              </w:rPr>
              <w:t>Нерабочий праздничный день.</w:t>
            </w:r>
            <w:r w:rsidRPr="00D11E63">
              <w:rPr>
                <w:i/>
                <w:color w:val="000000"/>
                <w:sz w:val="24"/>
              </w:rPr>
              <w:t xml:space="preserve"> (Трудовой кодекс РФ, ст. 112 в ред. ФЗ от 29.12.2004 № 201-ФЗ «О внесении изменений в ст.112 Трудового кодекса РФ»); </w:t>
            </w:r>
            <w:r w:rsidRPr="00D11E63">
              <w:rPr>
                <w:color w:val="000000"/>
                <w:sz w:val="24"/>
                <w:szCs w:val="24"/>
              </w:rPr>
              <w:t>(Федеральный закон от 10.07.2012 N 115-ФЗ "О внесении изменения в статью 1 Федерального закона "О днях воинской славы и памятных датах России")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C4262" w:rsidRPr="00021F47" w:rsidRDefault="003C4262" w:rsidP="00802E2E">
            <w:pPr>
              <w:ind w:right="167"/>
              <w:jc w:val="both"/>
              <w:rPr>
                <w:i/>
                <w:color w:val="943634"/>
                <w:sz w:val="24"/>
              </w:rPr>
            </w:pP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- 2012. –13 июля (N 159). </w:t>
            </w:r>
          </w:p>
          <w:p w:rsidR="003C4262" w:rsidRDefault="003C4262" w:rsidP="00021F47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3C4262" w:rsidTr="002562E2">
        <w:trPr>
          <w:gridAfter w:val="1"/>
          <w:wAfter w:w="4760" w:type="dxa"/>
        </w:trPr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3C4262" w:rsidRDefault="003C4262" w:rsidP="00802E2E">
            <w:pPr>
              <w:pStyle w:val="Heading4"/>
              <w:ind w:right="167"/>
              <w:rPr>
                <w:sz w:val="24"/>
              </w:rPr>
            </w:pPr>
            <w:r>
              <w:rPr>
                <w:b/>
                <w:sz w:val="24"/>
              </w:rPr>
              <w:t>День воинской славы России</w:t>
            </w:r>
            <w:r>
              <w:rPr>
                <w:sz w:val="24"/>
              </w:rPr>
              <w:t xml:space="preserve"> – День защитника Отечества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 в ред. ФЗ от 15.04.2006 № 48-ФЗ).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-2010. – 3 дек. (N 274).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2010. - N 49. - ст. 6416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b/>
                <w:sz w:val="24"/>
              </w:rPr>
            </w:pPr>
          </w:p>
        </w:tc>
      </w:tr>
    </w:tbl>
    <w:p w:rsidR="003C4262" w:rsidRDefault="003C4262" w:rsidP="00802E2E">
      <w:pPr>
        <w:ind w:right="167"/>
        <w:jc w:val="center"/>
        <w:rPr>
          <w:b/>
          <w:sz w:val="24"/>
        </w:rPr>
      </w:pPr>
    </w:p>
    <w:p w:rsidR="003C4262" w:rsidRDefault="003C4262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МАРТ</w:t>
      </w:r>
    </w:p>
    <w:p w:rsidR="003C4262" w:rsidRDefault="003C4262" w:rsidP="00802E2E">
      <w:pPr>
        <w:ind w:right="167"/>
        <w:jc w:val="both"/>
        <w:rPr>
          <w:b/>
          <w:sz w:val="24"/>
        </w:rPr>
      </w:pPr>
    </w:p>
    <w:tbl>
      <w:tblPr>
        <w:tblW w:w="14040" w:type="dxa"/>
        <w:tblInd w:w="108" w:type="dxa"/>
        <w:tblLayout w:type="fixed"/>
        <w:tblLook w:val="0000"/>
      </w:tblPr>
      <w:tblGrid>
        <w:gridCol w:w="851"/>
        <w:gridCol w:w="8647"/>
        <w:gridCol w:w="4542"/>
      </w:tblGrid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гражданской обороны. Отмечается в России с 1994 г., в честь создания Международной организации гражданской обороны (1972).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3C4262" w:rsidRPr="00444C6D" w:rsidTr="002562E2">
        <w:tc>
          <w:tcPr>
            <w:tcW w:w="851" w:type="dxa"/>
          </w:tcPr>
          <w:p w:rsidR="003C4262" w:rsidRPr="0082497A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Pr="0082497A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день борьбы с наркоманией и наркобизнесом. </w:t>
            </w:r>
            <w:r w:rsidRPr="004053A5">
              <w:rPr>
                <w:sz w:val="24"/>
                <w:szCs w:val="24"/>
              </w:rPr>
              <w:t>У</w:t>
            </w:r>
            <w:r w:rsidRPr="004053A5">
              <w:rPr>
                <w:color w:val="000000"/>
                <w:sz w:val="24"/>
                <w:szCs w:val="24"/>
              </w:rPr>
              <w:t>чреждён Генеральной Ассамблеей ООН в 1987 г.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C4262" w:rsidRPr="00444C6D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спасателя Кубани (</w:t>
            </w:r>
            <w:r w:rsidRPr="00330E17">
              <w:rPr>
                <w:color w:val="000000"/>
                <w:sz w:val="24"/>
                <w:szCs w:val="24"/>
              </w:rPr>
              <w:t xml:space="preserve">Закон Краснодарского края «Об установлении праздничных дней и памятных дат в Краснодарском крае» от 14 дек. 2006 № 1145-КЗ) (с изменениями от </w:t>
            </w:r>
            <w:r>
              <w:rPr>
                <w:color w:val="000000"/>
                <w:sz w:val="24"/>
                <w:szCs w:val="24"/>
              </w:rPr>
              <w:t>16.07.2010</w:t>
            </w:r>
            <w:r w:rsidRPr="00330E17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сна. Объявлен Всемирным фондом психического здоровья.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иммунитета. Объявлен специалистами Клиники лечебного питания НИИ питания РАМН.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0E1EC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3C4262" w:rsidRDefault="003C4262" w:rsidP="000E1EC2">
            <w:pPr>
              <w:ind w:right="167"/>
              <w:jc w:val="both"/>
              <w:rPr>
                <w:sz w:val="24"/>
              </w:rPr>
            </w:pPr>
            <w:r w:rsidRPr="00381093">
              <w:rPr>
                <w:sz w:val="24"/>
                <w:szCs w:val="24"/>
              </w:rPr>
              <w:t xml:space="preserve">Международный день детского телевидения и радиовещания </w:t>
            </w:r>
            <w:r w:rsidRPr="00BE5630">
              <w:rPr>
                <w:b/>
                <w:color w:val="808080"/>
                <w:sz w:val="24"/>
                <w:szCs w:val="24"/>
              </w:rPr>
              <w:t>(</w:t>
            </w:r>
            <w:r w:rsidRPr="00BE5630">
              <w:rPr>
                <w:color w:val="808080"/>
                <w:sz w:val="24"/>
                <w:szCs w:val="24"/>
              </w:rPr>
              <w:t>первое воскресенье марта)</w:t>
            </w:r>
            <w:r w:rsidRPr="00B14DEE">
              <w:rPr>
                <w:color w:val="1F497D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Э</w:t>
            </w:r>
            <w:r w:rsidRPr="00381093">
              <w:rPr>
                <w:sz w:val="24"/>
                <w:szCs w:val="24"/>
              </w:rPr>
              <w:t xml:space="preserve">то профессиональный праздник всех тех, кто занят производством телевизионных программ и радиопостановок для детей. Учреждён по инициативе </w:t>
            </w:r>
            <w:r w:rsidRPr="00381093">
              <w:rPr>
                <w:bCs/>
                <w:sz w:val="24"/>
                <w:szCs w:val="24"/>
              </w:rPr>
              <w:t>Детского</w:t>
            </w:r>
            <w:r w:rsidRPr="00381093">
              <w:rPr>
                <w:sz w:val="24"/>
                <w:szCs w:val="24"/>
              </w:rPr>
              <w:t xml:space="preserve"> фонда Организации </w:t>
            </w:r>
            <w:r>
              <w:rPr>
                <w:sz w:val="24"/>
                <w:szCs w:val="24"/>
              </w:rPr>
              <w:t>О</w:t>
            </w:r>
            <w:r w:rsidRPr="00381093">
              <w:rPr>
                <w:sz w:val="24"/>
                <w:szCs w:val="24"/>
              </w:rPr>
              <w:t xml:space="preserve">бъединённых </w:t>
            </w:r>
            <w:r>
              <w:rPr>
                <w:sz w:val="24"/>
                <w:szCs w:val="24"/>
              </w:rPr>
              <w:t>Н</w:t>
            </w:r>
            <w:r w:rsidRPr="00381093">
              <w:rPr>
                <w:sz w:val="24"/>
                <w:szCs w:val="24"/>
              </w:rPr>
              <w:t>аций (ЮНИСЕФ) в 1994 году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3C4262" w:rsidRPr="00381093" w:rsidRDefault="003C4262" w:rsidP="000E1EC2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мира для писателя. Отмечается по решению 48-го конгресса Международного Пен-клуба (1986).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47" w:type="dxa"/>
          </w:tcPr>
          <w:p w:rsidR="003C4262" w:rsidRPr="00381093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Покрышкинские чтения. Проводятся ежегодно и посвящаются дню рождения А.И. Покрышкина (1913-1985), советского военачальника, маршала авиации, участника боев в небе Кубани в годы ВОВ, почетного гражданина города Краснодара.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материально-технического и военного снабжения Министерства внутренних дел РФ (Приказ МВД РФ от 5 марта 2004 № 149)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3C4262" w:rsidRPr="00986FE0" w:rsidRDefault="003C4262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Международный женский день. </w:t>
            </w:r>
            <w:r w:rsidRPr="002733EC">
              <w:rPr>
                <w:i/>
                <w:sz w:val="24"/>
                <w:szCs w:val="24"/>
              </w:rPr>
              <w:t>Трудовой кодекс РФ (нерабочий праздничный день)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3C4262" w:rsidRDefault="003C4262" w:rsidP="0028220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3C4262" w:rsidTr="002562E2">
        <w:tc>
          <w:tcPr>
            <w:tcW w:w="851" w:type="dxa"/>
          </w:tcPr>
          <w:p w:rsidR="003C4262" w:rsidRPr="00D84108" w:rsidRDefault="003C4262" w:rsidP="000E1EC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647" w:type="dxa"/>
          </w:tcPr>
          <w:p w:rsidR="003C4262" w:rsidRDefault="003C4262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работников геодезии и картографии </w:t>
            </w:r>
            <w:r w:rsidRPr="00BE5630">
              <w:rPr>
                <w:color w:val="808080"/>
                <w:sz w:val="24"/>
              </w:rPr>
              <w:t>(второе воскресенье марта)</w:t>
            </w:r>
          </w:p>
          <w:p w:rsidR="003C4262" w:rsidRDefault="003C4262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(Указ Президента РФ от 11.11.2000 № 1867)</w:t>
            </w:r>
          </w:p>
        </w:tc>
        <w:tc>
          <w:tcPr>
            <w:tcW w:w="4542" w:type="dxa"/>
          </w:tcPr>
          <w:p w:rsidR="003C4262" w:rsidRDefault="003C4262" w:rsidP="000E1EC2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2000. - N 46. - ст. 4546,</w:t>
            </w:r>
          </w:p>
          <w:p w:rsidR="003C4262" w:rsidRPr="00D84108" w:rsidRDefault="003C4262" w:rsidP="00D84108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2000. – 14 нояб. (N 218). 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архивов. Установлен решением Федеральной архивной службы от 05.03.03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29.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органов наркоконтроля (Указ Президента РФ от 16 февраля 2008 № 205)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7. - ст. 572</w:t>
            </w:r>
          </w:p>
          <w:p w:rsidR="003C4262" w:rsidRDefault="003C4262" w:rsidP="00802E2E">
            <w:pPr>
              <w:ind w:right="167" w:firstLine="176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уголовно-исполнительной системы (Указ Президента РФ от 16 ноября 2010 № 1433)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- 2010. - N 47. - ст. 6080</w:t>
            </w:r>
          </w:p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Pr="00560F50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3C4262" w:rsidRPr="0082497A" w:rsidRDefault="003C4262" w:rsidP="00802E2E">
            <w:pPr>
              <w:ind w:right="167"/>
              <w:jc w:val="both"/>
              <w:rPr>
                <w:sz w:val="24"/>
              </w:rPr>
            </w:pPr>
            <w:r w:rsidRPr="0082497A">
              <w:rPr>
                <w:sz w:val="24"/>
              </w:rPr>
              <w:t>День православной книги. Провозглашен Патриархом Московским и всея Руси Кириллом  на первом заседании Издательского совета Русской православной церкви, в честь того, что именно в этот день в 1564 году была издана первая книга «Апостол» Ивана Федорова. Впервые отмечался в 2010 году</w:t>
            </w:r>
          </w:p>
        </w:tc>
        <w:tc>
          <w:tcPr>
            <w:tcW w:w="4542" w:type="dxa"/>
          </w:tcPr>
          <w:p w:rsidR="003C4262" w:rsidRPr="0082497A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39.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защиты прав потребителей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41.</w:t>
            </w:r>
          </w:p>
        </w:tc>
      </w:tr>
      <w:tr w:rsidR="003C4262" w:rsidTr="002562E2">
        <w:tc>
          <w:tcPr>
            <w:tcW w:w="851" w:type="dxa"/>
          </w:tcPr>
          <w:p w:rsidR="003C4262" w:rsidRPr="0079463F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9463F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торговли, бытового обслуживания населения и жилищно-коммунального хозяйства</w:t>
            </w:r>
            <w:r w:rsidRPr="00E8268C">
              <w:rPr>
                <w:color w:val="C0504D"/>
                <w:sz w:val="24"/>
              </w:rPr>
              <w:t xml:space="preserve"> </w:t>
            </w:r>
            <w:r w:rsidRPr="0027389E">
              <w:rPr>
                <w:color w:val="808080"/>
                <w:sz w:val="24"/>
              </w:rPr>
              <w:t xml:space="preserve">(третье воскресенье марта) </w:t>
            </w:r>
            <w:r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 законов СССР : т. 1. – 1990. - с. 417</w:t>
            </w:r>
          </w:p>
          <w:p w:rsidR="003C4262" w:rsidRPr="00C943ED" w:rsidRDefault="003C4262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ВС СССР. – 1980. - N 41. - ст. 846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Парижской коммуны (В этот день в 1871 году началась первая в мире пролетарская революция) 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51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моряка-подводника (Приказ Главкома ВМФ от 15.07.1996 № 253). 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54.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земли. Отмечается по решению Генеральной Ассамблеи ООН в день наступления астрономической весны – день весеннего равноденствия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март. - С. 59.</w:t>
            </w:r>
          </w:p>
        </w:tc>
      </w:tr>
      <w:tr w:rsidR="003C4262" w:rsidRPr="00F5706F" w:rsidTr="002562E2">
        <w:tc>
          <w:tcPr>
            <w:tcW w:w="851" w:type="dxa"/>
          </w:tcPr>
          <w:p w:rsidR="003C4262" w:rsidRPr="00C46609" w:rsidRDefault="003C4262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3C4262" w:rsidRPr="00D82935" w:rsidRDefault="003C4262" w:rsidP="00C46609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color w:val="000000"/>
                <w:sz w:val="24"/>
                <w:szCs w:val="24"/>
              </w:rPr>
            </w:pPr>
            <w:hyperlink r:id="rId12" w:history="1">
              <w:r w:rsidRPr="00D82935">
                <w:rPr>
                  <w:color w:val="000000"/>
                  <w:sz w:val="24"/>
                  <w:szCs w:val="24"/>
                </w:rPr>
                <w:t>Международный день счастья</w:t>
              </w:r>
            </w:hyperlink>
            <w:r w:rsidRPr="00D82935">
              <w:rPr>
                <w:color w:val="000000"/>
                <w:sz w:val="24"/>
                <w:szCs w:val="24"/>
              </w:rPr>
              <w:t xml:space="preserve">. (Генеральная Ассамблея ООН провозгласила в </w:t>
            </w:r>
            <w:hyperlink r:id="rId13" w:history="1">
              <w:r w:rsidRPr="00D82935">
                <w:rPr>
                  <w:color w:val="000000"/>
                  <w:sz w:val="24"/>
                  <w:szCs w:val="24"/>
                </w:rPr>
                <w:t>резолюции 66/281</w:t>
              </w:r>
            </w:hyperlink>
            <w:r w:rsidRPr="00D82935">
              <w:rPr>
                <w:color w:val="000000"/>
                <w:sz w:val="24"/>
                <w:szCs w:val="24"/>
              </w:rPr>
              <w:t xml:space="preserve"> от 12 июля 2012 года</w:t>
            </w:r>
            <w:r w:rsidRPr="00C46609">
              <w:rPr>
                <w:color w:val="000000"/>
                <w:sz w:val="24"/>
                <w:szCs w:val="24"/>
              </w:rPr>
              <w:t>)</w:t>
            </w:r>
            <w:r w:rsidRPr="00D8293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82935">
              <w:rPr>
                <w:color w:val="333333"/>
                <w:sz w:val="24"/>
                <w:szCs w:val="24"/>
              </w:rPr>
              <w:t>Организация Объединенных Наций предлагает всем государствам-членам, международным и региональным организациям, а также гражданскому обществу, включая неправительственные организации и частных лиц, отмечать Международный день счастья соответствующим образом, в том числе путем проведения просветительских мероприятий</w:t>
            </w:r>
          </w:p>
        </w:tc>
        <w:tc>
          <w:tcPr>
            <w:tcW w:w="4542" w:type="dxa"/>
          </w:tcPr>
          <w:p w:rsidR="003C4262" w:rsidRPr="00D82935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D82935">
              <w:rPr>
                <w:sz w:val="24"/>
                <w:szCs w:val="24"/>
              </w:rPr>
              <w:t>http://www.un.org/ru/events/happinessday/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поэзии (Отмечается по решению 30-й сессии Генеральной конференции ЮНЕСКО, впервые отмечался в 2000 году)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за ликвидацию расовой дискриминации (Отмечается по решению ХХ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сессии Генеральной Ассамблеи ООН от 26 октября 1966 г. В память о жертвах расстрела расистами мирной демонстрации (1960) в африканском поселке Шарпевиль)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3C4262" w:rsidRPr="00F5706F" w:rsidTr="002562E2">
        <w:tc>
          <w:tcPr>
            <w:tcW w:w="851" w:type="dxa"/>
          </w:tcPr>
          <w:p w:rsidR="003C4262" w:rsidRPr="00D82935" w:rsidRDefault="003C4262" w:rsidP="00802E2E">
            <w:pPr>
              <w:ind w:right="167"/>
              <w:jc w:val="center"/>
              <w:rPr>
                <w:sz w:val="24"/>
              </w:rPr>
            </w:pPr>
            <w:r w:rsidRPr="00D82935"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Pr="00D82935" w:rsidRDefault="003C4262" w:rsidP="008F045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D82935">
              <w:rPr>
                <w:sz w:val="24"/>
              </w:rPr>
              <w:t>Международный день лесов</w:t>
            </w:r>
            <w:r w:rsidRPr="00D82935">
              <w:rPr>
                <w:color w:val="000000"/>
                <w:sz w:val="24"/>
                <w:szCs w:val="24"/>
              </w:rPr>
              <w:t xml:space="preserve"> (Генеральная Ассамблея Организации Объединенных Наций приняла 21 декабря 2012 года </w:t>
            </w:r>
            <w:hyperlink r:id="rId14" w:history="1">
              <w:r w:rsidRPr="00D82935">
                <w:rPr>
                  <w:color w:val="000000"/>
                  <w:sz w:val="24"/>
                  <w:szCs w:val="24"/>
                </w:rPr>
                <w:t>резолюцию</w:t>
              </w:r>
            </w:hyperlink>
            <w:r w:rsidRPr="00D82935">
              <w:rPr>
                <w:color w:val="000000"/>
              </w:rPr>
              <w:t>)</w:t>
            </w:r>
          </w:p>
        </w:tc>
        <w:tc>
          <w:tcPr>
            <w:tcW w:w="4542" w:type="dxa"/>
          </w:tcPr>
          <w:p w:rsidR="003C4262" w:rsidRPr="00D82935" w:rsidRDefault="003C4262" w:rsidP="00802E2E">
            <w:pPr>
              <w:ind w:right="167"/>
              <w:jc w:val="both"/>
              <w:rPr>
                <w:sz w:val="24"/>
              </w:rPr>
            </w:pPr>
            <w:r w:rsidRPr="00D82935">
              <w:rPr>
                <w:sz w:val="24"/>
              </w:rPr>
              <w:t>http://ria.ru/spravka/20130321/928002144.html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кукольного театра. Отмечается с 2003 года по предложению Международного союза деятелей театра кукол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 и взрослых с синдромом Дауна. Отмечается с 2006 г. по инициативе правления Европейской ассоциации Даун синдром (ЕА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С) и Всемирной ассоциации Даун синдром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</w:t>
            </w:r>
            <w:r w:rsidRPr="00EB4112">
              <w:rPr>
                <w:sz w:val="24"/>
                <w:highlight w:val="yellow"/>
              </w:rPr>
              <w:t>.</w:t>
            </w:r>
            <w:r w:rsidRPr="00EB4112">
              <w:rPr>
                <w:sz w:val="24"/>
              </w:rPr>
              <w:t xml:space="preserve"> </w:t>
            </w:r>
            <w:r>
              <w:rPr>
                <w:sz w:val="24"/>
              </w:rPr>
              <w:t>- С. 58.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водных ресурсов (Отмечается по решению участников Конференции ООН по окружающей среде и развитию) (1992)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61.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метеорологический день – профессиональный праздник синоптиков всех стран (Отмечается с 1961 года, когда вступила в силу Конвенция Всемирной метеорологической организации (ВМО) – специализированного учреждения ООН, заменившей Международную метеорологическую организацию, созданную в 1873 г. Отмечается с 1961 года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64.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гидрометеорологической службы. (Указ Президента РФ от 19.05.2008 № 812)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21. - ст. 2439</w:t>
            </w:r>
          </w:p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борьбы с туберкулезом (Отмечается по  решению Всемирной организации здравоохранения (ВОЗ) в день, когда немецкий микробиолог Роберт Кох объявил о сделанном им открытии возбудителя туберкулеза) (24 марта 1882) 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2011. – март. – С. 67.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 w:rsidRPr="00184B7F">
              <w:rPr>
                <w:rFonts w:ascii="Arial" w:hAnsi="Arial" w:cs="Arial"/>
                <w:color w:val="333333"/>
                <w:sz w:val="19"/>
                <w:szCs w:val="19"/>
              </w:rPr>
              <w:t>24</w:t>
            </w:r>
          </w:p>
        </w:tc>
        <w:tc>
          <w:tcPr>
            <w:tcW w:w="8647" w:type="dxa"/>
          </w:tcPr>
          <w:p w:rsidR="003C4262" w:rsidRPr="007A1B24" w:rsidRDefault="003C4262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7A1B24">
              <w:rPr>
                <w:color w:val="000000"/>
                <w:sz w:val="24"/>
                <w:szCs w:val="24"/>
              </w:rPr>
              <w:t>Международным днем права на установление истины в отношении грубых нарушений прав человека и достоинства жертв. (</w:t>
            </w:r>
            <w:hyperlink r:id="rId15" w:history="1">
              <w:r w:rsidRPr="007A1B24">
                <w:rPr>
                  <w:color w:val="000000"/>
                  <w:sz w:val="24"/>
                  <w:szCs w:val="24"/>
                </w:rPr>
                <w:t>Провозгласила</w:t>
              </w:r>
            </w:hyperlink>
            <w:r w:rsidRPr="007A1B24">
              <w:rPr>
                <w:color w:val="000000"/>
                <w:sz w:val="24"/>
                <w:szCs w:val="24"/>
              </w:rPr>
              <w:t xml:space="preserve">  Генеральная Ассамблея ООН 21 декабря 2010 года)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2012. – март. – С. 72.</w:t>
            </w:r>
          </w:p>
        </w:tc>
      </w:tr>
      <w:tr w:rsidR="003C4262" w:rsidTr="002562E2">
        <w:tc>
          <w:tcPr>
            <w:tcW w:w="851" w:type="dxa"/>
          </w:tcPr>
          <w:p w:rsidR="003C4262" w:rsidRPr="00DB362D" w:rsidRDefault="003C4262" w:rsidP="00DB362D">
            <w:pPr>
              <w:ind w:right="-54"/>
              <w:jc w:val="center"/>
              <w:rPr>
                <w:color w:val="333333"/>
                <w:sz w:val="24"/>
                <w:szCs w:val="24"/>
              </w:rPr>
            </w:pPr>
            <w:r w:rsidRPr="00DB362D">
              <w:rPr>
                <w:color w:val="333333"/>
                <w:sz w:val="24"/>
                <w:szCs w:val="24"/>
              </w:rPr>
              <w:t>24 марта – 1 апр.</w:t>
            </w:r>
          </w:p>
        </w:tc>
        <w:tc>
          <w:tcPr>
            <w:tcW w:w="8647" w:type="dxa"/>
          </w:tcPr>
          <w:p w:rsidR="003C4262" w:rsidRPr="007A1B24" w:rsidRDefault="003C4262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Неделя «Культура – детям». Закон Краснодарского края от 14.12.2006 № 1145-КЗ «Об установлении праздничных и памятных дат в Краснодарском крае»</w:t>
            </w:r>
          </w:p>
        </w:tc>
        <w:tc>
          <w:tcPr>
            <w:tcW w:w="4542" w:type="dxa"/>
          </w:tcPr>
          <w:p w:rsidR="003C4262" w:rsidRDefault="003C4262" w:rsidP="00DB362D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культуры. (Указ Президента РФ от 27 августа 2007 года № 1111)</w:t>
            </w:r>
          </w:p>
        </w:tc>
        <w:tc>
          <w:tcPr>
            <w:tcW w:w="4542" w:type="dxa"/>
          </w:tcPr>
          <w:p w:rsidR="003C4262" w:rsidRPr="00E17428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2007. - N 36. - ст. 4366</w:t>
            </w: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внутренних войск МВД РФ (Указ Президента РФ от 19.03. 96 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394)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-1996. - N 13. - ст. 1303</w:t>
            </w:r>
          </w:p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Pr="008F6CE9" w:rsidRDefault="003C4262" w:rsidP="00802E2E">
            <w:pPr>
              <w:ind w:right="167"/>
              <w:jc w:val="center"/>
              <w:rPr>
                <w:sz w:val="24"/>
              </w:rPr>
            </w:pPr>
            <w:r w:rsidRPr="008F6CE9">
              <w:rPr>
                <w:sz w:val="24"/>
              </w:rPr>
              <w:t>27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театра. Учрежден в Вене на 1Х конгрессе Международного института театра при ЮНЕСКО (отмечается с 1962 года)</w:t>
            </w:r>
          </w:p>
        </w:tc>
        <w:tc>
          <w:tcPr>
            <w:tcW w:w="4542" w:type="dxa"/>
          </w:tcPr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75.</w:t>
            </w:r>
          </w:p>
        </w:tc>
      </w:tr>
      <w:tr w:rsidR="003C4262" w:rsidTr="002562E2">
        <w:tc>
          <w:tcPr>
            <w:tcW w:w="851" w:type="dxa"/>
          </w:tcPr>
          <w:p w:rsidR="003C4262" w:rsidRPr="002733EC" w:rsidRDefault="003C4262" w:rsidP="002562E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647" w:type="dxa"/>
          </w:tcPr>
          <w:p w:rsidR="003C4262" w:rsidRDefault="003C4262" w:rsidP="002562E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 Краснодарского края (</w:t>
            </w:r>
            <w:r w:rsidRPr="002562E2">
              <w:rPr>
                <w:color w:val="808080"/>
                <w:sz w:val="24"/>
              </w:rPr>
              <w:t>последняя суббота марта</w:t>
            </w:r>
            <w:r>
              <w:rPr>
                <w:sz w:val="24"/>
              </w:rPr>
              <w:t>) Закон Краснодарского края «Об установлении праздничных дней и памятных дат в Краснодарском крае» от 14 дек. 2006 № 1145-КЗ</w:t>
            </w:r>
          </w:p>
        </w:tc>
        <w:tc>
          <w:tcPr>
            <w:tcW w:w="4542" w:type="dxa"/>
          </w:tcPr>
          <w:p w:rsidR="003C4262" w:rsidRDefault="003C4262" w:rsidP="002562E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2562E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8647" w:type="dxa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специалиста юридической службы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42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- (N 118) -3 июня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- 2006. - N 23. - ст. 2455</w:t>
            </w:r>
          </w:p>
          <w:p w:rsidR="003C4262" w:rsidRDefault="003C4262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Pr="00E22A6F" w:rsidRDefault="003C4262" w:rsidP="008D2566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647" w:type="dxa"/>
          </w:tcPr>
          <w:p w:rsidR="003C4262" w:rsidRDefault="003C4262" w:rsidP="008D2566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финансиста Краснодарского края (</w:t>
            </w:r>
            <w:r w:rsidRPr="002562E2">
              <w:rPr>
                <w:color w:val="808080"/>
                <w:sz w:val="24"/>
              </w:rPr>
              <w:t>последнее воскресенье марта</w:t>
            </w:r>
            <w:r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 и Постановление ЗС КК от 27.03.02 № 1394-П)</w:t>
            </w:r>
          </w:p>
        </w:tc>
        <w:tc>
          <w:tcPr>
            <w:tcW w:w="4542" w:type="dxa"/>
          </w:tcPr>
          <w:p w:rsidR="003C4262" w:rsidRDefault="003C4262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Default="003C4262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</w:rPr>
            </w:pPr>
          </w:p>
        </w:tc>
      </w:tr>
      <w:tr w:rsidR="003C4262" w:rsidTr="002562E2">
        <w:tc>
          <w:tcPr>
            <w:tcW w:w="851" w:type="dxa"/>
          </w:tcPr>
          <w:p w:rsidR="003C4262" w:rsidRPr="00E22A6F" w:rsidRDefault="003C4262" w:rsidP="008D2566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647" w:type="dxa"/>
          </w:tcPr>
          <w:p w:rsidR="003C4262" w:rsidRDefault="003C4262" w:rsidP="008D2566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3C4262" w:rsidRDefault="003C4262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</w:tbl>
    <w:p w:rsidR="003C4262" w:rsidRDefault="003C4262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АПРЕЛЬ</w:t>
      </w:r>
    </w:p>
    <w:p w:rsidR="003C4262" w:rsidRDefault="003C4262" w:rsidP="00802E2E">
      <w:pPr>
        <w:ind w:right="167"/>
        <w:jc w:val="center"/>
        <w:rPr>
          <w:b/>
          <w:sz w:val="24"/>
        </w:rPr>
      </w:pPr>
    </w:p>
    <w:tbl>
      <w:tblPr>
        <w:tblW w:w="27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"/>
        <w:gridCol w:w="8811"/>
        <w:gridCol w:w="4565"/>
        <w:gridCol w:w="3780"/>
        <w:gridCol w:w="641"/>
        <w:gridCol w:w="4389"/>
        <w:gridCol w:w="4247"/>
      </w:tblGrid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птиц (В честь подписания в 1906 году Международной конвенции об охране птиц)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смеха. Неофициальный международный праздник. Традиция первоапрельских шуток и розыгрышей в Европе появилась в </w:t>
            </w:r>
            <w:r w:rsidRPr="00A73709">
              <w:rPr>
                <w:sz w:val="24"/>
                <w:lang w:val="en-US"/>
              </w:rPr>
              <w:t>XVI</w:t>
            </w:r>
            <w:r w:rsidRPr="00A73709">
              <w:rPr>
                <w:sz w:val="24"/>
              </w:rPr>
              <w:t xml:space="preserve"> веке. Считается профессиональным праздником российских писателей-сатириков.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детской книги</w:t>
            </w:r>
            <w:r>
              <w:rPr>
                <w:sz w:val="24"/>
              </w:rPr>
              <w:t>. О</w:t>
            </w:r>
            <w:r w:rsidRPr="00A73709">
              <w:rPr>
                <w:sz w:val="24"/>
              </w:rPr>
              <w:t xml:space="preserve">тмечается в день рождения 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Х.-К. Андерсена</w:t>
            </w:r>
            <w:r>
              <w:rPr>
                <w:sz w:val="24"/>
              </w:rPr>
              <w:t xml:space="preserve"> (1805-1875). У</w:t>
            </w:r>
            <w:r w:rsidRPr="00A73709">
              <w:rPr>
                <w:sz w:val="24"/>
              </w:rPr>
              <w:t>становлен решением ЮНЕСКО в 1967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 xml:space="preserve">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единения народов (праздник учрежден в 1996 г. в честь подписания  Договора о создании Сообщества Белоруссии и России) (Указ Президента РФ от 02.04.96 № 489)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1996. – 5 апр.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65)</w:t>
            </w:r>
            <w:r>
              <w:rPr>
                <w:sz w:val="24"/>
                <w:szCs w:val="24"/>
              </w:rPr>
              <w:t>.</w:t>
            </w:r>
          </w:p>
          <w:p w:rsidR="003C4262" w:rsidRPr="00C16E3E" w:rsidRDefault="003C4262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- 1996. - N 15. - ст. 1581</w:t>
            </w:r>
          </w:p>
        </w:tc>
      </w:tr>
      <w:tr w:rsidR="003C4262" w:rsidRPr="00703E4D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703E4D" w:rsidRDefault="003C4262" w:rsidP="00802E2E">
            <w:pPr>
              <w:ind w:right="167"/>
              <w:jc w:val="center"/>
              <w:rPr>
                <w:sz w:val="24"/>
              </w:rPr>
            </w:pPr>
            <w:r w:rsidRPr="00703E4D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703E4D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hyperlink r:id="rId16" w:history="1">
              <w:r w:rsidRPr="00703E4D">
                <w:rPr>
                  <w:color w:val="333333"/>
                  <w:sz w:val="24"/>
                  <w:szCs w:val="24"/>
                </w:rPr>
                <w:t>Всемирный день распространения информации о проблеме аутизма</w:t>
              </w:r>
            </w:hyperlink>
            <w:r>
              <w:t xml:space="preserve">, </w:t>
            </w:r>
            <w:r w:rsidRPr="005634B3">
              <w:rPr>
                <w:color w:val="333333"/>
                <w:sz w:val="24"/>
                <w:szCs w:val="24"/>
              </w:rPr>
              <w:t>для того, чтобы подчеркнуть необходимость помощи для повышения уровня жизни людей страдающих аутизмом.</w:t>
            </w:r>
          </w:p>
        </w:tc>
        <w:tc>
          <w:tcPr>
            <w:tcW w:w="4565" w:type="dxa"/>
          </w:tcPr>
          <w:p w:rsidR="003C4262" w:rsidRPr="005634B3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5634B3">
              <w:rPr>
                <w:sz w:val="24"/>
                <w:szCs w:val="24"/>
              </w:rPr>
              <w:t>http://www.un.org/ru/events/autismday/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9528AE" w:rsidRDefault="003C426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геолога </w:t>
            </w:r>
            <w:r w:rsidRPr="002562E2">
              <w:rPr>
                <w:color w:val="808080"/>
                <w:sz w:val="24"/>
              </w:rPr>
              <w:t xml:space="preserve">(первое воскресенье апреля)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здоровья (отмечается в день вступления в силу Устава Всемирной организации здравоохранения (1948)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С.16.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памяти всех подводников. День памяти экипажа подводной лодки “Комсомолец” на российском флоте (1989). Объявлен решением Главкома ВМФ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С.16.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8 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сотрудников военных комиссариатов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3C4262" w:rsidRPr="00C16E3E" w:rsidRDefault="003C4262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освобождения узников фашистских концлагерей (Отмечается в память освобождения узников фашистских концлагерей Бухенвальд и </w:t>
            </w:r>
            <w:r>
              <w:rPr>
                <w:sz w:val="24"/>
              </w:rPr>
              <w:t>Дора</w:t>
            </w:r>
            <w:r w:rsidRPr="00A73709">
              <w:rPr>
                <w:sz w:val="24"/>
              </w:rPr>
              <w:t xml:space="preserve"> в 1945 году)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С.24.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555BAD" w:rsidRDefault="003C4262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Международный день полета человека в космос. Провозглашен резолюцией  Генеральной Ассамблеи ООН по инициативе Российской Федерации 7 апреля 2011 года на специальном пленарном заседании</w:t>
            </w:r>
          </w:p>
        </w:tc>
        <w:tc>
          <w:tcPr>
            <w:tcW w:w="4565" w:type="dxa"/>
          </w:tcPr>
          <w:p w:rsidR="003C4262" w:rsidRPr="00555BAD" w:rsidRDefault="003C4262" w:rsidP="00802E2E">
            <w:pPr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555BAD">
              <w:rPr>
                <w:color w:val="000000"/>
                <w:sz w:val="24"/>
              </w:rPr>
              <w:t>апр. - С.26.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авиации и космонавтики (Отмечается по решению Международной авиационной федерации (ФАИ) </w:t>
            </w:r>
          </w:p>
          <w:p w:rsidR="003C4262" w:rsidRDefault="003C4262" w:rsidP="00A24A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космонавтики (ФЗ от 10.04.2009 № 59-ФЗ</w:t>
            </w:r>
            <w:r>
              <w:rPr>
                <w:sz w:val="24"/>
              </w:rPr>
              <w:t xml:space="preserve">, 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3C4262" w:rsidRPr="00A73709" w:rsidRDefault="003C4262" w:rsidP="00A24AE9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газета. – 2012. – 13 июля (159).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9528AE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>В</w:t>
            </w:r>
            <w:r w:rsidRPr="00A73709">
              <w:rPr>
                <w:sz w:val="24"/>
              </w:rPr>
              <w:t>ойск противовоздушной обороны</w:t>
            </w:r>
            <w:r w:rsidRPr="009528AE">
              <w:rPr>
                <w:color w:val="1F497D"/>
                <w:sz w:val="24"/>
              </w:rPr>
              <w:t xml:space="preserve"> </w:t>
            </w:r>
            <w:r w:rsidRPr="002562E2">
              <w:rPr>
                <w:color w:val="808080"/>
                <w:sz w:val="24"/>
              </w:rPr>
              <w:t>(второе воскресенье апреля)</w:t>
            </w:r>
            <w:r w:rsidRPr="009528AE">
              <w:rPr>
                <w:color w:val="1F497D"/>
                <w:sz w:val="24"/>
              </w:rPr>
              <w:t xml:space="preserve"> – </w:t>
            </w:r>
            <w:r w:rsidRPr="00A73709">
              <w:rPr>
                <w:sz w:val="24"/>
              </w:rPr>
              <w:t>памятный день в Вооруженных Силах Российской Федерации (Указ Президента РФ от 31.05.06 № 549)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(N 118) 3 июня</w:t>
            </w:r>
          </w:p>
          <w:p w:rsidR="003C4262" w:rsidRPr="00F856AD" w:rsidRDefault="003C4262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555BAD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День медицинской службы уголовно-исполнительной системы (Приказ ФСИН РФ от 22.03.2011 N 161)</w:t>
            </w:r>
          </w:p>
          <w:p w:rsidR="003C4262" w:rsidRPr="00555BAD" w:rsidRDefault="003C4262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3C4262" w:rsidRPr="00555BAD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радиоэлектронной борьбе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-</w:t>
            </w:r>
            <w:r>
              <w:rPr>
                <w:sz w:val="24"/>
                <w:szCs w:val="24"/>
              </w:rPr>
              <w:t xml:space="preserve"> </w:t>
            </w:r>
            <w:r w:rsidRPr="00A73709">
              <w:rPr>
                <w:sz w:val="24"/>
                <w:szCs w:val="24"/>
              </w:rPr>
              <w:t>2006. – 3 июня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3C4262" w:rsidRPr="00F856AD" w:rsidRDefault="003C4262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гемофилии. Отмечается с 1989 г. по инициативе Всемирной федерации гемофилии и ВОЗ с целью привлечь внимание общественности к проблемам людей, страдающих этим недугом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–апр. - С. 38.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ветерана органов внутренних дел и внутренних войск. Приказ МВД РФ от 12.08.2010 №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580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Default="003C4262" w:rsidP="008651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воинов князя Александра Невского над немецкими рыцарями на Чудском озере (Ледовое побоище, 1242) (Федеральный закон от 13.03.95 № 32-ФЗ, в ред. ФЗ от 21.07.2005 № 98-ФЗ</w:t>
            </w:r>
            <w:r>
              <w:rPr>
                <w:sz w:val="24"/>
              </w:rPr>
              <w:t xml:space="preserve">, </w:t>
            </w:r>
            <w:r w:rsidRPr="00A73709"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Федеральный закон от 10.07.2012 N 115-ФЗ</w:t>
            </w:r>
          </w:p>
          <w:p w:rsidR="003C4262" w:rsidRPr="00A73709" w:rsidRDefault="003C4262" w:rsidP="006F41A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>Российская газета</w:t>
            </w:r>
            <w:r>
              <w:rPr>
                <w:bCs/>
                <w:sz w:val="24"/>
                <w:szCs w:val="24"/>
              </w:rPr>
              <w:t>. – 2012</w:t>
            </w:r>
            <w:r w:rsidRPr="00A73709">
              <w:rPr>
                <w:bCs/>
                <w:sz w:val="24"/>
                <w:szCs w:val="24"/>
              </w:rPr>
              <w:t xml:space="preserve">. – </w:t>
            </w:r>
            <w:r>
              <w:rPr>
                <w:bCs/>
                <w:sz w:val="24"/>
                <w:szCs w:val="24"/>
              </w:rPr>
              <w:t>1</w:t>
            </w:r>
            <w:r w:rsidRPr="00A7370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июля</w:t>
            </w:r>
            <w:r w:rsidRPr="00A73709">
              <w:rPr>
                <w:bCs/>
                <w:sz w:val="24"/>
                <w:szCs w:val="24"/>
              </w:rPr>
              <w:t>.</w:t>
            </w:r>
          </w:p>
          <w:p w:rsidR="003C4262" w:rsidRDefault="003C4262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 xml:space="preserve"> (N</w:t>
            </w:r>
            <w:r>
              <w:rPr>
                <w:bCs/>
                <w:sz w:val="24"/>
                <w:szCs w:val="24"/>
              </w:rPr>
              <w:t xml:space="preserve"> 159</w:t>
            </w:r>
            <w:r w:rsidRPr="00A73709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>.</w:t>
            </w:r>
          </w:p>
          <w:p w:rsidR="003C4262" w:rsidRPr="00F856AD" w:rsidRDefault="003C4262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памятников и исторических мест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Установлен в 1983 году Ассамблеей Международного Совета по вопросам охраны памятников и достопримечательных мест (ИКОМОС), созданного при ЮНЕСКО. Впервые отмечался в 1984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мобилизационных подразделений МВД России. (Приказ МВД РФ от 12 февр. 2004 № 87)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43.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FA524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День местного самоуправления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Указ Президента РФ от 10.06.2012 N 805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83258F" w:rsidRDefault="003C4262" w:rsidP="008325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Российская газета. – 2012. - 13 июня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Матери-Земли. Провозглашен Генеральной Ассамблеей ООН 22 апр. 2009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С.47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и защиты авторского права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Объявлен ЮНЕСКО 19 апреля 1996 г. В память трех гениев мировой литературы – У. Шекспира (1564-1616), М. Сервантеса (1547-1616) и Инки Гарсиласо дела Веги (1503-1536)</w:t>
            </w:r>
          </w:p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С.48.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8542FC" w:rsidRDefault="003C4262" w:rsidP="00802E2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День работников пресс-служб уголовно-исполнительной системы (Приказ ФСИН РФ от 14.04.2010 N 153)</w:t>
            </w:r>
          </w:p>
          <w:p w:rsidR="003C4262" w:rsidRPr="008542FC" w:rsidRDefault="003C4262" w:rsidP="007D7615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3C4262" w:rsidRPr="008542FC" w:rsidRDefault="003C4262" w:rsidP="00802E2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Ведомости уголовно-исполнительной системы. – 2010. - N 6.</w:t>
            </w:r>
          </w:p>
          <w:p w:rsidR="003C4262" w:rsidRPr="008542FC" w:rsidRDefault="003C4262" w:rsidP="00802E2E">
            <w:pPr>
              <w:ind w:left="-49" w:right="167"/>
              <w:jc w:val="both"/>
              <w:rPr>
                <w:color w:val="000000"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молодежи (Отмечается с 1957 г. По решению Всемирной федерации демократической молодежи)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борьбы против малярии. </w:t>
            </w:r>
            <w:r w:rsidRPr="00CE194B">
              <w:rPr>
                <w:sz w:val="24"/>
                <w:szCs w:val="24"/>
              </w:rPr>
              <w:t>Отмечается по решению 60-й сессии ассамблеи Всемирной организации здравоохранения (май 2007).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С.53.</w:t>
            </w:r>
          </w:p>
        </w:tc>
      </w:tr>
      <w:tr w:rsidR="003C4262" w:rsidTr="00CE194B">
        <w:trPr>
          <w:gridAfter w:val="4"/>
          <w:wAfter w:w="13057" w:type="dxa"/>
          <w:trHeight w:val="1155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7D7615" w:rsidRDefault="003C4262" w:rsidP="007D76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День участников ликвидации последствий радиационных аварий и катастроф и памяти жертв этих аварий и катастроф (Федеральный закон от 13.03.1995 N 32-ФЗ, </w:t>
            </w:r>
            <w:r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8E4F6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интеллектуальной собственности – праздник изобретателей и творческих людей всех областей знания. Объявлен Всемирной организацией интеллектуальной собственности в 2002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реабилитации кубанского казачества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Краснодарского края (Закон Краснодарского края «Об установлении праздничных дней и памятных дат в Краснодарском крае» от 14 дек. 2006 № 1145-КЗ и Закон ЗС КК от 26.09.95 №15-КЗ)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9528AE" w:rsidRDefault="003C4262" w:rsidP="002562E2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2562E2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породненных городов </w:t>
            </w:r>
            <w:r w:rsidRPr="002562E2">
              <w:rPr>
                <w:color w:val="808080"/>
                <w:sz w:val="24"/>
              </w:rPr>
              <w:t xml:space="preserve">(последнее воскресенье апреля) </w:t>
            </w:r>
            <w:r w:rsidRPr="00A73709">
              <w:rPr>
                <w:sz w:val="24"/>
              </w:rPr>
              <w:t>(Проводится по решению Всемирной федерации породненных городов)</w:t>
            </w:r>
          </w:p>
        </w:tc>
        <w:tc>
          <w:tcPr>
            <w:tcW w:w="4565" w:type="dxa"/>
          </w:tcPr>
          <w:p w:rsidR="003C4262" w:rsidRPr="00A73709" w:rsidRDefault="003C4262" w:rsidP="002562E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 51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Default="003C4262" w:rsidP="0038697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парламентаризма (ФЗ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4C31F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безопасности и охраны труда на производстве. Провозглашен Международной организацией труда (МОТ) в 2003 г. по инициативе Международной конфедерации свободных профсоюзов.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контрольно-ревизионной службы МВД РФ. (Приказ МВД РФ от 19 марта 2002 № 250)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Опубликован не был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"/>
                <w:szCs w:val="2"/>
              </w:rPr>
            </w:pP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КонсультантПлюс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танца (Отмечается с 1982 г. В день рождения Жана Жоржа Новера (1727-1810), французского балетмейстера, реформатора и теоретика хореографического искусства)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63.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военных действий с применением химического оружия. Объявлен по решению Х сессии Организации по запрещению химического оружия в 2005 г. 29 апреля 1997 г. вступила в силу Конвенция о запрещении разработки, производства, накопления и применения химического оружия и его уничтожении. Подписана 13 января 1993 г. в Париже представителями 130 стран, ратифицирована Россией в 1997 году.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пожарной охраны (Указ Президента РФ от 30.04. 99 № 539; ранее отмечался 17 апреля)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1999. - N 18. - ст. 2287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9528AE" w:rsidRDefault="003C4262" w:rsidP="005A429E">
            <w:pPr>
              <w:ind w:left="-108" w:right="167"/>
              <w:jc w:val="both"/>
              <w:rPr>
                <w:color w:val="000000"/>
                <w:sz w:val="24"/>
                <w:szCs w:val="24"/>
              </w:rPr>
            </w:pPr>
            <w:r w:rsidRPr="009528AE">
              <w:rPr>
                <w:color w:val="000000"/>
                <w:sz w:val="24"/>
                <w:szCs w:val="24"/>
              </w:rPr>
              <w:t>Международный день джаза. Объявлен в ноябре 2011 года на 36-й сессии генеральной конференции ЮНЕСКО, в знак признания вклада джаза в диалог культур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</w:t>
            </w:r>
            <w:r>
              <w:rPr>
                <w:sz w:val="24"/>
              </w:rPr>
              <w:t>.99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МАЙ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i/>
                <w:sz w:val="24"/>
              </w:rPr>
              <w:t>Праздник Весны и Труда</w:t>
            </w:r>
            <w:r w:rsidRPr="00A73709">
              <w:rPr>
                <w:sz w:val="24"/>
              </w:rPr>
              <w:t xml:space="preserve"> </w:t>
            </w:r>
            <w:r w:rsidRPr="00A73709">
              <w:rPr>
                <w:i/>
                <w:sz w:val="24"/>
              </w:rPr>
              <w:t xml:space="preserve">(Трудовой кодекс РФ, ст. 112, в ред. ФЗ от 29.12.2004 № 201-ФЗ «О внесении изменений в ст.112 Трудового кодекса РФ») </w:t>
            </w:r>
            <w:r w:rsidRPr="00A73709">
              <w:rPr>
                <w:sz w:val="24"/>
              </w:rPr>
              <w:t>(нерабочий праздничный день)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Собрание законодательства РФ. -2011. - N 4.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A73709">
              <w:rPr>
                <w:iCs/>
                <w:sz w:val="24"/>
                <w:szCs w:val="24"/>
              </w:rPr>
              <w:t>- ст. 6735</w:t>
            </w:r>
          </w:p>
          <w:p w:rsidR="003C4262" w:rsidRPr="00A73709" w:rsidRDefault="003C4262" w:rsidP="00802E2E">
            <w:pPr>
              <w:ind w:right="167"/>
              <w:jc w:val="both"/>
              <w:rPr>
                <w:i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международной солидарности трудящихся. Установлен конгрессом 2 Интернационала (1889) в память о выступлении рабочих в Чикаго (США), организовавших 1 мая 1886 г. забастовку с требованием 8-часового рабочего дня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свободы печати. Отмечается по решению Генеральной Ассамблеи ООН с 1993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права инвалидов. Учр</w:t>
            </w:r>
            <w:r>
              <w:rPr>
                <w:sz w:val="24"/>
              </w:rPr>
              <w:t>ежден ООН. Впервые отмечался в</w:t>
            </w:r>
            <w:r w:rsidRPr="00A73709">
              <w:rPr>
                <w:sz w:val="24"/>
              </w:rPr>
              <w:t xml:space="preserve"> 1992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кубанской журналистики (Закон Краснодарского края «Об установлении праздничных дней и памятных дат в Краснодарском крае» от 14 дек. 2006 № 1145-КЗ)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астма-день (</w:t>
            </w:r>
            <w:r w:rsidRPr="002562E2">
              <w:rPr>
                <w:color w:val="808080"/>
                <w:sz w:val="24"/>
              </w:rPr>
              <w:t>первый вторник мая</w:t>
            </w:r>
            <w:r w:rsidRPr="00A73709">
              <w:rPr>
                <w:sz w:val="24"/>
              </w:rPr>
              <w:t>). Проводится с 1998 года по проекту Международной инициативы против астмы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май. - С.10.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радио, праздник работников всех отраслей связи 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- 3 июня (N 118)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Собрание законодательства РФ. - 2006. - </w:t>
            </w:r>
            <w:r>
              <w:rPr>
                <w:sz w:val="24"/>
                <w:szCs w:val="24"/>
              </w:rPr>
              <w:t xml:space="preserve">N 23. - </w:t>
            </w:r>
            <w:r w:rsidRPr="00A73709">
              <w:rPr>
                <w:sz w:val="24"/>
                <w:szCs w:val="24"/>
              </w:rPr>
              <w:t>ст. 2455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Красного Креста и Красного Полумесяца. Отмечается по решению Международной конференции Красного Креста в день рождения Анри Дюнана (1828-1910), инициатора основания (в феврале 1863) Международного общества Красного Креста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8-9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памяти и примирения, посвященные памяти жертв Второй мировой войны. Провозглашены 59-й сессией Генеральной Ассамблеи ООН 22 ноября 2004 г. по инициативе России и стран СНГ. Отмечаются ежегодно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Победы. </w:t>
            </w:r>
            <w:r w:rsidRPr="00A73709">
              <w:rPr>
                <w:sz w:val="24"/>
              </w:rPr>
              <w:t xml:space="preserve">Нерабочий праздничный день. </w:t>
            </w:r>
            <w:r w:rsidRPr="00A73709">
              <w:rPr>
                <w:i/>
                <w:sz w:val="24"/>
              </w:rPr>
              <w:t>(Трудовой кодекс РФ, ст. 112, в ред. ФЗ от 29.12.2004 № 201-ФЗ «О внесении изменений в ст. 112 Трудового кодекса РФ»)</w:t>
            </w:r>
            <w:r w:rsidRPr="00A73709">
              <w:rPr>
                <w:sz w:val="24"/>
              </w:rPr>
              <w:t xml:space="preserve"> </w:t>
            </w:r>
          </w:p>
          <w:p w:rsidR="003C4262" w:rsidRPr="00A73709" w:rsidRDefault="003C4262" w:rsidP="00DA13E5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советского народа в Великой Отечественной войне 1941-1945. (1945). (Федеральный закон от 13.03.95 № 32-ФЗ,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в ред.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DA13E5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DA13E5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Европы (Отмечается ежегодно в соответствии с решением, принятым лидерами стран-членов ЕС на встрече в Милане в 1985 году)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медицинских сестер (Учрежден Международным советом медсестер в честь дня рождения английской медсестры Флоренс Найтингейл)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7D7615" w:rsidRDefault="003C4262" w:rsidP="007D7615">
            <w:pPr>
              <w:autoSpaceDE w:val="0"/>
              <w:autoSpaceDN w:val="0"/>
              <w:adjustRightInd w:val="0"/>
              <w:ind w:left="-142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День охранно-конвойных подразделений </w:t>
            </w:r>
            <w:r>
              <w:rPr>
                <w:sz w:val="24"/>
              </w:rPr>
              <w:t>полиции</w:t>
            </w:r>
            <w:r w:rsidRPr="00A73709">
              <w:rPr>
                <w:sz w:val="24"/>
              </w:rPr>
              <w:t>. (Приказ МВД РФ от 23 октября 2002 № 1026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  <w:szCs w:val="24"/>
              </w:rPr>
              <w:t>(ред. от 30.12.2011)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Черноморского флота (В 1783 г. В Херсоне началось строительство флотилии боевых кораблей под командованием Федора Ушакова). Отмечается с 1996 года по приказу Главкома ВМФ)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семьи (Отмечается с 1994 г. по решению Ген. Ассамблеи ООН, в России распоряжением Президента РФ от 04. 05.95 № 208-рп)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информационного сообщества</w:t>
            </w:r>
            <w:r>
              <w:rPr>
                <w:sz w:val="24"/>
              </w:rPr>
              <w:t xml:space="preserve">. </w:t>
            </w:r>
            <w:r w:rsidRPr="00A73709">
              <w:rPr>
                <w:sz w:val="24"/>
              </w:rPr>
              <w:t>Отмечается с 1969 года по решению сессии Административного совета Международного союза электросвязи (МСЭ) в день основания союза (1965)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48.</w:t>
            </w:r>
          </w:p>
        </w:tc>
      </w:tr>
      <w:tr w:rsidR="003C4262" w:rsidTr="0097460D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97460D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5220DB" w:rsidRDefault="003C4262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5220DB">
              <w:rPr>
                <w:sz w:val="24"/>
                <w:szCs w:val="24"/>
              </w:rPr>
              <w:t>Всемирный день борьбы с гипертонией. Учреждён Всемирной лигой борьбы с гипертонией при поддержке ВОЗ, он проводится с 2005 года. Основная его задача - привлечь внимание населения к предупреждению болезней, вызванных высоким артериальным давлением и сообщить людям информацию по их профилактике, выявлению и лечению.</w:t>
            </w:r>
          </w:p>
        </w:tc>
        <w:tc>
          <w:tcPr>
            <w:tcW w:w="4565" w:type="dxa"/>
          </w:tcPr>
          <w:p w:rsidR="003C4262" w:rsidRPr="00A73709" w:rsidRDefault="003C4262" w:rsidP="0097460D">
            <w:pPr>
              <w:ind w:right="167"/>
              <w:jc w:val="both"/>
              <w:rPr>
                <w:sz w:val="24"/>
              </w:rPr>
            </w:pPr>
            <w:r w:rsidRPr="005220DB">
              <w:rPr>
                <w:sz w:val="24"/>
              </w:rPr>
              <w:t xml:space="preserve">http://www.medlinks.ru/article.php?sid=45212 </w:t>
            </w:r>
          </w:p>
        </w:tc>
      </w:tr>
      <w:tr w:rsidR="003C4262" w:rsidTr="0097460D">
        <w:trPr>
          <w:gridAfter w:val="4"/>
          <w:wAfter w:w="13057" w:type="dxa"/>
        </w:trPr>
        <w:tc>
          <w:tcPr>
            <w:tcW w:w="1042" w:type="dxa"/>
          </w:tcPr>
          <w:p w:rsidR="003C4262" w:rsidRPr="00E60647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 w:rsidRPr="00E60647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памяти жертв</w:t>
            </w:r>
            <w:r w:rsidRPr="00B909D6">
              <w:rPr>
                <w:color w:val="000000"/>
                <w:sz w:val="24"/>
              </w:rPr>
              <w:t xml:space="preserve"> СПИДа</w:t>
            </w:r>
            <w:r w:rsidRPr="00A73709">
              <w:rPr>
                <w:sz w:val="24"/>
              </w:rPr>
              <w:t xml:space="preserve"> </w:t>
            </w:r>
            <w:r w:rsidRPr="00EE6FDE">
              <w:rPr>
                <w:sz w:val="24"/>
              </w:rPr>
              <w:t>(</w:t>
            </w:r>
            <w:r w:rsidRPr="00134ADB">
              <w:rPr>
                <w:color w:val="808080"/>
                <w:sz w:val="24"/>
              </w:rPr>
              <w:t>третье воскресенье мая</w:t>
            </w:r>
            <w:r w:rsidRPr="00EE6FDE">
              <w:rPr>
                <w:sz w:val="24"/>
              </w:rPr>
              <w:t>).</w:t>
            </w:r>
            <w:r>
              <w:rPr>
                <w:color w:val="1F497D"/>
                <w:sz w:val="24"/>
              </w:rPr>
              <w:t xml:space="preserve"> </w:t>
            </w:r>
            <w:r w:rsidRPr="00EE6FDE">
              <w:rPr>
                <w:sz w:val="24"/>
              </w:rPr>
              <w:t>Решение Генеральной Ассамблеи ООН от 1991.</w:t>
            </w:r>
            <w:r>
              <w:rPr>
                <w:color w:val="1F497D"/>
                <w:sz w:val="24"/>
              </w:rPr>
              <w:t xml:space="preserve"> </w:t>
            </w:r>
            <w:r w:rsidRPr="00134ADB">
              <w:rPr>
                <w:color w:val="000000"/>
                <w:sz w:val="24"/>
              </w:rPr>
              <w:t>В</w:t>
            </w:r>
            <w:r w:rsidRPr="00A73709">
              <w:rPr>
                <w:sz w:val="24"/>
              </w:rPr>
              <w:t xml:space="preserve"> России впервые отмечался в 1993 году 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музеев (Отмечается с 1978 г. По решению 11-й Генеральной конференции Международного совета музеев)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метролога. Отмечается по решению ЮНЕСКО с 2001 года с честь того, что 20 мая 1975 года в Париже полномочными представителями 18 стран мира была подписана Международная метрическая конвенция «для обеспечения международного единства и усовершенствования метрической системы»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культурного разнообразия во имя диалога и развития. </w:t>
            </w:r>
            <w:r w:rsidRPr="00A73709">
              <w:rPr>
                <w:sz w:val="24"/>
                <w:szCs w:val="24"/>
              </w:rPr>
              <w:t>Провозглашен Генеральной Ассамблеей ООН 20 декабря 2002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681DBC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color w:val="3B3B3B"/>
                <w:sz w:val="24"/>
                <w:szCs w:val="24"/>
              </w:rPr>
              <w:t>День защиты от без</w:t>
            </w:r>
            <w:r>
              <w:rPr>
                <w:color w:val="3B3B3B"/>
                <w:sz w:val="24"/>
                <w:szCs w:val="24"/>
              </w:rPr>
              <w:t>р</w:t>
            </w:r>
            <w:r w:rsidRPr="00681DBC">
              <w:rPr>
                <w:color w:val="3B3B3B"/>
                <w:sz w:val="24"/>
                <w:szCs w:val="24"/>
              </w:rPr>
              <w:t>аботицы. Учрежден общественными организациями и средствами массовой информации Российской Федерации. Впервые в России был проведен в 1992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4B4FF8" w:rsidRDefault="003C4262" w:rsidP="004B4F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День полярника (</w:t>
            </w:r>
            <w:hyperlink r:id="rId17" w:history="1">
              <w:r w:rsidRPr="004B4FF8">
                <w:rPr>
                  <w:color w:val="000000"/>
                  <w:sz w:val="24"/>
                  <w:szCs w:val="24"/>
                </w:rPr>
                <w:t>Указ</w:t>
              </w:r>
            </w:hyperlink>
            <w:r w:rsidRPr="004B4FF8">
              <w:rPr>
                <w:sz w:val="24"/>
                <w:szCs w:val="24"/>
              </w:rPr>
              <w:t xml:space="preserve"> президента РФ от 21.05.2013 N 502) </w:t>
            </w:r>
          </w:p>
          <w:p w:rsidR="003C4262" w:rsidRPr="00681DBC" w:rsidRDefault="003C4262" w:rsidP="00802E2E">
            <w:pPr>
              <w:ind w:right="167"/>
              <w:jc w:val="both"/>
              <w:rPr>
                <w:color w:val="3B3B3B"/>
                <w:sz w:val="24"/>
                <w:szCs w:val="24"/>
              </w:rPr>
            </w:pPr>
          </w:p>
        </w:tc>
        <w:tc>
          <w:tcPr>
            <w:tcW w:w="4565" w:type="dxa"/>
          </w:tcPr>
          <w:p w:rsidR="003C4262" w:rsidRPr="004B4FF8" w:rsidRDefault="003C4262" w:rsidP="004B4FF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Собрание законодательства РФ. – 2013. - N 21. - ст. 2623.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биологического разнообразия. Решение Генеральной Ассамблеи ООН от 2003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славянской письменности и культуры </w:t>
            </w:r>
            <w:r w:rsidRPr="006A7077">
              <w:rPr>
                <w:color w:val="000000"/>
                <w:sz w:val="24"/>
              </w:rPr>
              <w:t>(</w:t>
            </w:r>
            <w:r w:rsidRPr="006A7077">
              <w:rPr>
                <w:color w:val="000000"/>
                <w:sz w:val="24"/>
                <w:szCs w:val="24"/>
              </w:rPr>
              <w:t>Указ Президента РФ от 16.03.2010 N 323)</w:t>
            </w:r>
          </w:p>
        </w:tc>
        <w:tc>
          <w:tcPr>
            <w:tcW w:w="4565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2010. - N 12. - ст. 1313</w:t>
            </w:r>
            <w:r>
              <w:rPr>
                <w:sz w:val="24"/>
                <w:szCs w:val="24"/>
              </w:rPr>
              <w:t>.</w:t>
            </w:r>
          </w:p>
          <w:p w:rsidR="003C4262" w:rsidRPr="006A7077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</w:t>
            </w:r>
            <w:r>
              <w:rPr>
                <w:sz w:val="24"/>
              </w:rPr>
              <w:t>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май. - С. 74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последнего звонка 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предпринимательства (Указ Президента РФ от 18.10.07 № 1381).</w:t>
            </w:r>
          </w:p>
        </w:tc>
        <w:tc>
          <w:tcPr>
            <w:tcW w:w="4565" w:type="dxa"/>
          </w:tcPr>
          <w:p w:rsidR="003C4262" w:rsidRPr="006A7077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43. - ст. 5172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6D42C1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BF14F5">
            <w:pPr>
              <w:autoSpaceDE w:val="0"/>
              <w:autoSpaceDN w:val="0"/>
              <w:adjustRightInd w:val="0"/>
              <w:ind w:left="38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BF14F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6D42C1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Общероссийский день библиотек (Указ Президента РФ от 27.05.95 № 539)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1995. – (N 106) </w:t>
            </w:r>
            <w:r>
              <w:rPr>
                <w:sz w:val="24"/>
                <w:szCs w:val="24"/>
              </w:rPr>
              <w:t xml:space="preserve">- </w:t>
            </w:r>
            <w:r w:rsidRPr="00A73709">
              <w:rPr>
                <w:sz w:val="24"/>
                <w:szCs w:val="24"/>
              </w:rPr>
              <w:t>02 июня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1995. - N 23. - ст. 2198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пограничника (Указ Президента РФ от 23.05.94 № 1011)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5. -</w:t>
            </w:r>
            <w:r>
              <w:rPr>
                <w:sz w:val="24"/>
                <w:szCs w:val="24"/>
              </w:rPr>
              <w:t xml:space="preserve"> ст. 401.</w:t>
            </w:r>
          </w:p>
          <w:p w:rsidR="003C4262" w:rsidRPr="00BD57CE" w:rsidRDefault="003C4262" w:rsidP="00BD57C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- N 97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миротворцев ООН. Решение Генеральной Ассамблеи ООН от 2002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автомобилиста. Приказ Минобороны РФ от 26.0.2000 3 250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6D42C1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left="38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химика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6B348F">
              <w:rPr>
                <w:color w:val="808080"/>
                <w:sz w:val="24"/>
              </w:rPr>
              <w:t>(последнее воскресенье мая)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(Указы Президиума ВС СССР от 01.10.80 № 3018-Х и от 01.11.88 № 9724 –Х1) 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6D42C1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юриста Краснодарского края </w:t>
            </w:r>
            <w:r w:rsidRPr="006B348F">
              <w:rPr>
                <w:color w:val="808080"/>
                <w:sz w:val="24"/>
              </w:rPr>
              <w:t>(последнее воскресенье мая)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 и Постановление ЗС КК от 14.10.01 № 1180-П)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без табака (Проводится по инициативе Всемирной организации здравоохранения)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94.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адвокатуры России (Объявлен решением 2 Всероссийского съезда адвокатов (2005)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Адвокат. – 2006. - N 6.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по делам несовершеннолетних ОВД РФ. (Приказ МВД РФ от 18 декабря 2003 № 1005)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ИЮНЬ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символов Краснодарского края: герба, флага и гимна Краснодарского края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 и Постановление ЗС КК от 14.07.04 № 948-П)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защиты детей. Установлен в 1949 г. по решению сессии Международной демократической федерации женщин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5.</w:t>
            </w:r>
          </w:p>
        </w:tc>
      </w:tr>
      <w:tr w:rsidR="003C4262" w:rsidRPr="00703E4D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703E4D" w:rsidRDefault="003C4262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3C4262" w:rsidRPr="00703E4D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Всемирный день родителей</w:t>
            </w:r>
            <w:r>
              <w:rPr>
                <w:sz w:val="24"/>
                <w:szCs w:val="24"/>
              </w:rPr>
              <w:t>. Учрежден на заседании 66 сессии Генеральной Ассамблеи ООН 17 сент. 2012 года</w:t>
            </w:r>
          </w:p>
        </w:tc>
        <w:tc>
          <w:tcPr>
            <w:tcW w:w="4565" w:type="dxa"/>
          </w:tcPr>
          <w:p w:rsidR="003C4262" w:rsidRPr="00681DBC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sz w:val="24"/>
                <w:szCs w:val="24"/>
              </w:rPr>
              <w:t>http://daccess-dds-ny.un.org/doc/UNDOC/GEN/N11/476/36/PDF/N1147636.pdf?OpenElement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детей – жертв агрессии. </w:t>
            </w:r>
            <w:r>
              <w:rPr>
                <w:sz w:val="24"/>
              </w:rPr>
              <w:t xml:space="preserve">Решение Генеральной Ассамблеи ООН. </w:t>
            </w:r>
            <w:r w:rsidRPr="00A73709">
              <w:rPr>
                <w:sz w:val="24"/>
              </w:rPr>
              <w:t>Отмечается с 1983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окружающей среды. Установлен по решению Генеральной Ассамблеи ООН в 1972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эколога (Указ Президента РФ от 21.07.2007 № 933)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-2007. - N 31. - ст. 4019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Пушкинский день России (Указ Президента РФ от 21.05.97 № 506)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1997. - N 21. - ст. 2466.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1997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N 105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мая.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русского языка (Указ Президента РФ от 6 июня 2011 № 705)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24. -</w:t>
            </w:r>
            <w:r w:rsidRPr="00A73709">
              <w:rPr>
                <w:sz w:val="24"/>
                <w:szCs w:val="24"/>
              </w:rPr>
              <w:t xml:space="preserve"> ст. 3401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социального работника (Указ Президента РФ от 27.10.00 № 1796)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44. -</w:t>
            </w:r>
            <w:r w:rsidRPr="00A73709">
              <w:rPr>
                <w:sz w:val="24"/>
                <w:szCs w:val="24"/>
              </w:rPr>
              <w:t xml:space="preserve"> ст. 4353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E95233" w:rsidRDefault="003C4262" w:rsidP="00802E2E">
            <w:pPr>
              <w:ind w:right="167"/>
              <w:jc w:val="both"/>
              <w:rPr>
                <w:color w:val="C0504D"/>
                <w:sz w:val="24"/>
              </w:rPr>
            </w:pPr>
            <w:hyperlink r:id="rId18" w:history="1">
              <w:r w:rsidRPr="007868BF">
                <w:rPr>
                  <w:color w:val="333333"/>
                  <w:sz w:val="24"/>
                  <w:szCs w:val="24"/>
                </w:rPr>
                <w:t>Всемирный день океанов</w:t>
              </w:r>
            </w:hyperlink>
            <w:r w:rsidRPr="005E3EFE">
              <w:rPr>
                <w:sz w:val="24"/>
                <w:szCs w:val="24"/>
              </w:rPr>
              <w:t>.</w:t>
            </w:r>
            <w:r>
              <w:rPr>
                <w:color w:val="C0504D"/>
                <w:sz w:val="24"/>
              </w:rPr>
              <w:t xml:space="preserve"> </w:t>
            </w:r>
            <w:r w:rsidRPr="00BD57CE">
              <w:rPr>
                <w:color w:val="000000"/>
                <w:sz w:val="24"/>
              </w:rPr>
              <w:t>Отмечается в соответствии с резолюцией</w:t>
            </w:r>
            <w:r>
              <w:rPr>
                <w:color w:val="000000"/>
                <w:sz w:val="24"/>
              </w:rPr>
              <w:t xml:space="preserve"> </w:t>
            </w:r>
            <w:r w:rsidRPr="00BD57CE">
              <w:rPr>
                <w:color w:val="000000"/>
                <w:sz w:val="24"/>
              </w:rPr>
              <w:t>Генеральной Ассамблеи ООН от 12 февраля 2009 г. по инициативе участников Международного саммита по окружающей среде в Рио-де-Жанейро (1992) и Йоханнесбурге (2003)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июнь. - С. 31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C230BE" w:rsidRDefault="003C4262" w:rsidP="007D772A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пресс-служб и подразделений общественных связей органов внутренних дел РФ. Установлен Приказом МВД РФ от 10.04.03 № 240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архитектора Краснодарского края. Закон Краснодарского края от 14.12.2006 № 1145-КЗ (в редакции закона от 16.07.2010 № 2015-КЗ)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RPr="00A73709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76456C" w:rsidRDefault="003C4262" w:rsidP="00802E2E">
            <w:pPr>
              <w:ind w:right="167"/>
              <w:jc w:val="center"/>
              <w:rPr>
                <w:sz w:val="24"/>
              </w:rPr>
            </w:pPr>
            <w:r w:rsidRPr="0076456C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pStyle w:val="Heading2"/>
              <w:ind w:right="167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России. </w:t>
            </w:r>
            <w:r w:rsidRPr="00A73709">
              <w:rPr>
                <w:i w:val="0"/>
                <w:sz w:val="24"/>
              </w:rPr>
              <w:t>Нерабочий праздничный день</w:t>
            </w:r>
            <w:r w:rsidRPr="00A73709">
              <w:rPr>
                <w:sz w:val="24"/>
              </w:rPr>
              <w:t xml:space="preserve"> (Трудовой кодекс РФ, ст. 112)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Российская газета. – 2001. – (N 256) 31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iCs/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2002. - N 1 (ч. 1). - ст. 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действий за устранение детского труда. Отмечается по решению сессии Генеральной конференции Международной организации труда (МОТ), состоявшейся 3-20 июня 2002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</w:t>
            </w:r>
            <w:r>
              <w:rPr>
                <w:sz w:val="24"/>
              </w:rPr>
              <w:t>ТАР ТАСС. - 2011. – июнь. - С. 40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C230BE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текстильной и легкой промышленности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627467">
              <w:rPr>
                <w:color w:val="808080"/>
                <w:sz w:val="24"/>
              </w:rPr>
              <w:t>(</w:t>
            </w:r>
            <w:r w:rsidRPr="00627467">
              <w:rPr>
                <w:color w:val="808080"/>
                <w:sz w:val="24"/>
                <w:szCs w:val="24"/>
              </w:rPr>
              <w:t>второе воскресенье июня</w:t>
            </w:r>
            <w:r w:rsidRPr="00627467">
              <w:rPr>
                <w:color w:val="808080"/>
                <w:sz w:val="24"/>
              </w:rPr>
              <w:t>)</w:t>
            </w:r>
            <w:r w:rsidRPr="00031A87">
              <w:rPr>
                <w:color w:val="1F497D"/>
                <w:sz w:val="24"/>
              </w:rPr>
              <w:t xml:space="preserve"> (</w:t>
            </w:r>
            <w:r>
              <w:rPr>
                <w:sz w:val="24"/>
              </w:rPr>
              <w:t xml:space="preserve">Указ Президента РФ от </w:t>
            </w:r>
            <w:r w:rsidRPr="00A73709">
              <w:rPr>
                <w:sz w:val="24"/>
              </w:rPr>
              <w:t>17.06.00 № 1111)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2000. - N 25. - ст. 2679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донора крови. Впервые отмечался в 2004 году </w:t>
            </w:r>
            <w:r>
              <w:rPr>
                <w:sz w:val="24"/>
              </w:rPr>
              <w:t>по решению ВОЗ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47.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14 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миграционной службы (Указ Президента РФ от 04.06.2007 № 701)</w:t>
            </w:r>
          </w:p>
        </w:tc>
        <w:tc>
          <w:tcPr>
            <w:tcW w:w="4565" w:type="dxa"/>
          </w:tcPr>
          <w:p w:rsidR="003C4262" w:rsidRPr="0071764E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24. - ст. 2895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C230BE" w:rsidRDefault="003C4262" w:rsidP="00D1356C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 борьбе с опустыниванием и засухой (отмечается в день подписания в Париже Международной конвенции по борьбе с опустыниванием)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58.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детского футбола. Объявлен Детским фондом ООН (ЮНИСЕФ) и Международной федерацией футбольных ассоциаций (ФИФА) с целью привлечения внимания мировой общественности к проблемам детей и пропаганды здорового образа жизни среди молодежи.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минно-торпедной службы Военно-Морского Флота России (Учрежден приказом Главнокомандующего ВМФ России от 15 июля 1996 г.)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беженцев. Установлен в 2001 году по инициативе Генеральной Ассамблеи ООН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340F3A" w:rsidRDefault="003C4262" w:rsidP="004C512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color w:val="000000"/>
                <w:sz w:val="24"/>
                <w:szCs w:val="24"/>
              </w:rPr>
            </w:pPr>
            <w:r w:rsidRPr="004C5123">
              <w:rPr>
                <w:color w:val="000000"/>
                <w:sz w:val="24"/>
                <w:szCs w:val="24"/>
              </w:rPr>
              <w:t>21</w:t>
            </w:r>
            <w:r w:rsidRPr="00340F3A">
              <w:rPr>
                <w:color w:val="000000"/>
                <w:sz w:val="24"/>
                <w:szCs w:val="24"/>
              </w:rPr>
              <w:tab/>
            </w:r>
            <w:r w:rsidRPr="004C5123">
              <w:rPr>
                <w:color w:val="000000"/>
                <w:sz w:val="24"/>
                <w:szCs w:val="24"/>
              </w:rPr>
              <w:t>День работника статистики</w:t>
            </w:r>
            <w:r w:rsidRPr="00340F3A">
              <w:rPr>
                <w:color w:val="000000"/>
                <w:sz w:val="24"/>
                <w:szCs w:val="24"/>
              </w:rPr>
              <w:tab/>
            </w:r>
            <w:hyperlink r:id="rId19" w:history="1">
              <w:r w:rsidRPr="004C5123">
                <w:rPr>
                  <w:color w:val="000000"/>
                  <w:sz w:val="24"/>
                  <w:szCs w:val="24"/>
                </w:rPr>
                <w:t>Приказ</w:t>
              </w:r>
            </w:hyperlink>
            <w:r w:rsidRPr="004C5123">
              <w:rPr>
                <w:color w:val="000000"/>
                <w:sz w:val="24"/>
                <w:szCs w:val="24"/>
              </w:rPr>
              <w:t xml:space="preserve"> Росстата от 21.07.2014 N 481</w:t>
            </w:r>
          </w:p>
          <w:p w:rsidR="003C4262" w:rsidRPr="00340F3A" w:rsidRDefault="003C4262" w:rsidP="00EB411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11" w:type="dxa"/>
          </w:tcPr>
          <w:p w:rsidR="003C4262" w:rsidRPr="00340F3A" w:rsidRDefault="003C4262" w:rsidP="00340F3A">
            <w:pPr>
              <w:pStyle w:val="ConsPlusNormal"/>
              <w:ind w:left="-49"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работника статистики</w:t>
            </w:r>
            <w:r w:rsidRPr="00340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(Приказ Росстата от 21.07.2014 N 481</w:t>
            </w:r>
          </w:p>
          <w:p w:rsidR="003C4262" w:rsidRPr="00340F3A" w:rsidRDefault="003C4262" w:rsidP="00340F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40F3A">
              <w:rPr>
                <w:color w:val="000000"/>
                <w:sz w:val="24"/>
                <w:szCs w:val="24"/>
              </w:rPr>
              <w:t xml:space="preserve"> </w:t>
            </w:r>
            <w:r w:rsidRPr="004C5123">
              <w:rPr>
                <w:color w:val="000000"/>
                <w:sz w:val="24"/>
                <w:szCs w:val="24"/>
              </w:rPr>
              <w:t>(Зарегистрировано в Минюсте России 07.08.2014 N 33476)</w:t>
            </w:r>
            <w:r w:rsidRPr="00340F3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565" w:type="dxa"/>
          </w:tcPr>
          <w:p w:rsidR="003C4262" w:rsidRPr="004C5123" w:rsidRDefault="003C4262" w:rsidP="00340F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123">
              <w:rPr>
                <w:sz w:val="24"/>
                <w:szCs w:val="24"/>
              </w:rPr>
              <w:t>Российская газета</w:t>
            </w:r>
            <w:r w:rsidRPr="00EC531A">
              <w:rPr>
                <w:sz w:val="24"/>
                <w:szCs w:val="24"/>
              </w:rPr>
              <w:t xml:space="preserve">. – </w:t>
            </w:r>
            <w:r w:rsidRPr="004C5123">
              <w:rPr>
                <w:sz w:val="24"/>
                <w:szCs w:val="24"/>
              </w:rPr>
              <w:t>2014</w:t>
            </w:r>
            <w:r w:rsidRPr="00EC531A">
              <w:rPr>
                <w:sz w:val="24"/>
                <w:szCs w:val="24"/>
              </w:rPr>
              <w:t>. – 21 авг.</w:t>
            </w:r>
          </w:p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C230BE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C230BE">
              <w:rPr>
                <w:color w:val="000000"/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медицинского </w:t>
            </w:r>
            <w:r w:rsidRPr="00703E4D">
              <w:rPr>
                <w:sz w:val="24"/>
              </w:rPr>
              <w:t>работника (</w:t>
            </w:r>
            <w:r w:rsidRPr="00D1356C">
              <w:rPr>
                <w:color w:val="808080"/>
                <w:sz w:val="24"/>
              </w:rPr>
              <w:t>третье воскресенье июня</w:t>
            </w:r>
            <w:r w:rsidRPr="00703E4D">
              <w:rPr>
                <w:sz w:val="24"/>
              </w:rPr>
              <w:t>).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64.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кинологических подразделений МВД РФ (Приказ МВД РФ от 18 июня 2004 № 383)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кинологической службы уголовно-исполнительной системы. Учрежден Приказом Министерства юстиции РФ и Федеральной службы исполнения наказаний от 06.07.2006 № 469.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4. 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гидрографии. Отмечается по инициативе Международной гидрографической организации и при поддержке Генеральной Ассамблеи ООН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скейтбординга. Отмечается по решению Международной ассоциации скейтборд-компаний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21-24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школьных выпускных вечеров - детские, юношеские, молодежные праздничные дни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3C4262" w:rsidRPr="00A73709" w:rsidRDefault="003C4262" w:rsidP="00FF7C81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памяти и скорби – день начала Великой Отечественной войны (1941 год) (Указ Президента РФ от 08.06.96 № 857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ФЗ, в ред.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4D1E1D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4D1E1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службы ООН. Учрежден решением Генеральной Ассамблеи ООН от 20 декабря 2002 г. в ознаменовании вклада государственной службы в процесс развития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Олимпийский день. </w:t>
            </w:r>
            <w:r w:rsidRPr="00A73709">
              <w:rPr>
                <w:color w:val="000000"/>
                <w:sz w:val="24"/>
                <w:szCs w:val="24"/>
              </w:rPr>
              <w:t>Отмечается ежегодно по решению Международного Олимпийского комитета с 1967 в разных странах в разные дни в ознаменование годовщины создания Международного олимпийского комитета (23 июня 1894 г., Париж).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B34B71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B34B71">
              <w:rPr>
                <w:sz w:val="24"/>
                <w:szCs w:val="24"/>
              </w:rPr>
              <w:t xml:space="preserve">День дружбы и единения славян. </w:t>
            </w:r>
            <w:r w:rsidRPr="00B34B71">
              <w:rPr>
                <w:color w:val="000000"/>
                <w:sz w:val="24"/>
                <w:szCs w:val="24"/>
              </w:rPr>
              <w:t>Этот праздник был учреждён в 90-х годах 20 века и был создан для того, чтобы разные ветви славянских народов помнили о своих исторических корнях, стремились сохранить свою культуру и многовековую связь друг с другом. Наиболее широко эта дата отмечается тремя дружественными странами — Россией, Украиной и Беларусью. Как отмечается в официальных поздравлениях глав этих государств, это поистине народный праздник, идущий от общих корней, культурных традиций и обычаев наших народов.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B34B71">
              <w:rPr>
                <w:sz w:val="24"/>
              </w:rPr>
              <w:t>http://www.calend.ru/holidays/0/0/551/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борьбы </w:t>
            </w:r>
            <w:r w:rsidRPr="00575D4A">
              <w:rPr>
                <w:color w:val="000000"/>
                <w:sz w:val="24"/>
              </w:rPr>
              <w:t>со злоупотреблением</w:t>
            </w:r>
            <w:r w:rsidRPr="00A73709">
              <w:rPr>
                <w:sz w:val="24"/>
              </w:rPr>
              <w:t xml:space="preserve"> наркотическими средствами и их незаконным оборотом. Отмечается по решению Генеральной Ассамблеи ООН, принятому в 1987 г. в рамках объявленного ею Десятилетия борьбы с наркоманией (1991-2000)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молодежи в России (Распоряжение Президента РФ от 24.06.93 № 459-р)</w:t>
            </w:r>
          </w:p>
        </w:tc>
        <w:tc>
          <w:tcPr>
            <w:tcW w:w="4565" w:type="dxa"/>
          </w:tcPr>
          <w:p w:rsidR="003C4262" w:rsidRPr="007D7615" w:rsidRDefault="003C4262" w:rsidP="007D7615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6A7077">
              <w:rPr>
                <w:color w:val="000000"/>
                <w:sz w:val="24"/>
                <w:szCs w:val="24"/>
              </w:rPr>
              <w:t>Собрание актов Президента и Правительства РФ. – 1993. - N 26. - ст. 2448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рыболовства. Отмечается ежегодно по решению Международной конференции по регулированию и развитию рыболовства, состоявшейся в июле 1984 г. в Риме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91.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A73EA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изобретателя и рационализатора </w:t>
            </w:r>
            <w:r w:rsidRPr="00703E4D">
              <w:rPr>
                <w:sz w:val="24"/>
              </w:rPr>
              <w:t>(</w:t>
            </w:r>
            <w:r w:rsidRPr="00282DD2">
              <w:rPr>
                <w:color w:val="808080"/>
                <w:sz w:val="24"/>
              </w:rPr>
              <w:t>последняя суббота июня</w:t>
            </w:r>
            <w:r w:rsidRPr="00703E4D">
              <w:rPr>
                <w:sz w:val="24"/>
              </w:rPr>
              <w:t>).</w:t>
            </w:r>
            <w:r w:rsidRPr="00AA73EA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A73EA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встречи выпускников высших и средних учебных заведений (</w:t>
            </w:r>
            <w:r w:rsidRPr="00200F33">
              <w:rPr>
                <w:color w:val="808080"/>
                <w:sz w:val="24"/>
              </w:rPr>
              <w:t>последняя суббота июня</w:t>
            </w:r>
            <w:r>
              <w:rPr>
                <w:sz w:val="24"/>
              </w:rPr>
              <w:t xml:space="preserve">).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партизан и подпольщиков (ФЗ от 10.04.2009 № 59-ФЗ, ред. </w:t>
            </w:r>
            <w:r w:rsidRPr="00A73709">
              <w:rPr>
                <w:bCs/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Default="003C4262" w:rsidP="00EB411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подписания (1792 г.) Екатериной Второй Жалованной грамоты войску Черноморскому на остров Фанагорию Таврической области со всеми угодьями к нему принадлежащими, с предоставлением войсковому начальству внутренней расправы, и обывателям свободной внутренней торговли и вольной продажи вина на войсковых землях, и с пожалованием ему знамени и литавров с приложением росписи ежегодному жалованью на войско Черноморское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  <w:r w:rsidRPr="003732F4">
              <w:rPr>
                <w:sz w:val="24"/>
                <w:szCs w:val="24"/>
              </w:rPr>
              <w:t xml:space="preserve"> 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ИЮЛЬ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спортивного журналиста. Отмечается по инициативе Международной ассоциации спортивной прессы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инспекции безопасности дорожного движ</w:t>
            </w:r>
            <w:r>
              <w:rPr>
                <w:sz w:val="24"/>
              </w:rPr>
              <w:t>ения МВД РФ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A73709">
              <w:rPr>
                <w:sz w:val="24"/>
              </w:rPr>
              <w:t>Приказ МВД РФ от 03.07.2009 № 502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372FD7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кооперативов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/>
                <w:sz w:val="24"/>
              </w:rPr>
              <w:t>первая суббота июля</w:t>
            </w:r>
            <w:r w:rsidRPr="00703E4D">
              <w:rPr>
                <w:sz w:val="24"/>
              </w:rPr>
              <w:t>).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49-й сессии Генеральной Ассамблеи ООН от 1994 г.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372FD7" w:rsidRDefault="003C426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морского и речного флота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E012F">
              <w:rPr>
                <w:color w:val="000000"/>
                <w:sz w:val="24"/>
              </w:rPr>
              <w:t>(</w:t>
            </w:r>
            <w:r w:rsidRPr="00AE012F">
              <w:rPr>
                <w:color w:val="808080"/>
                <w:sz w:val="24"/>
              </w:rPr>
              <w:t>первое воскресенье июля</w:t>
            </w:r>
            <w:r w:rsidRPr="00703E4D">
              <w:rPr>
                <w:sz w:val="24"/>
              </w:rPr>
              <w:t>) (</w:t>
            </w:r>
            <w:r w:rsidRPr="00A73709">
              <w:rPr>
                <w:sz w:val="24"/>
              </w:rPr>
              <w:t>Указы Президиума ВС СССР от01.1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</w:tcPr>
          <w:p w:rsidR="003C4262" w:rsidRPr="00B541EB" w:rsidRDefault="003C42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B541EB">
              <w:rPr>
                <w:color w:val="000000"/>
                <w:sz w:val="24"/>
                <w:szCs w:val="24"/>
              </w:rPr>
              <w:t>Свод законов СССР</w:t>
            </w:r>
            <w:r>
              <w:rPr>
                <w:color w:val="000000"/>
                <w:sz w:val="24"/>
                <w:szCs w:val="24"/>
              </w:rPr>
              <w:t xml:space="preserve"> : т. 1. – 1990. -</w:t>
            </w:r>
            <w:r w:rsidRPr="00B541EB">
              <w:rPr>
                <w:color w:val="000000"/>
                <w:sz w:val="24"/>
                <w:szCs w:val="24"/>
              </w:rPr>
              <w:t xml:space="preserve"> с. 417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C4262" w:rsidRPr="006D337C" w:rsidRDefault="003C4262" w:rsidP="006D33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ВС СССР. – 1980. - N 41. - ст. 846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575D4A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75D4A">
              <w:rPr>
                <w:color w:val="000000"/>
                <w:sz w:val="24"/>
                <w:szCs w:val="24"/>
              </w:rPr>
              <w:t>День финансовой службы МВД России (Приказ МВД РФ от 01.07.2008 N 565)</w:t>
            </w:r>
          </w:p>
          <w:p w:rsidR="003C4262" w:rsidRPr="00575D4A" w:rsidRDefault="003C4262" w:rsidP="00EB4112">
            <w:pPr>
              <w:autoSpaceDE w:val="0"/>
              <w:autoSpaceDN w:val="0"/>
              <w:adjustRightInd w:val="0"/>
              <w:ind w:left="540"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RPr="00703E4D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566624" w:rsidRDefault="003C4262" w:rsidP="007D772A">
            <w:pPr>
              <w:ind w:right="167"/>
              <w:jc w:val="center"/>
              <w:rPr>
                <w:sz w:val="24"/>
              </w:rPr>
            </w:pPr>
            <w:r w:rsidRPr="00566624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566624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</w:t>
            </w:r>
            <w:r w:rsidRPr="00566624">
              <w:rPr>
                <w:sz w:val="24"/>
                <w:szCs w:val="24"/>
              </w:rPr>
              <w:t>День победы русского флота над турецким флотом в Чесменском сражении (1770 год) (</w:t>
            </w:r>
            <w:r w:rsidRPr="00A73709">
              <w:rPr>
                <w:sz w:val="24"/>
              </w:rPr>
              <w:t>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  <w:p w:rsidR="003C4262" w:rsidRPr="00703E4D" w:rsidRDefault="003C4262" w:rsidP="0056662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</w:rPr>
            </w:pPr>
          </w:p>
        </w:tc>
        <w:tc>
          <w:tcPr>
            <w:tcW w:w="4565" w:type="dxa"/>
          </w:tcPr>
          <w:p w:rsidR="003C4262" w:rsidRPr="00566624" w:rsidRDefault="003C4262" w:rsidP="00513134">
            <w:pPr>
              <w:ind w:right="167"/>
              <w:jc w:val="both"/>
              <w:rPr>
                <w:sz w:val="24"/>
              </w:rPr>
            </w:pPr>
            <w:r w:rsidRPr="00566624">
              <w:rPr>
                <w:sz w:val="24"/>
                <w:szCs w:val="24"/>
              </w:rPr>
              <w:t xml:space="preserve">Российская газета. – 2012. – 13 июля </w:t>
            </w:r>
            <w:r w:rsidRPr="00566624">
              <w:rPr>
                <w:sz w:val="24"/>
              </w:rPr>
              <w:t>(</w:t>
            </w:r>
            <w:r w:rsidRPr="00566624">
              <w:rPr>
                <w:sz w:val="24"/>
                <w:lang w:val="en-US"/>
              </w:rPr>
              <w:t xml:space="preserve">N </w:t>
            </w:r>
            <w:r w:rsidRPr="00566624">
              <w:rPr>
                <w:sz w:val="24"/>
              </w:rPr>
              <w:t>159).</w:t>
            </w:r>
          </w:p>
          <w:p w:rsidR="003C4262" w:rsidRPr="00703E4D" w:rsidRDefault="003C42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семьи, любви и верности, отмечается в День памяти православных святых Петра и Февронии Муромских. Впервые отмечался в 2008 году по инициативе Комитета по социальной политике Совета Федерации Федерального собрания РФ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A73709">
              <w:rPr>
                <w:color w:val="000000"/>
                <w:sz w:val="24"/>
              </w:rPr>
              <w:t>июль. - С. 11.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 аллергией. Отмечается по решению Всемирной организации по аллергии и Всемирной организации по иммунопатологии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армии под командованием Петра Первого над шведами в Полтавском сражении (1709) (Федеральный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Default="003C4262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4039BF" w:rsidRDefault="003C42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народонаселения. Отмечается по решению Программы развития ООН, принятому в 1989 году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40.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D167F3" w:rsidRDefault="003C4262" w:rsidP="00AE012F">
            <w:pPr>
              <w:ind w:right="167"/>
              <w:jc w:val="center"/>
              <w:rPr>
                <w:color w:val="000000"/>
                <w:sz w:val="24"/>
              </w:rPr>
            </w:pPr>
            <w:r w:rsidRPr="00D167F3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российской почты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).</w:t>
            </w:r>
            <w:r w:rsidRPr="00D167F3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 Президента РФ от 16.05.94 № 944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–18 мая (N 92).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4. - ст. 302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D167F3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рыбака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36.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рождения морской авиации российского ВМФ. Приказ Главкома ВМФ от 15.07.1996 № 253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хозяйственной службы МВД РФ. Приказ МВД РФ от 08.06.01 № 575</w:t>
            </w:r>
          </w:p>
        </w:tc>
        <w:tc>
          <w:tcPr>
            <w:tcW w:w="4565" w:type="dxa"/>
          </w:tcPr>
          <w:p w:rsidR="003C4262" w:rsidRPr="004039BF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Щит и меч. – </w:t>
            </w:r>
            <w:r w:rsidRPr="00A73709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>. - N 26.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системы МВД России. (Приказ МВД РФ от 13 октября 2003 № 785)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уголовно-исполнительной системы. Учрежден Приказом Министерства юстиции РФ и Федеральной службы исполнения наказаний от 11.04.2006 № 159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1. 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металлурга (</w:t>
            </w:r>
            <w:r w:rsidRPr="00AE012F">
              <w:rPr>
                <w:color w:val="808080"/>
                <w:sz w:val="24"/>
              </w:rPr>
              <w:t>третье воскресенье июля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шахмат. Отмечается в день основания Международной шахматной федерации (ФИДЕ) (1924)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65.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специального учета уголовно-исполнительной системы. Приказ Министерства юстиции РФ и Федеральной службы исполнения наказаний от 20 июня 2007 № 327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2008. - N 5. 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D20A74" w:rsidRDefault="003C4262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D20A7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811" w:type="dxa"/>
          </w:tcPr>
          <w:p w:rsidR="003C4262" w:rsidRPr="00D20A74" w:rsidRDefault="003C4262" w:rsidP="005D625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20A74">
              <w:rPr>
                <w:color w:val="000000"/>
                <w:sz w:val="24"/>
                <w:szCs w:val="24"/>
              </w:rPr>
              <w:t xml:space="preserve">День сотрудника  органов следствия    </w:t>
            </w:r>
            <w:hyperlink r:id="rId20" w:history="1">
              <w:r w:rsidRPr="00D20A74">
                <w:rPr>
                  <w:color w:val="000000"/>
                  <w:sz w:val="24"/>
                  <w:szCs w:val="24"/>
                </w:rPr>
                <w:t>Постановление</w:t>
              </w:r>
            </w:hyperlink>
            <w:r w:rsidRPr="00D20A74">
              <w:rPr>
                <w:color w:val="000000"/>
                <w:sz w:val="24"/>
                <w:szCs w:val="24"/>
              </w:rPr>
              <w:t xml:space="preserve"> Правительства РФ  </w:t>
            </w:r>
          </w:p>
          <w:p w:rsidR="003C4262" w:rsidRPr="00D20A74" w:rsidRDefault="003C4262" w:rsidP="00B50FAE">
            <w:pPr>
              <w:autoSpaceDE w:val="0"/>
              <w:autoSpaceDN w:val="0"/>
              <w:adjustRightInd w:val="0"/>
              <w:ind w:left="540"/>
              <w:jc w:val="both"/>
              <w:rPr>
                <w:color w:val="000000"/>
                <w:sz w:val="24"/>
                <w:szCs w:val="24"/>
              </w:rPr>
            </w:pPr>
            <w:r w:rsidRPr="00D20A74">
              <w:rPr>
                <w:color w:val="000000"/>
                <w:sz w:val="24"/>
                <w:szCs w:val="24"/>
              </w:rPr>
              <w:t xml:space="preserve">от 27.08.2013 N 741  Российской     Федерации 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EB03AE" w:rsidRDefault="003C4262" w:rsidP="00EB03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74F1">
              <w:rPr>
                <w:sz w:val="24"/>
                <w:szCs w:val="24"/>
              </w:rPr>
              <w:t xml:space="preserve">День работника торговли </w:t>
            </w:r>
            <w:r w:rsidRPr="00EB03AE">
              <w:rPr>
                <w:sz w:val="24"/>
                <w:szCs w:val="24"/>
              </w:rPr>
              <w:t>(</w:t>
            </w:r>
            <w:r w:rsidRPr="00D20A74">
              <w:rPr>
                <w:color w:val="808080"/>
                <w:sz w:val="24"/>
                <w:szCs w:val="24"/>
              </w:rPr>
              <w:t>четвертая суббота июля</w:t>
            </w:r>
            <w:r w:rsidRPr="00EB03A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EB03AE">
              <w:rPr>
                <w:sz w:val="24"/>
                <w:szCs w:val="24"/>
              </w:rPr>
              <w:t>(</w:t>
            </w:r>
            <w:hyperlink r:id="rId21" w:history="1">
              <w:r w:rsidRPr="00C174F1">
                <w:rPr>
                  <w:color w:val="000000"/>
                  <w:sz w:val="24"/>
                  <w:szCs w:val="24"/>
                </w:rPr>
                <w:t>Указ</w:t>
              </w:r>
            </w:hyperlink>
            <w:r w:rsidRPr="00C174F1">
              <w:rPr>
                <w:sz w:val="24"/>
                <w:szCs w:val="24"/>
              </w:rPr>
              <w:t xml:space="preserve"> президента РФ от 07.05.2013 N 459</w:t>
            </w:r>
            <w:r w:rsidRPr="00EB03AE">
              <w:rPr>
                <w:sz w:val="24"/>
                <w:szCs w:val="24"/>
              </w:rPr>
              <w:t>)</w:t>
            </w:r>
            <w:r w:rsidRPr="00C174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</w:tcPr>
          <w:p w:rsidR="003C4262" w:rsidRPr="00EB03AE" w:rsidRDefault="003C4262" w:rsidP="00EB03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03AE">
              <w:rPr>
                <w:sz w:val="24"/>
                <w:szCs w:val="24"/>
              </w:rPr>
              <w:t>Собрание законодательства РФ. – 2013. - N 19. - ст. 2378</w:t>
            </w:r>
          </w:p>
          <w:p w:rsidR="003C4262" w:rsidRPr="00EB03AE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30784A" w:rsidRDefault="003C426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Военно-Морского Флота (</w:t>
            </w:r>
            <w:r w:rsidRPr="008761A7">
              <w:rPr>
                <w:color w:val="808080"/>
                <w:sz w:val="24"/>
              </w:rPr>
              <w:t>последнее воскресенье июля</w:t>
            </w:r>
            <w:r w:rsidRPr="00A73709">
              <w:rPr>
                <w:sz w:val="24"/>
              </w:rPr>
              <w:t>)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Default="003C4262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 (N 118)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Крещения Руси (ФЗ от 23.07. 2010 № 170-ФЗ 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 России»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EF5CF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EF5CF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97460D">
        <w:trPr>
          <w:gridAfter w:val="4"/>
          <w:wAfter w:w="13057" w:type="dxa"/>
        </w:trPr>
        <w:tc>
          <w:tcPr>
            <w:tcW w:w="1042" w:type="dxa"/>
          </w:tcPr>
          <w:p w:rsidR="003C4262" w:rsidRPr="00E60647" w:rsidRDefault="003C4262" w:rsidP="0097460D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B1649" w:rsidRDefault="003C4262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AB1649">
              <w:rPr>
                <w:sz w:val="24"/>
                <w:szCs w:val="24"/>
              </w:rPr>
              <w:t xml:space="preserve">Всемирный день борьбы с гепатитом. Проводится по инициативе Всемирного альянса по борьбе с гепатитом с 2008 г. </w:t>
            </w:r>
            <w:r w:rsidRPr="00AB1649">
              <w:rPr>
                <w:color w:val="000000"/>
                <w:sz w:val="24"/>
                <w:szCs w:val="24"/>
              </w:rPr>
              <w:t>В 2011 году Всемирная организация здравоохранения (ВОЗ) внесла эту дату в свой календарь, он получил официальный статус и отмечается ежегодно</w:t>
            </w:r>
          </w:p>
        </w:tc>
        <w:tc>
          <w:tcPr>
            <w:tcW w:w="4565" w:type="dxa"/>
          </w:tcPr>
          <w:p w:rsidR="003C4262" w:rsidRPr="00A73709" w:rsidRDefault="003C4262" w:rsidP="0097460D">
            <w:pPr>
              <w:ind w:right="167"/>
              <w:jc w:val="both"/>
              <w:rPr>
                <w:sz w:val="24"/>
              </w:rPr>
            </w:pPr>
            <w:r w:rsidRPr="00AB1649">
              <w:rPr>
                <w:sz w:val="24"/>
              </w:rPr>
              <w:t xml:space="preserve">http://www.who.int/csr/disease/hepatitis/world_hepatitis_day/ru/ 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дружбы. Провозглашен на 76-й сессии Генеральной Ассамблеи ООН (2011 г.)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дат и событий /</w:t>
            </w:r>
            <w:r>
              <w:rPr>
                <w:sz w:val="24"/>
              </w:rPr>
              <w:t xml:space="preserve"> ИТАР ТАСС. - 2011. – июль. - С. 92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получения (1917) посадом Сочи статуса города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АВГУСТ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Тыла Вооруженных Сил РФ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2006.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российских инкассаторов. 1 августа 1939 года приказом председателя правления Госбанка СССР был создан аппарат инкассации при Государственном банке СССР (с 1988 г. – Российское объединение инкассации Центрального банка РФ)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</w:tr>
      <w:tr w:rsidR="003C4262" w:rsidTr="00B37A5B">
        <w:trPr>
          <w:gridAfter w:val="1"/>
          <w:wAfter w:w="424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1-7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Pr="00A73709">
              <w:rPr>
                <w:sz w:val="24"/>
                <w:szCs w:val="24"/>
              </w:rPr>
              <w:t>-7 Всемирная неделя поддержки грудного вскармливания. Проводится ежегодно под эгидой Всемирного союза в поддержку грудного вскармливания в сотрудничестве с Детским фондом ООН (ЮНИСЕФ)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  <w:tc>
          <w:tcPr>
            <w:tcW w:w="8810" w:type="dxa"/>
            <w:gridSpan w:val="3"/>
          </w:tcPr>
          <w:p w:rsidR="003C4262" w:rsidRDefault="003C4262" w:rsidP="00802E2E">
            <w:pPr>
              <w:ind w:right="167"/>
              <w:jc w:val="both"/>
              <w:rPr>
                <w:sz w:val="24"/>
              </w:rPr>
            </w:pP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урожая. Праздник виноградарства и виноделия «Таманская лоза» (</w:t>
            </w:r>
            <w:r w:rsidRPr="00BB04F9">
              <w:rPr>
                <w:color w:val="808080"/>
                <w:sz w:val="24"/>
              </w:rPr>
              <w:t>первая суббота августа</w:t>
            </w:r>
            <w:r w:rsidRPr="00A73709"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Воздушно-десантных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4039BF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E321B7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железнодорожника </w:t>
            </w:r>
            <w:r w:rsidRPr="00BB04F9">
              <w:rPr>
                <w:color w:val="000000"/>
                <w:sz w:val="24"/>
              </w:rPr>
              <w:t>(</w:t>
            </w:r>
            <w:r w:rsidRPr="00BB04F9">
              <w:rPr>
                <w:color w:val="808080"/>
                <w:sz w:val="24"/>
              </w:rPr>
              <w:t>первое воскресенье августа</w:t>
            </w:r>
            <w:r w:rsidRPr="0030784A">
              <w:rPr>
                <w:sz w:val="24"/>
              </w:rPr>
              <w:t>)</w:t>
            </w:r>
            <w:r w:rsidRPr="00E321B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Железнодорожных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E321B7" w:rsidRDefault="003C4262" w:rsidP="00E321B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за запрещение ядерного оружия. День Хиросимы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“Врачи мира за мир”. Отмечается по решению исполкома Международного движения “Врачи мира за предотвращение ядерной войны” в день бомбардировки Хиросимы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физкультурника </w:t>
            </w:r>
            <w:r w:rsidRPr="0030784A">
              <w:rPr>
                <w:sz w:val="24"/>
              </w:rPr>
              <w:t>(</w:t>
            </w:r>
            <w:r w:rsidRPr="00BB04F9">
              <w:rPr>
                <w:color w:val="808080"/>
                <w:sz w:val="24"/>
              </w:rPr>
              <w:t>вторая суббота августа</w:t>
            </w:r>
            <w:r w:rsidRPr="0030784A">
              <w:rPr>
                <w:sz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Впервые проводился 18 июля 1939 года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9A51C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первой в российской истории морской победы русского флота под командованием Петра Первого над шведами при мысе Гангут (1714) (Федеральный закон от 13.03.95 № 32-ФЗ, в ред. ФЗ от 21.07.2005 № 98-ФЗ, </w:t>
            </w:r>
            <w:r>
              <w:rPr>
                <w:bCs/>
                <w:sz w:val="24"/>
                <w:szCs w:val="24"/>
              </w:rPr>
              <w:t xml:space="preserve">ред. </w:t>
            </w:r>
            <w:r w:rsidRPr="00A73709">
              <w:rPr>
                <w:bCs/>
                <w:sz w:val="24"/>
                <w:szCs w:val="24"/>
              </w:rPr>
              <w:t>о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0602EE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коренных народов мира. Учрежден в 1994 г. Отмечается ежегодно в рамках провозглашенного Генеральной Ассамблеей ООН Десятилетия коренных народов мира (1995-2004)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строителя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30784A">
              <w:rPr>
                <w:sz w:val="24"/>
              </w:rPr>
              <w:t>(</w:t>
            </w:r>
            <w:r w:rsidRPr="00BB04F9">
              <w:rPr>
                <w:color w:val="808080"/>
                <w:sz w:val="24"/>
              </w:rPr>
              <w:t>второе воскресенье августа</w:t>
            </w:r>
            <w:r w:rsidRPr="0030784A">
              <w:rPr>
                <w:sz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42.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молодежи. Отмечается по решению Генеральной Ассамблеи ООН от 17 декабря 1999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Военно-воздушных сил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левшей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Воздушного Флота России (</w:t>
            </w:r>
            <w:r w:rsidRPr="00BB04F9">
              <w:rPr>
                <w:color w:val="808080"/>
                <w:sz w:val="24"/>
              </w:rPr>
              <w:t>третье воскресенье августа</w:t>
            </w:r>
            <w:r w:rsidRPr="00A73709">
              <w:rPr>
                <w:sz w:val="24"/>
              </w:rPr>
              <w:t>) (Постановление Президиума ВС РФ от 28.09.92 № 3564-1)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Ведомости СНД и ВС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- N 42. -</w:t>
            </w:r>
            <w:r w:rsidRPr="00A73709">
              <w:rPr>
                <w:sz w:val="24"/>
                <w:szCs w:val="24"/>
              </w:rPr>
              <w:t xml:space="preserve"> ст. 2354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Государственного флага РФ (Указ Президента РФ от 20.08.94 № 1714)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1994. - N 17. - ст. 1956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159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разгрома советскими войсками немецко-фашистских войск в Курской битве (1943) (Федеральный закон от 13.03.95 № 32-ФЗ, в ред. ФЗ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497834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высадки (1792 г.) на Тамани первых черноморских казаков под командованием Саввы Белого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B56B7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кино (Указы Президиума ВС СССР от 01.10.80 № 3018-Х и от 01.11. 88 № 9724 – Х1)</w:t>
            </w: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шахтера (</w:t>
            </w:r>
            <w:r w:rsidRPr="007217EE">
              <w:rPr>
                <w:color w:val="808080"/>
                <w:sz w:val="24"/>
              </w:rPr>
              <w:t>последнее воскресенье августа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78.</w:t>
            </w:r>
          </w:p>
        </w:tc>
      </w:tr>
      <w:tr w:rsidR="003C4262" w:rsidTr="0083304D">
        <w:trPr>
          <w:gridAfter w:val="3"/>
          <w:wAfter w:w="9277" w:type="dxa"/>
        </w:trPr>
        <w:tc>
          <w:tcPr>
            <w:tcW w:w="1042" w:type="dxa"/>
          </w:tcPr>
          <w:p w:rsidR="003C4262" w:rsidRPr="00340F3A" w:rsidRDefault="003C4262" w:rsidP="008F3D1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sz w:val="24"/>
                <w:szCs w:val="24"/>
              </w:rPr>
            </w:pPr>
            <w:r w:rsidRPr="008F3D13">
              <w:rPr>
                <w:sz w:val="24"/>
                <w:szCs w:val="24"/>
              </w:rPr>
              <w:t xml:space="preserve">31 </w:t>
            </w:r>
            <w:r w:rsidRPr="00340F3A">
              <w:rPr>
                <w:sz w:val="24"/>
                <w:szCs w:val="24"/>
              </w:rPr>
              <w:tab/>
            </w:r>
            <w:r w:rsidRPr="008F3D13">
              <w:rPr>
                <w:sz w:val="24"/>
                <w:szCs w:val="24"/>
              </w:rPr>
              <w:t>День ветеринарного работника</w:t>
            </w:r>
            <w:r w:rsidRPr="00340F3A">
              <w:rPr>
                <w:sz w:val="24"/>
                <w:szCs w:val="24"/>
              </w:rPr>
              <w:tab/>
            </w:r>
            <w:hyperlink r:id="rId22" w:history="1">
              <w:r w:rsidRPr="008F3D13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8F3D13">
              <w:rPr>
                <w:sz w:val="24"/>
                <w:szCs w:val="24"/>
              </w:rPr>
              <w:t xml:space="preserve"> Минсельхоза России от 11.06.2014 N 188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340F3A" w:rsidRDefault="003C42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>День ветеринарного работника (</w:t>
            </w:r>
            <w:hyperlink r:id="rId23" w:history="1">
              <w:r w:rsidRPr="00340F3A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340F3A">
              <w:rPr>
                <w:sz w:val="24"/>
                <w:szCs w:val="24"/>
              </w:rPr>
              <w:t xml:space="preserve"> Минсельхоза России от 11.06.2014 N 188)</w:t>
            </w:r>
          </w:p>
        </w:tc>
        <w:tc>
          <w:tcPr>
            <w:tcW w:w="4565" w:type="dxa"/>
          </w:tcPr>
          <w:p w:rsidR="003C4262" w:rsidRPr="008F3D13" w:rsidRDefault="003C4262" w:rsidP="00340F3A">
            <w:pPr>
              <w:autoSpaceDE w:val="0"/>
              <w:autoSpaceDN w:val="0"/>
              <w:adjustRightInd w:val="0"/>
              <w:ind w:right="452" w:firstLine="70"/>
              <w:jc w:val="both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>Российская газета. –</w:t>
            </w:r>
            <w:r w:rsidRPr="008F3D13">
              <w:rPr>
                <w:sz w:val="24"/>
                <w:szCs w:val="24"/>
              </w:rPr>
              <w:t xml:space="preserve"> 2014</w:t>
            </w:r>
            <w:r w:rsidRPr="00340F3A">
              <w:rPr>
                <w:sz w:val="24"/>
                <w:szCs w:val="24"/>
              </w:rPr>
              <w:t xml:space="preserve">. - </w:t>
            </w:r>
            <w:r w:rsidRPr="008F3D13">
              <w:rPr>
                <w:sz w:val="24"/>
                <w:szCs w:val="24"/>
              </w:rPr>
              <w:t>13</w:t>
            </w:r>
            <w:r w:rsidRPr="00340F3A">
              <w:rPr>
                <w:sz w:val="24"/>
                <w:szCs w:val="24"/>
              </w:rPr>
              <w:t xml:space="preserve"> авг</w:t>
            </w:r>
            <w:r w:rsidRPr="008F3D13">
              <w:rPr>
                <w:sz w:val="24"/>
                <w:szCs w:val="24"/>
              </w:rPr>
              <w:t>.</w:t>
            </w:r>
          </w:p>
          <w:p w:rsidR="003C4262" w:rsidRPr="00340F3A" w:rsidRDefault="003C4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C4262" w:rsidRDefault="003C4262" w:rsidP="008F3D13">
            <w:pPr>
              <w:pStyle w:val="ConsPlusNormal"/>
              <w:ind w:firstLine="0"/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СЕНТЯБРЬ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знаний 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D73BB6">
              <w:rPr>
                <w:color w:val="000000"/>
                <w:sz w:val="24"/>
                <w:szCs w:val="24"/>
              </w:rPr>
              <w:t>Всемирный день мира.</w:t>
            </w:r>
            <w:r w:rsidRPr="00A73709">
              <w:rPr>
                <w:sz w:val="24"/>
              </w:rPr>
              <w:t xml:space="preserve"> Начало Второй мировой войны (1939)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российской гвардии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патрульно-постовой службы </w:t>
            </w:r>
            <w:r w:rsidRPr="00952FA8">
              <w:rPr>
                <w:sz w:val="24"/>
              </w:rPr>
              <w:t>милиции</w:t>
            </w:r>
            <w:r w:rsidRPr="00A73709">
              <w:rPr>
                <w:sz w:val="24"/>
              </w:rPr>
              <w:t xml:space="preserve"> общественной безопасности РФ (Приказ МВД РФ от 5 сентября 2002 № 866)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окончания Второй мировой войны (1945) (ФЗ от 23.07.2010 № 170-ФЗ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окончания (1945 г.) Второй мировой войны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Default="003C4262" w:rsidP="00936E5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936E5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солидарности в борьбе с терроризмом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237D98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3F0F7B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в 1992 году Главного управления по работе с личным составом Министерства обороны Российской Федерации. Дата проведения годового праздника Главного управления воспитательной работы Вооруженных Сил РФ. Приказ Министерства обороны РФ от 30 мая 2007 № 23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-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ядерному обеспечению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</w:t>
            </w:r>
            <w:r w:rsidRPr="00A73709">
              <w:rPr>
                <w:sz w:val="24"/>
                <w:szCs w:val="24"/>
              </w:rPr>
              <w:t xml:space="preserve"> 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23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нефтяной и газовой промышленности (</w:t>
            </w:r>
            <w:r w:rsidRPr="00D73BB6">
              <w:rPr>
                <w:color w:val="808080"/>
                <w:sz w:val="24"/>
              </w:rPr>
              <w:t>первое воскресенье сентября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 -</w:t>
            </w:r>
            <w:r w:rsidRPr="00A73709">
              <w:rPr>
                <w:sz w:val="24"/>
              </w:rPr>
              <w:t xml:space="preserve"> День Бородинского сражения русской армии под командованием М.И. Кутузова с французской армией (1812) (Федеральный закон от 13.03.95 № 32-ФЗ, в ред. ФЗ от 21.07.2005 № 98-ФЗ, от </w:t>
            </w:r>
            <w:r w:rsidRPr="00A73709">
              <w:rPr>
                <w:bCs/>
                <w:sz w:val="24"/>
                <w:szCs w:val="24"/>
              </w:rPr>
              <w:t>29.11.2010 N 320-ФЗ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F8622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911996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распространения грамотности. Провозглашен ЮНЕСКО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журналистов. Проводится по решению 4-го конгресса Международной организации журналистов, состоявшегося в мае 1958 г. В г. Бухаресте, в память чешского журналиста Юлиуса Фучика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финансиста (Указ Президента РФ от 19.09.2011 № 1101)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34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4951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красоты. Проводится по инициативе Международного комитета эстетики и косметологии</w:t>
            </w:r>
          </w:p>
        </w:tc>
        <w:tc>
          <w:tcPr>
            <w:tcW w:w="4565" w:type="dxa"/>
          </w:tcPr>
          <w:p w:rsidR="003C4262" w:rsidRPr="00A73709" w:rsidRDefault="003C42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305A20" w:rsidRDefault="003C4262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305A20">
              <w:rPr>
                <w:color w:val="000000"/>
                <w:sz w:val="24"/>
              </w:rPr>
              <w:t>Всемирный день предотвращения самоубийств. Отмечается по инициативе Международной ассоциации по предотвращению самоубийств (</w:t>
            </w:r>
            <w:r w:rsidRPr="00305A20">
              <w:rPr>
                <w:color w:val="000000"/>
                <w:sz w:val="24"/>
                <w:lang w:val="en-US"/>
              </w:rPr>
              <w:t>IASP</w:t>
            </w:r>
            <w:r w:rsidRPr="00305A20">
              <w:rPr>
                <w:color w:val="000000"/>
                <w:sz w:val="24"/>
              </w:rPr>
              <w:t>)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 xml:space="preserve">. – сент.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</w:t>
            </w:r>
            <w:r>
              <w:rPr>
                <w:sz w:val="24"/>
              </w:rPr>
              <w:t>.30.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эскадры под командованием Ф.Ф. Ушакова над турецкой эскадрой у мыса Тендра (1790) (Федеральный закон от 13.03.95 № 32-ФЗ, в ред. ФЗ от 21.07.2005 № 98-ФЗ, </w:t>
            </w:r>
            <w:r w:rsidRPr="00A73709">
              <w:rPr>
                <w:bCs/>
                <w:sz w:val="24"/>
                <w:szCs w:val="24"/>
              </w:rPr>
              <w:t>от 29.11.2010 N 320-ФЗ</w:t>
            </w:r>
            <w:r>
              <w:rPr>
                <w:bCs/>
                <w:sz w:val="24"/>
                <w:szCs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3271F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D8520F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органов воспитательной работы в Вооруженных Силах РФ, в честь утверждения в 1766 году Устава Кадетского сухопутного корпуса, которым впервые введены должности офицеров-воспитателей. Приказ Министерства обороны РФ от 30 мая 2007 № 25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–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святого благоверного князя Александра Невского – войсковой праздник Кубанского казачьего войска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465F1E" w:rsidRDefault="003C4262" w:rsidP="00EB4112">
            <w:pPr>
              <w:ind w:right="167"/>
              <w:jc w:val="both"/>
              <w:rPr>
                <w:sz w:val="24"/>
              </w:rPr>
            </w:pPr>
            <w:r w:rsidRPr="00465F1E">
              <w:rPr>
                <w:sz w:val="24"/>
              </w:rPr>
              <w:t>Всемирный день оказания первой медицинской помощи. Отмечается по инициативе национальных организаций – членов Международного движения Красного Креста и Красного Полумесяца с 2000 г</w:t>
            </w:r>
            <w:r w:rsidRPr="00BE608E">
              <w:rPr>
                <w:color w:val="000000"/>
                <w:sz w:val="24"/>
              </w:rPr>
              <w:t>. (</w:t>
            </w:r>
            <w:r w:rsidRPr="00BE608E">
              <w:rPr>
                <w:color w:val="808080"/>
                <w:sz w:val="24"/>
              </w:rPr>
              <w:t>вторую субботу</w:t>
            </w:r>
            <w:r w:rsidRPr="00BE608E">
              <w:rPr>
                <w:color w:val="000000"/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сент. - С. 36</w:t>
            </w:r>
            <w:r w:rsidRPr="00A73709">
              <w:rPr>
                <w:sz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программиста (Указ Президента РФ от 11.09.2009 № 1034)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– 14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37</w:t>
            </w:r>
            <w:r>
              <w:rPr>
                <w:sz w:val="24"/>
                <w:szCs w:val="24"/>
              </w:rPr>
              <w:t>). - ст. 4397.</w:t>
            </w:r>
          </w:p>
          <w:p w:rsidR="003C4262" w:rsidRPr="001C18CD" w:rsidRDefault="003C4262" w:rsidP="001C18C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</w:t>
            </w:r>
            <w:r>
              <w:rPr>
                <w:sz w:val="24"/>
                <w:szCs w:val="24"/>
              </w:rPr>
              <w:t xml:space="preserve">сийская газета.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172</w:t>
            </w:r>
            <w:r>
              <w:rPr>
                <w:sz w:val="24"/>
                <w:szCs w:val="24"/>
              </w:rPr>
              <w:t>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406BB" w:rsidRDefault="003C4262" w:rsidP="003C722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День образования Краснодарского края - </w:t>
            </w:r>
            <w:r w:rsidRPr="00A406BB">
              <w:rPr>
                <w:rFonts w:ascii="Times New Roman" w:hAnsi="Times New Roman" w:cs="Times New Roman"/>
                <w:b/>
                <w:sz w:val="24"/>
                <w:szCs w:val="24"/>
              </w:rPr>
              <w:t>памятная дата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Краснодарском крае 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(</w:t>
            </w:r>
            <w:r w:rsidRPr="00BE608E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>отмечается во второе воскресенье сентября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)</w:t>
            </w:r>
          </w:p>
          <w:p w:rsidR="003C4262" w:rsidRPr="00A406BB" w:rsidRDefault="003C4262" w:rsidP="003C722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(Закон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ред. </w:t>
            </w:r>
            <w:hyperlink r:id="rId24" w:history="1">
              <w:r w:rsidRPr="00181C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Закона</w:t>
              </w:r>
            </w:hyperlink>
            <w:r w:rsidRPr="0018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от 13.12.2011 N 2403-КЗ</w:t>
            </w:r>
          </w:p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танкистов </w:t>
            </w:r>
            <w:r w:rsidRPr="00BE608E">
              <w:rPr>
                <w:color w:val="808080"/>
                <w:sz w:val="24"/>
                <w:szCs w:val="24"/>
              </w:rPr>
              <w:t>(второе воскресенье сентября</w:t>
            </w:r>
            <w:r w:rsidRPr="00A17C58">
              <w:rPr>
                <w:color w:val="1F497D"/>
                <w:sz w:val="24"/>
                <w:szCs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– профессиональный праздник в Вооруженных Силах Российской Федерации (Указ Президента РФ от 31.05.06 № 549) 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5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23).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181C84" w:rsidRDefault="003C4262" w:rsidP="003C722C">
            <w:pPr>
              <w:ind w:right="167"/>
              <w:jc w:val="both"/>
              <w:rPr>
                <w:color w:val="000000"/>
                <w:sz w:val="24"/>
              </w:rPr>
            </w:pPr>
            <w:r w:rsidRPr="00181C84">
              <w:rPr>
                <w:color w:val="000000"/>
                <w:sz w:val="24"/>
              </w:rPr>
              <w:t>Международный день памяти жертв фашизма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17C58">
              <w:rPr>
                <w:color w:val="1F497D"/>
                <w:sz w:val="24"/>
                <w:szCs w:val="24"/>
              </w:rPr>
              <w:t>(</w:t>
            </w:r>
            <w:r w:rsidRPr="00BE608E">
              <w:rPr>
                <w:color w:val="808080"/>
                <w:sz w:val="24"/>
                <w:szCs w:val="24"/>
              </w:rPr>
              <w:t>второе воскресенье</w:t>
            </w:r>
            <w:r w:rsidRPr="00A17C58">
              <w:rPr>
                <w:color w:val="1F497D"/>
                <w:sz w:val="24"/>
                <w:szCs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181C84">
              <w:rPr>
                <w:color w:val="000000"/>
                <w:sz w:val="24"/>
              </w:rPr>
              <w:t>Отмечается с 1962 года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демократии. Отмечается по инициативе Генеральной Ассамблеи ООН (ноябрь 2007) в связи с проведения Первой международной конференции стран новой или возрождающейся демократии (3-6 июня 1988 г.)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охраны озонового слоя. Провозглашен Генеральной Ассамблеей ООН 19 декабря 1994 года в день подписания в 1987 г. Монреальского протокола об озоноразрушающих веществах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День оружейника (Указ Президента РФ от 03.12.2011 N 1578)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 w:firstLine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49 (ч. 5). -</w:t>
            </w:r>
            <w:r w:rsidRPr="00A73709">
              <w:rPr>
                <w:sz w:val="24"/>
                <w:szCs w:val="24"/>
              </w:rPr>
              <w:t xml:space="preserve"> ст. 7267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риса. Установлен по решению ФАО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 w:firstLine="70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кубанской семьи (</w:t>
            </w:r>
            <w:r w:rsidRPr="00BE608E">
              <w:rPr>
                <w:color w:val="808080"/>
                <w:sz w:val="24"/>
              </w:rPr>
              <w:t>третье воскресенье сентября</w:t>
            </w:r>
            <w:r w:rsidRPr="00A73709"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 ( с изменениями от 16.07.2010 № 2015-КЗ)</w:t>
            </w:r>
          </w:p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леса </w:t>
            </w:r>
            <w:r w:rsidRPr="00A17C58">
              <w:rPr>
                <w:color w:val="1F497D"/>
                <w:sz w:val="24"/>
              </w:rPr>
              <w:t>(</w:t>
            </w:r>
            <w:r w:rsidRPr="00BE608E">
              <w:rPr>
                <w:color w:val="808080"/>
                <w:sz w:val="24"/>
              </w:rPr>
              <w:t>третье воскресенье сентября</w:t>
            </w:r>
            <w:r w:rsidRPr="00A17C58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64.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17C58" w:rsidRDefault="003C4262" w:rsidP="00EB4112">
            <w:pPr>
              <w:ind w:right="1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19-</w:t>
            </w:r>
            <w:r w:rsidRPr="00A17C5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Праздник кубанской </w:t>
            </w:r>
            <w:r w:rsidRPr="00543BC5">
              <w:rPr>
                <w:color w:val="000000"/>
                <w:sz w:val="24"/>
                <w:szCs w:val="24"/>
              </w:rPr>
              <w:t>милиции</w:t>
            </w:r>
            <w:r w:rsidRPr="00543BC5">
              <w:rPr>
                <w:color w:val="1F497D"/>
                <w:sz w:val="24"/>
              </w:rPr>
              <w:t xml:space="preserve"> </w:t>
            </w:r>
            <w:r w:rsidRPr="00543BC5">
              <w:rPr>
                <w:color w:val="1F497D"/>
                <w:sz w:val="24"/>
                <w:szCs w:val="24"/>
              </w:rPr>
              <w:t>(</w:t>
            </w:r>
            <w:r w:rsidRPr="00BE608E">
              <w:rPr>
                <w:color w:val="808080"/>
                <w:sz w:val="24"/>
                <w:szCs w:val="24"/>
              </w:rPr>
              <w:t>третья суббота и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left="261"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полков во главе с великим князем Дмитрием Донским над монголо-татарскими войсками в Куликовской битве (1380) (Федеральный закон от 13.03.95 № 32-ФЗ, в ред. ФЗ от 21.07.2005 № 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 xml:space="preserve">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214D50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мира. Отмечается по решению 36 сессии Генеральной Ассамблеи ООН (1981)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73.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Европейский день языков. Проводится по инициативе Совета Европы и ЕС с 2001 года при поддержке Комиссии по образованию ЮНЕСКО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туризма. Отмечается ежегодно по решению Генеральной Ассамблеи Всемирной туристской организации, состоявшейся в 1980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НЦБ Интерпола (Приказ МВД РФ от 7 декабря 1999 № 998)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543BC5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глухих</w:t>
            </w:r>
            <w:r w:rsidRPr="00543BC5">
              <w:rPr>
                <w:color w:val="1F497D"/>
                <w:sz w:val="24"/>
                <w:szCs w:val="24"/>
              </w:rPr>
              <w:t xml:space="preserve"> (</w:t>
            </w:r>
            <w:r w:rsidRPr="00614F8A">
              <w:rPr>
                <w:color w:val="808080"/>
                <w:sz w:val="24"/>
                <w:szCs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  <w:szCs w:val="24"/>
              </w:rPr>
              <w:t xml:space="preserve">) </w:t>
            </w:r>
            <w:r w:rsidRPr="00A73709">
              <w:rPr>
                <w:sz w:val="24"/>
              </w:rPr>
              <w:t>Установлен ООН в память создания Всемирной федерации глухонемых (1951)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543BC5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машиностроителя </w:t>
            </w:r>
            <w:r w:rsidRPr="00543BC5">
              <w:rPr>
                <w:color w:val="1F497D"/>
                <w:sz w:val="24"/>
              </w:rPr>
              <w:t>(</w:t>
            </w:r>
            <w:r w:rsidRPr="00614F8A">
              <w:rPr>
                <w:color w:val="808080"/>
                <w:sz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атомной промышленности (Указ Президента РФ от 03.06.05 № 633)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 N 23. - ст. 2244</w:t>
            </w:r>
          </w:p>
          <w:p w:rsidR="003C4262" w:rsidRPr="00A73709" w:rsidRDefault="003C42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FC52AD" w:rsidRDefault="003C4262" w:rsidP="003C722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52AD">
              <w:rPr>
                <w:color w:val="000000"/>
                <w:sz w:val="24"/>
                <w:szCs w:val="24"/>
              </w:rPr>
              <w:t>Всемирный день сердца. Отмечается с 2001 г. по инициативе Всемирной федерации сердца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перевода. Провозглашен Международной федерацией переводчиков в 1991 году </w:t>
            </w:r>
          </w:p>
        </w:tc>
        <w:tc>
          <w:tcPr>
            <w:tcW w:w="4565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 России празднуется День Интернета. 30 сентября 1998 г. в стране была проведена первая перепись пользователей Рунета, в этот день в нем появился миллионный пользователь</w:t>
            </w:r>
          </w:p>
        </w:tc>
        <w:tc>
          <w:tcPr>
            <w:tcW w:w="4565" w:type="dxa"/>
          </w:tcPr>
          <w:p w:rsidR="003C4262" w:rsidRPr="00A73709" w:rsidRDefault="003C4262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ОКТЯБРЬ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</w:t>
            </w:r>
            <w:r w:rsidRPr="00A73709">
              <w:rPr>
                <w:sz w:val="24"/>
              </w:rPr>
              <w:t>день пожилых людей (Постановление Президиума ВС РФ от 01.06.92 № 2890/1-1)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Сухопутных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музыки. Проводится по решению Международного музыкального совета ЮНЕСКО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33139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 xml:space="preserve">образования </w:t>
            </w:r>
            <w:r w:rsidRPr="00A73709">
              <w:rPr>
                <w:sz w:val="24"/>
              </w:rPr>
              <w:t>отрядов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A73709">
              <w:rPr>
                <w:sz w:val="24"/>
              </w:rPr>
              <w:t>ОМОН</w:t>
            </w:r>
            <w:r w:rsidRPr="0033139A">
              <w:rPr>
                <w:color w:val="000000"/>
                <w:sz w:val="24"/>
                <w:szCs w:val="24"/>
              </w:rPr>
              <w:t xml:space="preserve"> в системе МВД России. Приказом МВД СССР 1988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3139A">
              <w:rPr>
                <w:color w:val="000000"/>
                <w:sz w:val="24"/>
                <w:szCs w:val="24"/>
              </w:rPr>
              <w:t>были созданы первые отряды милиции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особого назначения (ОМОН) (Приказ МВД РФ от 1 марта 2002 № 190)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</w:t>
            </w:r>
            <w:r>
              <w:rPr>
                <w:sz w:val="24"/>
              </w:rPr>
              <w:t xml:space="preserve"> – С. 13.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школьника </w:t>
            </w:r>
            <w:r w:rsidRPr="00844507">
              <w:rPr>
                <w:color w:val="1F497D"/>
                <w:sz w:val="24"/>
              </w:rPr>
              <w:t>(</w:t>
            </w:r>
            <w:r w:rsidRPr="000128CC">
              <w:rPr>
                <w:color w:val="808080"/>
                <w:sz w:val="24"/>
                <w:szCs w:val="24"/>
              </w:rPr>
              <w:t>первая суббота октября</w:t>
            </w:r>
            <w:r w:rsidRPr="00844507">
              <w:rPr>
                <w:color w:val="1F497D"/>
                <w:sz w:val="24"/>
                <w:szCs w:val="24"/>
              </w:rPr>
              <w:t>)</w:t>
            </w:r>
            <w:r w:rsidRPr="00A73709">
              <w:rPr>
                <w:color w:val="000000"/>
                <w:sz w:val="24"/>
                <w:szCs w:val="24"/>
              </w:rPr>
              <w:t xml:space="preserve"> -</w:t>
            </w:r>
            <w:r w:rsidRPr="00A73709">
              <w:rPr>
                <w:sz w:val="24"/>
              </w:rPr>
              <w:t xml:space="preserve">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844507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образования Краснодарского края </w:t>
            </w:r>
            <w:r w:rsidRPr="00844507">
              <w:rPr>
                <w:color w:val="1F497D"/>
                <w:sz w:val="24"/>
              </w:rPr>
              <w:t>(</w:t>
            </w:r>
            <w:r w:rsidRPr="000128CC">
              <w:rPr>
                <w:color w:val="808080"/>
                <w:sz w:val="24"/>
              </w:rPr>
              <w:t>первая суббота октября</w:t>
            </w:r>
            <w:r w:rsidRPr="00844507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Космических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</w:t>
            </w:r>
            <w:r>
              <w:rPr>
                <w:sz w:val="24"/>
                <w:szCs w:val="24"/>
              </w:rPr>
              <w:t xml:space="preserve">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начала космической эры человечества. Провозглашен Международной федерацией астронавтики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архивной службы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гражданской обороны МЧС РФ. 4 октября 1932 г. СНК СССР утвердил Положение о противовоздушной обороне территории СССР, положившее начало деятельности централизованной общесоюзной организации – местной ПВО СССР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Республики Адыгея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</w:tr>
      <w:tr w:rsidR="003C4262" w:rsidTr="00B37A5B"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российского уголовного розыска. 5 октября 1918 г. Наркомат внутренних дел РСФСР утвердил “Положение об организации отделов уголовного розыска”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636" w:type="dxa"/>
            <w:gridSpan w:val="2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архитектуры (первый понедельник октября). Отмечается по решению 20-й Генеральной ассамблеи Международного союза архитекторов (июль 1996, Барселона)</w:t>
            </w:r>
          </w:p>
        </w:tc>
      </w:tr>
      <w:tr w:rsidR="003C4262" w:rsidTr="00B37A5B"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color w:val="003366"/>
                <w:sz w:val="24"/>
                <w:szCs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color w:val="000080"/>
                <w:sz w:val="24"/>
                <w:szCs w:val="24"/>
              </w:rPr>
            </w:pPr>
            <w:r w:rsidRPr="00A73709">
              <w:rPr>
                <w:sz w:val="24"/>
              </w:rPr>
              <w:t>Международный</w:t>
            </w:r>
            <w:r w:rsidRPr="00A73709">
              <w:rPr>
                <w:color w:val="000080"/>
                <w:sz w:val="24"/>
                <w:szCs w:val="24"/>
              </w:rPr>
              <w:t xml:space="preserve"> </w:t>
            </w:r>
            <w:r w:rsidRPr="00A73709">
              <w:rPr>
                <w:color w:val="000000"/>
                <w:sz w:val="24"/>
                <w:szCs w:val="24"/>
              </w:rPr>
              <w:t>день учителя. Учрежден ЮНЕСКО в 1994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c>
          <w:tcPr>
            <w:tcW w:w="1042" w:type="dxa"/>
          </w:tcPr>
          <w:p w:rsidR="003C4262" w:rsidRPr="00545F4A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545F4A" w:rsidRDefault="003C4262" w:rsidP="008067D3">
            <w:pPr>
              <w:ind w:right="167"/>
              <w:jc w:val="both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День учителя (установлен в 1965 году, отмечался ежегодно в первое воскресенье октября, с 1994 года по Указу Президента от 03.10.94 №1961 – 5 октября)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окт. (N 190).</w:t>
            </w:r>
          </w:p>
          <w:p w:rsidR="003C4262" w:rsidRPr="00A73709" w:rsidRDefault="003C4262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-1994. - N 24. -</w:t>
            </w:r>
            <w:r w:rsidRPr="00A73709">
              <w:rPr>
                <w:sz w:val="24"/>
                <w:szCs w:val="24"/>
              </w:rPr>
              <w:t xml:space="preserve"> ст. 2596</w:t>
            </w:r>
          </w:p>
        </w:tc>
        <w:tc>
          <w:tcPr>
            <w:tcW w:w="4421" w:type="dxa"/>
            <w:gridSpan w:val="2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6 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страховщика. 6 октября 1921 г. СНК РСФСР принял декрет «О государственном имущественном страховании», положивший начало развитию Госстраха РСФСР (с 1992 г. ОАО «Росгосстрах»)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архитектуры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20-й Генеральной ассамблеи Международного союза архитекторов (июль 1996, Барселона)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врача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A73709">
              <w:rPr>
                <w:sz w:val="24"/>
              </w:rPr>
              <w:t xml:space="preserve"> Отмечается по инициативе Международной гуманитарной организации «Врачи мира без границ»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3C4262" w:rsidRPr="00A73709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День создания организационно-инспекторских аппаратов в органах внутренних дел Российской Федерации. </w:t>
            </w:r>
            <w:hyperlink r:id="rId25" w:history="1">
              <w:r w:rsidRPr="00A73709">
                <w:rPr>
                  <w:iCs/>
                  <w:sz w:val="24"/>
                  <w:szCs w:val="24"/>
                </w:rPr>
                <w:t>Приказ МВД РФ от 04.09.1998 N 557 "Об установлении даты создания организационно-инспекторских аппаратов в органах внутренних дел Российской Федерации"</w:t>
              </w:r>
            </w:hyperlink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Pr="00A73709">
              <w:rPr>
                <w:sz w:val="24"/>
                <w:szCs w:val="24"/>
              </w:rPr>
              <w:t>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почты. Проводится по решению 14 конгресса Всемирного почтового союза, состоявшегося в 1957 г., в день создания в 1874 г. Всемирного почтового союза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30.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EB4112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EB4112"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</w:t>
            </w:r>
            <w:r w:rsidRPr="0077300C">
              <w:rPr>
                <w:color w:val="000000"/>
                <w:sz w:val="24"/>
              </w:rPr>
              <w:t>зрения</w:t>
            </w:r>
            <w:r w:rsidRPr="00A846F2">
              <w:rPr>
                <w:color w:val="1F497D"/>
                <w:sz w:val="24"/>
              </w:rPr>
              <w:t xml:space="preserve"> (</w:t>
            </w:r>
            <w:r w:rsidRPr="0077300C">
              <w:rPr>
                <w:color w:val="808080"/>
                <w:sz w:val="24"/>
              </w:rPr>
              <w:t>второй четверг октября</w:t>
            </w:r>
            <w:r w:rsidRPr="00A846F2">
              <w:rPr>
                <w:color w:val="1F497D"/>
                <w:sz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3C4262" w:rsidTr="00E0445E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0445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Главного ракетно-артиллерийского управления Министерства обороны РФ. Установлен приказом министра обороны РФ от 03.07.02</w:t>
            </w:r>
          </w:p>
        </w:tc>
        <w:tc>
          <w:tcPr>
            <w:tcW w:w="4565" w:type="dxa"/>
          </w:tcPr>
          <w:p w:rsidR="003C4262" w:rsidRPr="00A73709" w:rsidRDefault="003C4262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</w:t>
            </w:r>
            <w:r>
              <w:rPr>
                <w:sz w:val="24"/>
              </w:rPr>
              <w:t xml:space="preserve"> психического здоровья. Отмечается с 1992 г. По решению Всемирной федерации психического здоровья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</w:t>
            </w:r>
            <w:r>
              <w:rPr>
                <w:sz w:val="24"/>
              </w:rPr>
              <w:t>34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отечественной гомеопатии </w:t>
            </w:r>
            <w:r w:rsidRPr="00A846F2">
              <w:rPr>
                <w:color w:val="1F497D"/>
                <w:sz w:val="24"/>
                <w:szCs w:val="24"/>
              </w:rPr>
              <w:t>(</w:t>
            </w:r>
            <w:r w:rsidRPr="001C174E">
              <w:rPr>
                <w:color w:val="808080"/>
                <w:sz w:val="24"/>
                <w:szCs w:val="24"/>
              </w:rPr>
              <w:t>вторая суббота октября</w:t>
            </w:r>
            <w:r w:rsidRPr="00A846F2">
              <w:rPr>
                <w:color w:val="1F497D"/>
                <w:sz w:val="24"/>
                <w:szCs w:val="24"/>
              </w:rPr>
              <w:t>).</w:t>
            </w:r>
            <w:r w:rsidRPr="00A846F2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участников Российского гомеопатического съезда (2003)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первокурсника </w:t>
            </w:r>
            <w:r w:rsidRPr="00A846F2">
              <w:rPr>
                <w:color w:val="1F497D"/>
                <w:sz w:val="24"/>
              </w:rPr>
              <w:t>(</w:t>
            </w:r>
            <w:r w:rsidRPr="001C174E">
              <w:rPr>
                <w:color w:val="808080"/>
                <w:sz w:val="24"/>
              </w:rPr>
              <w:t>вторая суббота октября</w:t>
            </w:r>
            <w:r w:rsidRPr="00A846F2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015242" w:rsidRDefault="003C4262" w:rsidP="00EB4112">
            <w:pPr>
              <w:ind w:right="167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сельского хозяйства и перерабатывающей промышленности </w:t>
            </w:r>
            <w:r w:rsidRPr="00015242">
              <w:rPr>
                <w:color w:val="1F497D"/>
                <w:sz w:val="24"/>
              </w:rPr>
              <w:t>(</w:t>
            </w:r>
            <w:r w:rsidRPr="001C174E">
              <w:rPr>
                <w:color w:val="808080"/>
                <w:sz w:val="24"/>
              </w:rPr>
              <w:t>второе воскресенье октября</w:t>
            </w:r>
            <w:r w:rsidRPr="00015242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 xml:space="preserve">(Указ  Президента РФ от 31.05.99 № 679) 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105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EB411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1999. - N 23. -</w:t>
            </w:r>
            <w:r w:rsidRPr="00A73709">
              <w:rPr>
                <w:sz w:val="24"/>
                <w:szCs w:val="24"/>
              </w:rPr>
              <w:t xml:space="preserve"> ст. 2817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кадровой службы МВД РФ (1918). Приказ МВД РФ от 05.10.1998. № 636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846F2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по уменьшению </w:t>
            </w:r>
            <w:r w:rsidRPr="004A5E53">
              <w:rPr>
                <w:color w:val="000000"/>
                <w:sz w:val="24"/>
              </w:rPr>
              <w:t xml:space="preserve">опасности </w:t>
            </w:r>
            <w:r w:rsidRPr="004A5E53">
              <w:rPr>
                <w:color w:val="000000"/>
                <w:sz w:val="24"/>
                <w:szCs w:val="24"/>
              </w:rPr>
              <w:t>стихийных</w:t>
            </w:r>
            <w:r w:rsidRPr="00A73709">
              <w:rPr>
                <w:sz w:val="24"/>
              </w:rPr>
              <w:t xml:space="preserve"> бедствий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/>
                <w:sz w:val="24"/>
                <w:szCs w:val="24"/>
              </w:rPr>
              <w:t>вторая среда октября</w:t>
            </w:r>
            <w:r w:rsidRPr="00A846F2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Отмечается по решению Генеральной Ассамблеи ООН от 21 декабря 2009 г.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стандартизации. Отмечается в честь создания Международной организации по стандартизации (1946)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46.</w:t>
            </w:r>
          </w:p>
        </w:tc>
      </w:tr>
      <w:tr w:rsidR="003C4262" w:rsidRPr="00A73709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color w:val="800000"/>
                <w:sz w:val="24"/>
                <w:szCs w:val="24"/>
              </w:rPr>
            </w:pPr>
            <w:r w:rsidRPr="00A73709">
              <w:rPr>
                <w:color w:val="000000"/>
                <w:sz w:val="24"/>
              </w:rPr>
              <w:t>14</w:t>
            </w:r>
            <w:r w:rsidRPr="00EB4112">
              <w:rPr>
                <w:color w:val="000000"/>
                <w:sz w:val="24"/>
                <w:szCs w:val="24"/>
              </w:rPr>
              <w:t>(18)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Кубанского казачьего войска (отмечается по старшинству Хоперского полка (1696 г.) в ближайшее к дате </w:t>
            </w:r>
            <w:r w:rsidRPr="004A5E53">
              <w:rPr>
                <w:color w:val="000000"/>
                <w:sz w:val="24"/>
              </w:rPr>
              <w:t>праздника воскресенье</w:t>
            </w:r>
            <w:r w:rsidRPr="00A73709">
              <w:rPr>
                <w:sz w:val="24"/>
              </w:rPr>
              <w:t xml:space="preserve">)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1145-КЗ).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«Белой трости» - символа незрячего человека. Отмечается с 1969 г. по решению Международной федерации слепых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продовольствия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3C4262" w:rsidRPr="00A73709" w:rsidRDefault="003C4262" w:rsidP="00B23B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службы дознания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30784A">
              <w:rPr>
                <w:sz w:val="24"/>
              </w:rPr>
              <w:t>полиции</w:t>
            </w:r>
            <w:r w:rsidRPr="00A73709">
              <w:rPr>
                <w:sz w:val="24"/>
              </w:rPr>
              <w:t xml:space="preserve"> общественной безопасности (Приказ МВД РФ от 9 июля 2002 № 654)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нищеты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814FA3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кубанского казачества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814FA3">
              <w:rPr>
                <w:color w:val="1F497D"/>
                <w:sz w:val="24"/>
              </w:rPr>
              <w:t>(</w:t>
            </w:r>
            <w:r w:rsidRPr="001C174E">
              <w:rPr>
                <w:color w:val="808080"/>
                <w:sz w:val="24"/>
              </w:rPr>
              <w:t>третья суббота октября</w:t>
            </w:r>
            <w:r w:rsidRPr="00814FA3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844DA8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дорожного хозяйства </w:t>
            </w:r>
            <w:r w:rsidRPr="00844DA8">
              <w:rPr>
                <w:color w:val="1F497D"/>
                <w:sz w:val="24"/>
              </w:rPr>
              <w:t>(</w:t>
            </w:r>
            <w:r w:rsidRPr="001C174E">
              <w:rPr>
                <w:color w:val="808080"/>
                <w:sz w:val="24"/>
              </w:rPr>
              <w:t>третье воскресенье октября</w:t>
            </w:r>
            <w:r w:rsidRPr="00844DA8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>(Указ Президента РФ от 23.03.2000 № 556)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13. - ст. 1342.</w:t>
            </w:r>
          </w:p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29</w:t>
            </w:r>
            <w:r>
              <w:rPr>
                <w:sz w:val="24"/>
                <w:szCs w:val="24"/>
              </w:rPr>
              <w:t xml:space="preserve"> март. (</w:t>
            </w:r>
            <w:r w:rsidRPr="00A73709">
              <w:rPr>
                <w:sz w:val="24"/>
                <w:szCs w:val="24"/>
              </w:rPr>
              <w:t>N 61</w:t>
            </w:r>
            <w:r>
              <w:rPr>
                <w:sz w:val="24"/>
                <w:szCs w:val="24"/>
              </w:rPr>
              <w:t>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связиста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N 2</w:t>
            </w:r>
            <w:r>
              <w:rPr>
                <w:sz w:val="24"/>
                <w:szCs w:val="24"/>
              </w:rPr>
              <w:t>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повара. Утвержден ВАКС (</w:t>
            </w:r>
            <w:r w:rsidRPr="00A73709">
              <w:rPr>
                <w:sz w:val="24"/>
                <w:lang w:val="en-US"/>
              </w:rPr>
              <w:t>WACS</w:t>
            </w:r>
            <w:r w:rsidRPr="00B37A5B">
              <w:rPr>
                <w:sz w:val="24"/>
              </w:rPr>
              <w:t xml:space="preserve"> – </w:t>
            </w:r>
            <w:r w:rsidRPr="00A73709">
              <w:rPr>
                <w:sz w:val="24"/>
                <w:lang w:val="en-US"/>
              </w:rPr>
              <w:t>wold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association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of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cooks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societies</w:t>
            </w:r>
            <w:r w:rsidRPr="00A73709">
              <w:rPr>
                <w:sz w:val="24"/>
              </w:rPr>
              <w:t>) в 2005 году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20 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статистики. Объявлен по решению 40-й сессии ГА ООН. Отмечается с 2010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65.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ООН. Отмечается с 1948 г.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 в целях развития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специального назначения – памятный день в 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таможенника Российской Федерации (Указ Президента РФ от 04.08.95 № 811)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-1995. - N 32. - ст. 3291.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 N 153.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D3E7A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D3E7A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6B18A7" w:rsidRDefault="003C426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Default="003C4262" w:rsidP="00AD3E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работника автомобильного и городского пассажирского транспорта </w:t>
            </w:r>
            <w:r w:rsidRPr="00B24D9C">
              <w:rPr>
                <w:sz w:val="24"/>
                <w:szCs w:val="24"/>
              </w:rPr>
              <w:t>(</w:t>
            </w:r>
            <w:r w:rsidRPr="0009149F">
              <w:rPr>
                <w:color w:val="808080"/>
                <w:sz w:val="24"/>
                <w:szCs w:val="24"/>
              </w:rPr>
              <w:t>последнее воскресенье октября</w:t>
            </w:r>
            <w:r w:rsidRPr="00B24D9C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Указ Президента РФ от 25.06.2012 N 897.</w:t>
            </w:r>
          </w:p>
          <w:p w:rsidR="003C4262" w:rsidRPr="00465F1E" w:rsidRDefault="003C4262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Default="003C4262" w:rsidP="007227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 2012. - N 27. - ст. 3682.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защиты аудиовизуального наследия (Объявлен по решению Генеральной конференции ЮНЕСКО (окт. 2005) с целью привлечения внимания всего мира к вопросам сохранения аудиовизуального наследия)</w:t>
            </w:r>
          </w:p>
        </w:tc>
        <w:tc>
          <w:tcPr>
            <w:tcW w:w="4565" w:type="dxa"/>
          </w:tcPr>
          <w:p w:rsidR="003C4262" w:rsidRPr="00A73709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0872DA" w:rsidRDefault="003C4262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Default="003C4262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школьных библиотек </w:t>
            </w:r>
            <w:r w:rsidRPr="000872DA">
              <w:rPr>
                <w:color w:val="1F497D"/>
                <w:sz w:val="24"/>
              </w:rPr>
              <w:t>(</w:t>
            </w:r>
            <w:r w:rsidRPr="0009149F">
              <w:rPr>
                <w:color w:val="808080"/>
                <w:sz w:val="24"/>
              </w:rPr>
              <w:t>четвертый понедельник октября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Международной ассоциацией школьных библиотек ИФЛА/ЮНЕСКО</w:t>
            </w:r>
            <w:r>
              <w:rPr>
                <w:sz w:val="24"/>
              </w:rPr>
              <w:t>.</w:t>
            </w:r>
          </w:p>
          <w:p w:rsidR="003C4262" w:rsidRPr="00DD69BA" w:rsidRDefault="003C4262" w:rsidP="008067D3">
            <w:pPr>
              <w:ind w:right="167"/>
              <w:jc w:val="both"/>
              <w:rPr>
                <w:sz w:val="24"/>
                <w:szCs w:val="24"/>
              </w:rPr>
            </w:pPr>
            <w:r w:rsidRPr="00DD69BA">
              <w:rPr>
                <w:sz w:val="24"/>
                <w:szCs w:val="24"/>
              </w:rPr>
              <w:t>В 2008 году по предложению </w:t>
            </w:r>
            <w:hyperlink r:id="rId26" w:history="1">
              <w:r w:rsidRPr="00DD69BA">
                <w:rPr>
                  <w:rStyle w:val="Hyperlink"/>
                  <w:iCs/>
                  <w:color w:val="auto"/>
                  <w:sz w:val="24"/>
                  <w:szCs w:val="24"/>
                </w:rPr>
                <w:t>Международной ассоциации школьных библиотек (</w:t>
              </w:r>
            </w:hyperlink>
            <w:hyperlink r:id="rId27" w:history="1">
              <w:r w:rsidRPr="00DD69BA">
                <w:rPr>
                  <w:rStyle w:val="Hyperlink"/>
                  <w:i/>
                  <w:iCs/>
                  <w:color w:val="auto"/>
                  <w:sz w:val="24"/>
                  <w:szCs w:val="24"/>
                </w:rPr>
                <w:t>I</w:t>
              </w:r>
            </w:hyperlink>
            <w:hyperlink r:id="rId28" w:history="1">
              <w:r w:rsidRPr="00DD69BA">
                <w:rPr>
                  <w:rStyle w:val="Hyperlink"/>
                  <w:i/>
                  <w:iCs/>
                  <w:color w:val="auto"/>
                  <w:sz w:val="24"/>
                  <w:szCs w:val="24"/>
                </w:rPr>
                <w:t>ASL)</w:t>
              </w:r>
            </w:hyperlink>
            <w:r w:rsidRPr="00DD69BA">
              <w:rPr>
                <w:sz w:val="24"/>
                <w:szCs w:val="24"/>
              </w:rPr>
              <w:t> международный День школьных библиотек был преобразован в месячник, проводимый в октябре</w:t>
            </w:r>
          </w:p>
        </w:tc>
        <w:tc>
          <w:tcPr>
            <w:tcW w:w="4565" w:type="dxa"/>
          </w:tcPr>
          <w:p w:rsidR="003C4262" w:rsidRPr="00DD69BA" w:rsidRDefault="003C4262" w:rsidP="008067D3">
            <w:pPr>
              <w:ind w:right="167"/>
              <w:jc w:val="both"/>
              <w:rPr>
                <w:sz w:val="24"/>
              </w:rPr>
            </w:pPr>
            <w:r w:rsidRPr="00DD69BA">
              <w:rPr>
                <w:sz w:val="24"/>
              </w:rPr>
              <w:t>http://www.calend.ru/holidays/0/0/2976/</w:t>
            </w:r>
          </w:p>
        </w:tc>
      </w:tr>
      <w:tr w:rsidR="003C4262" w:rsidTr="00D268A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D268A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анимации. Учрежден в 2002 г. по инициативе Международной ассоциации анимационного кино в честь искусства анимации</w:t>
            </w:r>
          </w:p>
        </w:tc>
        <w:tc>
          <w:tcPr>
            <w:tcW w:w="4565" w:type="dxa"/>
          </w:tcPr>
          <w:p w:rsidR="003C4262" w:rsidRPr="00A73709" w:rsidRDefault="003C4262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политических репрессий (Постановление ВС РСФСР от 18.10.91 № 1763/1 – 1)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D3E7A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Тимашевского района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1C174E">
              <w:rPr>
                <w:color w:val="808080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D3E7A" w:rsidRDefault="003C426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гимнастики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09149F">
              <w:rPr>
                <w:color w:val="808080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в 1999 г. по инициативе федераций спортивной и художественной гимнастики, акробатики и прыжков на батуте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Черного моря. Отмечается по решению Ассамблеи по экологической безопасности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31 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сурдопереводчика. Постановление Президиума центрального правления Всероссийского общества глухих от 21.01.2003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следственных изоляторов и тюрем. Учрежден Приказом  Министерства юстиции РФ и Федеральной службы исполнения наказаний от 14.09.2006 № 617.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НОЯБРЬ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судебного пристава. Указ Президента РФ от 08.09.2009 № 1019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.- N 37. -</w:t>
            </w:r>
            <w:r w:rsidRPr="00A73709">
              <w:rPr>
                <w:sz w:val="24"/>
                <w:szCs w:val="24"/>
              </w:rPr>
              <w:t xml:space="preserve"> ст. 4395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народного единства. </w:t>
            </w:r>
            <w:r w:rsidRPr="00A73709">
              <w:rPr>
                <w:sz w:val="24"/>
              </w:rPr>
              <w:t>Нерабочий праздничный день</w:t>
            </w:r>
            <w:r w:rsidRPr="00A73709"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ст.112 Трудового кодекса РФ») </w:t>
            </w:r>
          </w:p>
        </w:tc>
        <w:tc>
          <w:tcPr>
            <w:tcW w:w="4565" w:type="dxa"/>
          </w:tcPr>
          <w:p w:rsidR="003C4262" w:rsidRPr="00BB5013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Российская газета</w:t>
            </w:r>
            <w:r>
              <w:rPr>
                <w:iCs/>
                <w:sz w:val="24"/>
                <w:szCs w:val="24"/>
              </w:rPr>
              <w:t>. –</w:t>
            </w:r>
            <w:r w:rsidRPr="00BB5013">
              <w:rPr>
                <w:iCs/>
                <w:sz w:val="24"/>
                <w:szCs w:val="24"/>
              </w:rPr>
              <w:t xml:space="preserve"> 2001</w:t>
            </w:r>
            <w:r>
              <w:rPr>
                <w:iCs/>
                <w:sz w:val="24"/>
                <w:szCs w:val="24"/>
              </w:rPr>
              <w:t>. – 31 дек. (N 256).</w:t>
            </w:r>
            <w:r w:rsidRPr="00BB5013">
              <w:rPr>
                <w:iCs/>
                <w:sz w:val="24"/>
                <w:szCs w:val="24"/>
              </w:rPr>
              <w:t xml:space="preserve"> </w:t>
            </w:r>
          </w:p>
          <w:p w:rsidR="003C4262" w:rsidRPr="000872DA" w:rsidRDefault="003C4262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Собрание законодательства РФ</w:t>
            </w:r>
            <w:r>
              <w:rPr>
                <w:iCs/>
                <w:sz w:val="24"/>
                <w:szCs w:val="24"/>
              </w:rPr>
              <w:t>. – 2002. - N 1 (ч. 1). - ст. 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3C4262" w:rsidRPr="00A73709" w:rsidRDefault="003C4262" w:rsidP="00DD60AA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народного единства (Федеральный закон от 29.12.2004 № 200-ФЗ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DD60A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E807C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разведчика – профессиональный праздник в Вооруженных Силах Российской Федерации (Указ Президента РФ от 31.05.06 № 549)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3C4262" w:rsidRPr="000872DA" w:rsidRDefault="003C4262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0872DA" w:rsidRDefault="003C4262" w:rsidP="00061A05">
            <w:pPr>
              <w:autoSpaceDE w:val="0"/>
              <w:autoSpaceDN w:val="0"/>
              <w:adjustRightInd w:val="0"/>
              <w:ind w:left="-49" w:right="167" w:firstLine="49"/>
              <w:jc w:val="both"/>
              <w:rPr>
                <w:sz w:val="24"/>
                <w:szCs w:val="24"/>
              </w:rPr>
            </w:pPr>
            <w:r w:rsidRPr="00F30514">
              <w:rPr>
                <w:sz w:val="24"/>
                <w:szCs w:val="24"/>
              </w:rPr>
              <w:t xml:space="preserve">День работника службы делопроизводства и режима уголовно-исполнительной системы. </w:t>
            </w:r>
            <w:r>
              <w:rPr>
                <w:sz w:val="24"/>
                <w:szCs w:val="24"/>
              </w:rPr>
              <w:t>(</w:t>
            </w:r>
            <w:r w:rsidRPr="00F30514">
              <w:rPr>
                <w:sz w:val="24"/>
                <w:szCs w:val="24"/>
              </w:rPr>
              <w:t>Приказ ФСИН РФ от 29.09.2010 N 422</w:t>
            </w:r>
            <w:r>
              <w:rPr>
                <w:sz w:val="24"/>
                <w:szCs w:val="24"/>
              </w:rPr>
              <w:t xml:space="preserve"> </w:t>
            </w:r>
            <w:r w:rsidRPr="00F30514">
              <w:rPr>
                <w:sz w:val="24"/>
                <w:szCs w:val="24"/>
              </w:rPr>
              <w:t>"Об объявлении дня работника службы делопроизводства и режима уголовно-исполнительной системы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у</w:t>
            </w:r>
            <w:r>
              <w:rPr>
                <w:sz w:val="24"/>
                <w:szCs w:val="24"/>
              </w:rPr>
              <w:t xml:space="preserve">головно-исполнительной системы.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предотвращения эксплуатации окружающей среды во время войны и вооруженных конфликтов. Объявлен Генеральной Ассамблеей ООН 5 ноября 2001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нояб. - С. 21.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1B3B83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(1941 год) (Федеральный закон от 29.12.2004 № 200-ФЗ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1B3B8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1B3B8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 xml:space="preserve">Памятная дата России – </w:t>
            </w:r>
            <w:r w:rsidRPr="00A73709">
              <w:rPr>
                <w:sz w:val="24"/>
              </w:rPr>
              <w:t>День Октябрьской революции 1917 года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 xml:space="preserve"> 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Default="003C4262" w:rsidP="00B4436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B4436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EF1689" w:rsidRDefault="003C4262" w:rsidP="00802E2E">
            <w:pPr>
              <w:ind w:right="167"/>
              <w:jc w:val="both"/>
              <w:rPr>
                <w:sz w:val="24"/>
              </w:rPr>
            </w:pPr>
            <w:r w:rsidRPr="00EF1689">
              <w:rPr>
                <w:sz w:val="24"/>
              </w:rPr>
              <w:t>День памяти погибших при исполнении служебных обязанностей (обязанностей военной службы) сотрудников органов внутренних дел РФ и военнослужащих внутренних войск МВД РФ. Приказ МВД РФ от 26.11.2011 № 1101</w:t>
            </w:r>
          </w:p>
        </w:tc>
        <w:tc>
          <w:tcPr>
            <w:tcW w:w="4565" w:type="dxa"/>
          </w:tcPr>
          <w:p w:rsidR="003C4262" w:rsidRDefault="003C4262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3C4262" w:rsidRPr="00EF168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КВН</w:t>
            </w:r>
          </w:p>
        </w:tc>
        <w:tc>
          <w:tcPr>
            <w:tcW w:w="4565" w:type="dxa"/>
          </w:tcPr>
          <w:p w:rsidR="003C4262" w:rsidRDefault="003C4262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отрядов милиции специального назначения системы МВД России (Приказ МВД РФ от 11 февраля 2004 № 85)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Бюллетень текущего законодательства МВД РФ, выпуск 1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2, М., 2004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фашизмом и антисемитизмом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рекордов Гиннеса. Отмечается ежегодно с 2005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0B185F" w:rsidRDefault="003C4262" w:rsidP="000B185F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0B185F">
              <w:rPr>
                <w:color w:val="000000"/>
                <w:sz w:val="24"/>
                <w:szCs w:val="24"/>
              </w:rPr>
              <w:t>День сотрудника органов внутренних дел Российской Федерации (Указ Президента РФ от 13.10.2011 N 1348)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3C4262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2011. – N 43. – ст. 6020.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молодежи. Учрежден в честь создания Всемирной федерации демократической молодежи (1945)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Сберегательного банка России. Отмечается с 1998 года.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39.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0872DA" w:rsidRDefault="003C4262" w:rsidP="00B56B7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качества</w:t>
            </w:r>
            <w:r w:rsidRPr="000872DA">
              <w:rPr>
                <w:color w:val="1F497D"/>
                <w:sz w:val="24"/>
              </w:rPr>
              <w:t xml:space="preserve"> (</w:t>
            </w:r>
            <w:r w:rsidRPr="00061A05">
              <w:rPr>
                <w:color w:val="808080"/>
                <w:sz w:val="24"/>
              </w:rPr>
              <w:t>второй четверг ноября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Проводится по инициативе Европейской организации по качеству при поддержке ООН, начиная с 1989 г.</w:t>
            </w: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радиационной, химической и биологической защиты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– N 23. –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слепых. Проводится в день рождения французского педагога В. Гаюи, основателя первого в мире интерната для слепых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против диабета. Отмечается с 1991 г. в день рождения Ф.Г. Бантинга, физиолога, открывшего гормон инсулин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призывника (Распоряжение Президента РФ от 12.11.92 №678-рп)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актов</w:t>
            </w:r>
            <w:r>
              <w:rPr>
                <w:sz w:val="24"/>
                <w:szCs w:val="24"/>
              </w:rPr>
              <w:t xml:space="preserve"> Президента и Правительства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 нояб. (N 20). –</w:t>
            </w:r>
            <w:r w:rsidRPr="00A73709">
              <w:rPr>
                <w:sz w:val="24"/>
                <w:szCs w:val="24"/>
              </w:rPr>
              <w:t xml:space="preserve"> ст. 1686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CE17BF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СНД и ВС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 N 47. –</w:t>
            </w:r>
            <w:r w:rsidRPr="00A73709">
              <w:rPr>
                <w:sz w:val="24"/>
                <w:szCs w:val="24"/>
              </w:rPr>
              <w:t xml:space="preserve"> ст. 2726</w:t>
            </w:r>
            <w:r>
              <w:rPr>
                <w:sz w:val="24"/>
                <w:szCs w:val="24"/>
              </w:rPr>
              <w:t>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Всемирный день памяти жертв дорожно-транспортных происшествий (</w:t>
            </w:r>
            <w:r w:rsidRPr="00061A05">
              <w:rPr>
                <w:color w:val="808080"/>
                <w:sz w:val="24"/>
                <w:szCs w:val="24"/>
              </w:rPr>
              <w:t>третье воскресенье ноября</w:t>
            </w:r>
            <w:r w:rsidRPr="00A73709">
              <w:rPr>
                <w:color w:val="000000"/>
                <w:sz w:val="24"/>
                <w:szCs w:val="24"/>
              </w:rPr>
              <w:t>). Отмечается по предложению Генеральной Ассамблеи ООН (резолюция № А/</w:t>
            </w:r>
            <w:r w:rsidRPr="00A73709">
              <w:rPr>
                <w:color w:val="000000"/>
                <w:sz w:val="24"/>
                <w:szCs w:val="24"/>
                <w:lang w:val="en-US"/>
              </w:rPr>
              <w:t>RES</w:t>
            </w:r>
            <w:r w:rsidRPr="00A73709">
              <w:rPr>
                <w:color w:val="000000"/>
                <w:sz w:val="24"/>
                <w:szCs w:val="24"/>
              </w:rPr>
              <w:t>/60/5) (2005)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толерантности (или терпимости) к культурным, религиозным и национальным различиям. Отмечается по призыву Генеральной Ассамблеи ООН с 1996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студентов. Установлен в 1946 г. на Всемирном конгрессе студентов, состоявшемся в Праге, в память чешских студентов-патриотов, расстрелянных немецко-фашистскими оккупантами (1939)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участковых уполномоченных</w:t>
            </w:r>
            <w:r w:rsidRPr="00A73709">
              <w:rPr>
                <w:color w:val="800000"/>
                <w:sz w:val="24"/>
                <w:szCs w:val="24"/>
              </w:rPr>
              <w:t xml:space="preserve"> милиции</w:t>
            </w:r>
            <w:r w:rsidRPr="00A73709">
              <w:rPr>
                <w:sz w:val="24"/>
              </w:rPr>
              <w:t>. Приказ МВД РФ от 06.09.02 № 868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и артиллерии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05.06.2006, N 23, ст. 2455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стекольной промышленности СНГ. Отмечается по установившейся традиции профессиональными организациями отрасли в день рождения ученого-энциклопедиста мирового уровня М.В. Ломоносова (1711-1765), внесшего значительный вклад в развитие промышленного стеклоделия.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философии (</w:t>
            </w:r>
            <w:r w:rsidRPr="00061A05">
              <w:rPr>
                <w:color w:val="808080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Отмечается с 2002 г., когда ЮНЕСКО объявила современную Стратегию по философии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отказа от курения (</w:t>
            </w:r>
            <w:r w:rsidRPr="00466661">
              <w:rPr>
                <w:color w:val="808080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Проводится по инициативе Международного общества онкологов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3C4262" w:rsidRPr="00A73709" w:rsidRDefault="003C426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ребенка. В честь принятия Генеральной ассамблеей ООН Декларации прав ребенка (1959) и Конвенции по правам ребенка (1989)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телевидения. Провозглашен Генеральной Ассамблеей ООН в честь Первого всемирного телевизионного форума (1996)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РФ (Указ Президента РФ от 11.11.00 № 1868)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 N 46. – ст. 4547.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N 218, 14.11.2000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насилия в отношении женщин. Объявлен решением Генеральной Ассамблеи ООН 17 декабря 1999 года.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чтения, объявлен оргкомитетом 13 Международной профессиональной выставки «Пресса-2006»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информации. Проводится по инициативе Международной академии информатизации (МАИ)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морской пехоты в России. Приказ Главкома ВМФ РФ от 19 ноября 1995 г. (в этот день в 1705 г. Указом Петра Первого был создан полк морских солдат, положивший начало организации морской пехоты регулярного российского флота)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80.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ветеринарной службы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371210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rPr>
                <w:sz w:val="24"/>
              </w:rPr>
            </w:pPr>
            <w:r w:rsidRPr="00A73709">
              <w:rPr>
                <w:sz w:val="24"/>
              </w:rPr>
              <w:t>День Матери</w:t>
            </w:r>
            <w:r w:rsidRPr="00371210">
              <w:rPr>
                <w:color w:val="1F497D"/>
                <w:sz w:val="24"/>
              </w:rPr>
              <w:t xml:space="preserve"> (</w:t>
            </w:r>
            <w:r w:rsidRPr="00CC10BC">
              <w:rPr>
                <w:color w:val="808080"/>
                <w:sz w:val="24"/>
              </w:rPr>
              <w:t>последнее воскресенье ноября</w:t>
            </w:r>
            <w:r w:rsidRPr="00FB654A">
              <w:rPr>
                <w:sz w:val="24"/>
              </w:rPr>
              <w:t>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 Президента РФ от 30.01.98 № 120)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N 5. – ст. 572.</w:t>
            </w:r>
          </w:p>
          <w:p w:rsidR="003C4262" w:rsidRPr="00A73709" w:rsidRDefault="003C4262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3 февр.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ДЕКАБРЬ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со СПИДОМ. Отмечается с 1988 г.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 дек.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Декада инвалидов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. День победы русской эскадры под командованием П.С. Нахимова над турецкой эскадрой у мыса Синоп (1853 год)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</w:t>
            </w:r>
            <w:r>
              <w:rPr>
                <w:sz w:val="24"/>
                <w:szCs w:val="24"/>
              </w:rPr>
              <w:t>,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DD7B4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DD7B4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 отмену рабства. Отмечается по решению Генеральной Ассамблеи ООН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–дек</w:t>
            </w:r>
            <w:r w:rsidRPr="00A73709">
              <w:rPr>
                <w:sz w:val="24"/>
              </w:rPr>
              <w:t>. - С. 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банковского работника. 2 декабря 1990 года был принят Федеральный закон РФ «О Центральном банке РФ (Банке России)» - преемнике Государственного банка СССР, положивший начало формированию современной финансово-кредитной системы России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людей с ограниченными физическими возможностями. Провозглашен Генеральной Ассамблеей ООН в 1982 г. в рамках Международной программы действий как Международный день инвалидов (с настоящим названием отмечается в соответствии с резолюцией ГА ООН от 18 декабря 2007 г.)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против пестицидов. Отмечается по инициативе международных экологических организаций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юриста (Указ Президента РФ от 04.02.08 № 130)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2008. – (</w:t>
            </w:r>
            <w:r w:rsidRPr="00A73709">
              <w:rPr>
                <w:sz w:val="24"/>
                <w:szCs w:val="24"/>
              </w:rPr>
              <w:t>24) 6 февр.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2008. – 11 февр. (N 6). - ст. 461.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начала контрнаступления советских войск против немецко-фашистских войск в битве под Москвой (1941)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C467E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C467E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добровольцев во имя экономического и социального развития – День волонтера. Провозглашен 40-й сессии Генеральной Ассамблеи ООН 1985 года в знак признания важной роли добровольческих и других организаций в социальном и экономическом развитии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15.</w:t>
            </w:r>
          </w:p>
        </w:tc>
      </w:tr>
      <w:tr w:rsidR="003C4262" w:rsidTr="00B56B7C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3C4262" w:rsidRPr="00A73709" w:rsidRDefault="003C4262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День аудитора и бухгалтера Краснодарского края (</w:t>
            </w:r>
            <w:r w:rsidRPr="002908F7">
              <w:rPr>
                <w:color w:val="808080"/>
                <w:sz w:val="24"/>
              </w:rPr>
              <w:t>первое воскресенье декабря</w:t>
            </w:r>
            <w:r w:rsidRPr="00A73709">
              <w:rPr>
                <w:sz w:val="24"/>
              </w:rPr>
              <w:t xml:space="preserve">) (Закон Краснодарского края «Об установлении праздничных дней и памятных дат в Краснодарском крае» от 14 дек. 2006 № 1145-КЗ, ред. </w:t>
            </w:r>
            <w:r w:rsidRPr="00A73709">
              <w:rPr>
                <w:sz w:val="24"/>
                <w:szCs w:val="24"/>
              </w:rPr>
              <w:t>от 13.12.2011 N 2403-КЗ</w:t>
            </w:r>
            <w:r w:rsidRPr="00A73709">
              <w:rPr>
                <w:sz w:val="24"/>
              </w:rPr>
              <w:t xml:space="preserve"> и Постановление ЗС КК от 05.12.01 № 1256-П)</w:t>
            </w:r>
          </w:p>
        </w:tc>
        <w:tc>
          <w:tcPr>
            <w:tcW w:w="4565" w:type="dxa"/>
          </w:tcPr>
          <w:p w:rsidR="003C4262" w:rsidRPr="00A73709" w:rsidRDefault="003C4262" w:rsidP="00B56B7C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–22 дек.</w:t>
            </w:r>
          </w:p>
          <w:p w:rsidR="003C4262" w:rsidRPr="00A73709" w:rsidRDefault="003C4262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гражданской авиации. Отмечается по решению ООН</w:t>
            </w:r>
          </w:p>
        </w:tc>
        <w:tc>
          <w:tcPr>
            <w:tcW w:w="4565" w:type="dxa"/>
          </w:tcPr>
          <w:p w:rsidR="003C4262" w:rsidRPr="00A73709" w:rsidRDefault="003C4262" w:rsidP="00855BA7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дек</w:t>
            </w:r>
            <w:r w:rsidRPr="00A73709">
              <w:rPr>
                <w:sz w:val="24"/>
              </w:rPr>
              <w:t>. - С. 21.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- День Героев Отечества («О внесении изменения в ст.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67143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2F0D04" w:rsidRDefault="003C4262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коррупцией. Объявлен по инициативе ООН в 2003 году, в честь подписания Конвенции ООН против коррупции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прав человека (В этот день в 1948 году Генеральная Ассамблея ООН приняла Всеобщую декларацию прав человека)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27.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службы связи МВД РФ (1949). Приказ МВД РФ от 09.08.1999 № 590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3C4262" w:rsidRPr="00194ABD" w:rsidRDefault="003C4262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194ABD">
              <w:rPr>
                <w:rStyle w:val="Strong"/>
                <w:b w:val="0"/>
                <w:sz w:val="24"/>
                <w:szCs w:val="24"/>
              </w:rPr>
              <w:t>Всемирный день футбола</w:t>
            </w:r>
            <w:r w:rsidRPr="00194ABD">
              <w:rPr>
                <w:rStyle w:val="Strong"/>
                <w:sz w:val="24"/>
                <w:szCs w:val="24"/>
              </w:rPr>
              <w:t xml:space="preserve">. </w:t>
            </w:r>
            <w:r w:rsidRPr="00194ABD">
              <w:rPr>
                <w:sz w:val="24"/>
                <w:szCs w:val="24"/>
              </w:rPr>
              <w:t>По решению Организации Объединенных Наций</w:t>
            </w:r>
          </w:p>
        </w:tc>
        <w:tc>
          <w:tcPr>
            <w:tcW w:w="4565" w:type="dxa"/>
          </w:tcPr>
          <w:p w:rsidR="003C4262" w:rsidRPr="00194ABD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hyperlink r:id="rId29" w:history="1">
              <w:r w:rsidRPr="00194ABD">
                <w:rPr>
                  <w:rStyle w:val="Hyperlink"/>
                  <w:bCs/>
                  <w:color w:val="auto"/>
                  <w:sz w:val="24"/>
                  <w:szCs w:val="24"/>
                </w:rPr>
                <w:t>http://www.vampodarok.com/</w:t>
              </w:r>
            </w:hyperlink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855BA7" w:rsidRDefault="003C4262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</w:rPr>
              <w:t>День памяти погибших в вооруженном конфликте в Чеченской Республике. День ввода российских войск на территорию Чеченской республики для принятия мер по восстановлению конституционного порядка (1994)</w:t>
            </w:r>
            <w:r w:rsidRPr="00855BA7">
              <w:rPr>
                <w:color w:val="000000"/>
                <w:sz w:val="24"/>
                <w:szCs w:val="24"/>
              </w:rPr>
              <w:t xml:space="preserve"> (Постановление главы администрации (губернатора) Краснодарского края от 12.09.2011 N 1009)</w:t>
            </w:r>
          </w:p>
          <w:p w:rsidR="003C4262" w:rsidRPr="00855BA7" w:rsidRDefault="003C4262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3C4262" w:rsidRPr="00855BA7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гор. Провозглашен Генеральной Ассамблеей ООН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3C4262" w:rsidRPr="00A73709" w:rsidRDefault="003C4262" w:rsidP="00465F1E">
            <w:pPr>
              <w:autoSpaceDE w:val="0"/>
              <w:autoSpaceDN w:val="0"/>
              <w:adjustRightInd w:val="0"/>
              <w:ind w:left="-142"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Конституции Российской Федерации («О внесении изменения в ст. 1.1 ФЗ «О днях воинской славы и памятных датах России» : </w:t>
            </w:r>
            <w:r w:rsidRPr="00465F1E">
              <w:rPr>
                <w:bCs/>
                <w:sz w:val="24"/>
                <w:szCs w:val="24"/>
              </w:rPr>
              <w:t>Федеральный закон от 29.11.2010 N 320-ФЗ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465F1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</w:tcPr>
          <w:p w:rsidR="003C4262" w:rsidRDefault="003C4262" w:rsidP="008F2C3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C4262" w:rsidRPr="00A73709" w:rsidRDefault="003C4262" w:rsidP="008F2C3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FC4137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детского телевидения и радиовещания </w:t>
            </w:r>
            <w:r w:rsidRPr="00FC4137">
              <w:rPr>
                <w:color w:val="1F497D"/>
                <w:sz w:val="24"/>
              </w:rPr>
              <w:t>(</w:t>
            </w:r>
            <w:r w:rsidRPr="002908F7">
              <w:rPr>
                <w:color w:val="808080"/>
                <w:sz w:val="24"/>
              </w:rPr>
              <w:t>второе воскресенье декабря</w:t>
            </w:r>
            <w:r w:rsidRPr="00FC4137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По инициативе Детского фонда ООН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журналистов, погибших при исполнении профессиональных обязанностей (проводит Союз журналистов России с 1991 года)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38.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стратегического назначения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сотрудников Государственной фельдъегерской службы Российской Федерации (1796)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42.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мигранта. Провозглашен Генеральной Ассамблеи ООН в 2000 году в честь принятия Международной конвенции о защите прав всех трудящихся-мигрантов и членов их семей (1990)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44.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службы собственной безопасности (УСБ) МВД РФ (1995). Приказ МВД РФ от 28.09.2000 № 998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органов безопасности РФ (Указ Президента РФ от 20.12.95 № 1280)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52. -</w:t>
            </w:r>
            <w:r w:rsidRPr="00A73709">
              <w:rPr>
                <w:sz w:val="24"/>
                <w:szCs w:val="24"/>
              </w:rPr>
              <w:t xml:space="preserve"> ст. 5135</w:t>
            </w:r>
            <w:r>
              <w:rPr>
                <w:sz w:val="24"/>
                <w:szCs w:val="24"/>
              </w:rPr>
              <w:t>.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человечества. Провозглашен Генеральной Ассамблеей ООН (2005)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49.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FC4137" w:rsidRDefault="003C4262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811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энергетика</w:t>
            </w:r>
            <w:r w:rsidRPr="00A73709">
              <w:rPr>
                <w:color w:val="000000"/>
                <w:sz w:val="24"/>
              </w:rPr>
              <w:t xml:space="preserve"> </w:t>
            </w:r>
            <w:r w:rsidRPr="00FC4137">
              <w:rPr>
                <w:color w:val="1F497D"/>
                <w:sz w:val="24"/>
              </w:rPr>
              <w:t>(</w:t>
            </w:r>
            <w:r w:rsidRPr="002908F7">
              <w:rPr>
                <w:color w:val="808080"/>
                <w:sz w:val="24"/>
              </w:rPr>
              <w:t>третье воскресенье декабря</w:t>
            </w:r>
            <w:r w:rsidRPr="00FC4137">
              <w:rPr>
                <w:color w:val="1F497D"/>
                <w:sz w:val="24"/>
              </w:rPr>
              <w:t>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3C4262" w:rsidRPr="00A73709" w:rsidRDefault="003C4262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53.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Дальней авиации Военно-воздушных сил РФ. Приказ Главкома ВВС. Отмечается с 1999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</w:t>
            </w:r>
            <w:r>
              <w:rPr>
                <w:sz w:val="24"/>
              </w:rPr>
              <w:t xml:space="preserve">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Ростехнадзора – профессиональный праздник Федеральной службы по экологическому, технологическому и атомному надзору. Отмечается в соответствии с постановлением коллегии Ростехнадзора от 4 августа 2006 года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3C4262" w:rsidRPr="00A73709" w:rsidRDefault="003C4262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взятия турецкой крепости Измаил русскими войсками под командованием А.В. Суворова (1790) (Федеральный закон от 13.03.95 № 32-ФЗ, в ред. ФЗ от 22.08.2004 № 122-ФЗ, от 29.12.2004 № 200-ФЗ,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 xml:space="preserve">) </w:t>
            </w:r>
          </w:p>
        </w:tc>
        <w:tc>
          <w:tcPr>
            <w:tcW w:w="4565" w:type="dxa"/>
          </w:tcPr>
          <w:p w:rsidR="003C4262" w:rsidRPr="00E04A8C" w:rsidRDefault="003C4262" w:rsidP="00E04A8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спасателя (Указ Президента РФ от 26.11.95 № 1306)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1. -</w:t>
            </w:r>
            <w:r w:rsidRPr="00A73709">
              <w:rPr>
                <w:sz w:val="24"/>
                <w:szCs w:val="24"/>
              </w:rPr>
              <w:t xml:space="preserve"> ст. 50</w:t>
            </w:r>
          </w:p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паспортной службы в органах внутренних дел РФ (Приказ МВД РФ от 24 августа 2002 № 812)</w:t>
            </w:r>
          </w:p>
        </w:tc>
        <w:tc>
          <w:tcPr>
            <w:tcW w:w="4565" w:type="dxa"/>
          </w:tcPr>
          <w:p w:rsidR="003C4262" w:rsidRPr="00A73709" w:rsidRDefault="003C4262" w:rsidP="00194ABD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Опубл</w:t>
            </w:r>
            <w:r w:rsidRPr="00A73709">
              <w:rPr>
                <w:sz w:val="24"/>
              </w:rPr>
              <w:t>икован не был</w:t>
            </w:r>
          </w:p>
          <w:p w:rsidR="003C4262" w:rsidRPr="00A73709" w:rsidRDefault="003C4262" w:rsidP="00802E2E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кино</w:t>
            </w: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3C4262" w:rsidRPr="00465325" w:rsidRDefault="003C4262" w:rsidP="00802E2E">
            <w:pPr>
              <w:ind w:right="167"/>
              <w:jc w:val="both"/>
              <w:rPr>
                <w:sz w:val="24"/>
              </w:rPr>
            </w:pPr>
            <w:r w:rsidRPr="00465325">
              <w:rPr>
                <w:sz w:val="24"/>
              </w:rPr>
              <w:t>Международный день биологического разнообразия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3C4262" w:rsidTr="00B37A5B">
        <w:trPr>
          <w:gridAfter w:val="4"/>
          <w:wAfter w:w="13057" w:type="dxa"/>
        </w:trPr>
        <w:tc>
          <w:tcPr>
            <w:tcW w:w="1042" w:type="dxa"/>
          </w:tcPr>
          <w:p w:rsidR="003C4262" w:rsidRPr="00A73709" w:rsidRDefault="003C426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25.12-10.01</w:t>
            </w:r>
          </w:p>
        </w:tc>
        <w:tc>
          <w:tcPr>
            <w:tcW w:w="8811" w:type="dxa"/>
          </w:tcPr>
          <w:p w:rsidR="003C4262" w:rsidRPr="00465325" w:rsidRDefault="003C426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Новогодней елки. Закон Краснодарского края от 14.12.2006. № 1145-КЗ</w:t>
            </w:r>
          </w:p>
        </w:tc>
        <w:tc>
          <w:tcPr>
            <w:tcW w:w="4565" w:type="dxa"/>
          </w:tcPr>
          <w:p w:rsidR="003C4262" w:rsidRPr="00A73709" w:rsidRDefault="003C4262" w:rsidP="00802E2E">
            <w:pPr>
              <w:ind w:right="167"/>
              <w:jc w:val="both"/>
              <w:rPr>
                <w:sz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</w:tc>
      </w:tr>
    </w:tbl>
    <w:p w:rsidR="003C4262" w:rsidRDefault="003C4262" w:rsidP="00802E2E">
      <w:pPr>
        <w:shd w:val="clear" w:color="auto" w:fill="FFFFFF"/>
        <w:spacing w:after="150"/>
        <w:ind w:right="167"/>
        <w:rPr>
          <w:rFonts w:ascii="Arial" w:hAnsi="Arial" w:cs="Arial"/>
          <w:b/>
          <w:bCs/>
          <w:color w:val="000000"/>
          <w:sz w:val="19"/>
          <w:szCs w:val="19"/>
        </w:rPr>
      </w:pPr>
    </w:p>
    <w:sectPr w:rsidR="003C4262" w:rsidSect="00802E2E">
      <w:footerReference w:type="even" r:id="rId30"/>
      <w:footerReference w:type="default" r:id="rId31"/>
      <w:pgSz w:w="16838" w:h="11906" w:orient="landscape"/>
      <w:pgMar w:top="851" w:right="1387" w:bottom="1701" w:left="1134" w:header="709" w:footer="709" w:gutter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62" w:rsidRDefault="003C4262">
      <w:r>
        <w:separator/>
      </w:r>
    </w:p>
  </w:endnote>
  <w:endnote w:type="continuationSeparator" w:id="0">
    <w:p w:rsidR="003C4262" w:rsidRDefault="003C4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62" w:rsidRDefault="003C4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262" w:rsidRDefault="003C426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62" w:rsidRDefault="003C4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40</w:t>
    </w:r>
    <w:r>
      <w:rPr>
        <w:rStyle w:val="PageNumber"/>
      </w:rPr>
      <w:fldChar w:fldCharType="end"/>
    </w:r>
  </w:p>
  <w:p w:rsidR="003C4262" w:rsidRDefault="003C42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62" w:rsidRDefault="003C4262">
      <w:r>
        <w:separator/>
      </w:r>
    </w:p>
  </w:footnote>
  <w:footnote w:type="continuationSeparator" w:id="0">
    <w:p w:rsidR="003C4262" w:rsidRDefault="003C42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abstractNum w:abstractNumId="0">
    <w:nsid w:val="17F96747"/>
    <w:multiLevelType w:val="multilevel"/>
    <w:tmpl w:val="B3C2A23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15849"/>
    <w:multiLevelType w:val="multilevel"/>
    <w:tmpl w:val="6994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2488E"/>
    <w:multiLevelType w:val="multilevel"/>
    <w:tmpl w:val="8B4E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4738F"/>
    <w:multiLevelType w:val="hybridMultilevel"/>
    <w:tmpl w:val="F0601652"/>
    <w:lvl w:ilvl="0" w:tplc="4986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EEB9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9238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FF2D8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89B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F65F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1E3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6457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25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D190DE1"/>
    <w:multiLevelType w:val="multilevel"/>
    <w:tmpl w:val="6B7E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D267E4C"/>
    <w:multiLevelType w:val="multilevel"/>
    <w:tmpl w:val="F20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855"/>
    <w:rsid w:val="00001121"/>
    <w:rsid w:val="000011EF"/>
    <w:rsid w:val="000037AB"/>
    <w:rsid w:val="00005704"/>
    <w:rsid w:val="0000581A"/>
    <w:rsid w:val="00006A89"/>
    <w:rsid w:val="00011653"/>
    <w:rsid w:val="0001222E"/>
    <w:rsid w:val="000128CC"/>
    <w:rsid w:val="00014972"/>
    <w:rsid w:val="00015242"/>
    <w:rsid w:val="0002030A"/>
    <w:rsid w:val="0002129A"/>
    <w:rsid w:val="00021F47"/>
    <w:rsid w:val="0002603A"/>
    <w:rsid w:val="000278FD"/>
    <w:rsid w:val="00031A87"/>
    <w:rsid w:val="0003268C"/>
    <w:rsid w:val="000342C7"/>
    <w:rsid w:val="000369F4"/>
    <w:rsid w:val="00036ABD"/>
    <w:rsid w:val="00040AAA"/>
    <w:rsid w:val="000429DF"/>
    <w:rsid w:val="00045434"/>
    <w:rsid w:val="0004599E"/>
    <w:rsid w:val="00046DB9"/>
    <w:rsid w:val="00047646"/>
    <w:rsid w:val="000477B0"/>
    <w:rsid w:val="00047FC7"/>
    <w:rsid w:val="00050417"/>
    <w:rsid w:val="0005083F"/>
    <w:rsid w:val="00052B57"/>
    <w:rsid w:val="000602EE"/>
    <w:rsid w:val="00061A05"/>
    <w:rsid w:val="00061D5A"/>
    <w:rsid w:val="00070EA9"/>
    <w:rsid w:val="00073677"/>
    <w:rsid w:val="000743C1"/>
    <w:rsid w:val="00074420"/>
    <w:rsid w:val="00082C58"/>
    <w:rsid w:val="000830BB"/>
    <w:rsid w:val="000837FA"/>
    <w:rsid w:val="000872DA"/>
    <w:rsid w:val="0009149F"/>
    <w:rsid w:val="00091C33"/>
    <w:rsid w:val="00093D60"/>
    <w:rsid w:val="000947DD"/>
    <w:rsid w:val="00095387"/>
    <w:rsid w:val="00096DD6"/>
    <w:rsid w:val="000B0ECA"/>
    <w:rsid w:val="000B185F"/>
    <w:rsid w:val="000B4A9B"/>
    <w:rsid w:val="000C39F0"/>
    <w:rsid w:val="000C470E"/>
    <w:rsid w:val="000C53D5"/>
    <w:rsid w:val="000D06C9"/>
    <w:rsid w:val="000D1777"/>
    <w:rsid w:val="000D1D6F"/>
    <w:rsid w:val="000D4B0B"/>
    <w:rsid w:val="000D4E11"/>
    <w:rsid w:val="000D5B55"/>
    <w:rsid w:val="000E09D8"/>
    <w:rsid w:val="000E1EC2"/>
    <w:rsid w:val="000E3D0F"/>
    <w:rsid w:val="000E64F9"/>
    <w:rsid w:val="000E72EB"/>
    <w:rsid w:val="0010493E"/>
    <w:rsid w:val="001059EC"/>
    <w:rsid w:val="00105B7A"/>
    <w:rsid w:val="001131A3"/>
    <w:rsid w:val="00117BD2"/>
    <w:rsid w:val="001246B0"/>
    <w:rsid w:val="00125CF2"/>
    <w:rsid w:val="00127F3A"/>
    <w:rsid w:val="0013007D"/>
    <w:rsid w:val="00134858"/>
    <w:rsid w:val="00134ADB"/>
    <w:rsid w:val="0013549D"/>
    <w:rsid w:val="0013795C"/>
    <w:rsid w:val="001410E6"/>
    <w:rsid w:val="0014513E"/>
    <w:rsid w:val="00161012"/>
    <w:rsid w:val="00166E98"/>
    <w:rsid w:val="0017158E"/>
    <w:rsid w:val="00171996"/>
    <w:rsid w:val="001778FD"/>
    <w:rsid w:val="00181C84"/>
    <w:rsid w:val="00184B7F"/>
    <w:rsid w:val="00186E5B"/>
    <w:rsid w:val="00194ABD"/>
    <w:rsid w:val="00194FA0"/>
    <w:rsid w:val="0019756F"/>
    <w:rsid w:val="00197F8D"/>
    <w:rsid w:val="001A1DB3"/>
    <w:rsid w:val="001B3B83"/>
    <w:rsid w:val="001B63CD"/>
    <w:rsid w:val="001B6AF6"/>
    <w:rsid w:val="001B7870"/>
    <w:rsid w:val="001C174E"/>
    <w:rsid w:val="001C18CD"/>
    <w:rsid w:val="001C1ACA"/>
    <w:rsid w:val="001C631C"/>
    <w:rsid w:val="001C6436"/>
    <w:rsid w:val="001D22F3"/>
    <w:rsid w:val="001D4891"/>
    <w:rsid w:val="001D4B70"/>
    <w:rsid w:val="001D7D7B"/>
    <w:rsid w:val="001E197F"/>
    <w:rsid w:val="001E2B11"/>
    <w:rsid w:val="001E566C"/>
    <w:rsid w:val="001E6FBC"/>
    <w:rsid w:val="001F1FC7"/>
    <w:rsid w:val="001F604E"/>
    <w:rsid w:val="001F714D"/>
    <w:rsid w:val="00200E1D"/>
    <w:rsid w:val="00200F33"/>
    <w:rsid w:val="002030E0"/>
    <w:rsid w:val="00203B20"/>
    <w:rsid w:val="00204AB0"/>
    <w:rsid w:val="00205E19"/>
    <w:rsid w:val="002104B4"/>
    <w:rsid w:val="00210AFF"/>
    <w:rsid w:val="00211B72"/>
    <w:rsid w:val="00214D50"/>
    <w:rsid w:val="002155D3"/>
    <w:rsid w:val="002179FB"/>
    <w:rsid w:val="002209F5"/>
    <w:rsid w:val="00225D9C"/>
    <w:rsid w:val="00227E45"/>
    <w:rsid w:val="0023033B"/>
    <w:rsid w:val="002312B3"/>
    <w:rsid w:val="00232579"/>
    <w:rsid w:val="00235660"/>
    <w:rsid w:val="00237D98"/>
    <w:rsid w:val="00241C75"/>
    <w:rsid w:val="002472E7"/>
    <w:rsid w:val="002562E2"/>
    <w:rsid w:val="00260C92"/>
    <w:rsid w:val="00263629"/>
    <w:rsid w:val="00270175"/>
    <w:rsid w:val="00272C4D"/>
    <w:rsid w:val="002733EC"/>
    <w:rsid w:val="0027389E"/>
    <w:rsid w:val="00274C70"/>
    <w:rsid w:val="002751EA"/>
    <w:rsid w:val="00276E90"/>
    <w:rsid w:val="00282205"/>
    <w:rsid w:val="0028272C"/>
    <w:rsid w:val="00282DD2"/>
    <w:rsid w:val="0028631E"/>
    <w:rsid w:val="002908F7"/>
    <w:rsid w:val="00290E82"/>
    <w:rsid w:val="00291600"/>
    <w:rsid w:val="002A69B3"/>
    <w:rsid w:val="002A6E21"/>
    <w:rsid w:val="002A75D4"/>
    <w:rsid w:val="002A771E"/>
    <w:rsid w:val="002B1FDE"/>
    <w:rsid w:val="002B6ABA"/>
    <w:rsid w:val="002B6DA2"/>
    <w:rsid w:val="002B76B3"/>
    <w:rsid w:val="002C64FB"/>
    <w:rsid w:val="002D268D"/>
    <w:rsid w:val="002D73DB"/>
    <w:rsid w:val="002E4744"/>
    <w:rsid w:val="002E52EC"/>
    <w:rsid w:val="002E7147"/>
    <w:rsid w:val="002E74CD"/>
    <w:rsid w:val="002F0D04"/>
    <w:rsid w:val="002F0EC1"/>
    <w:rsid w:val="002F2318"/>
    <w:rsid w:val="002F2539"/>
    <w:rsid w:val="002F301E"/>
    <w:rsid w:val="002F3D20"/>
    <w:rsid w:val="00300E83"/>
    <w:rsid w:val="003036D0"/>
    <w:rsid w:val="003043CB"/>
    <w:rsid w:val="00305A20"/>
    <w:rsid w:val="0030784A"/>
    <w:rsid w:val="00311817"/>
    <w:rsid w:val="0031197A"/>
    <w:rsid w:val="00311A2B"/>
    <w:rsid w:val="00314C15"/>
    <w:rsid w:val="0031605D"/>
    <w:rsid w:val="00321A37"/>
    <w:rsid w:val="00323EAE"/>
    <w:rsid w:val="003241BE"/>
    <w:rsid w:val="00325F91"/>
    <w:rsid w:val="003271FE"/>
    <w:rsid w:val="00330E17"/>
    <w:rsid w:val="00331331"/>
    <w:rsid w:val="0033139A"/>
    <w:rsid w:val="00331D28"/>
    <w:rsid w:val="00331D76"/>
    <w:rsid w:val="003340B2"/>
    <w:rsid w:val="00336C3C"/>
    <w:rsid w:val="0034075F"/>
    <w:rsid w:val="00340F3A"/>
    <w:rsid w:val="00341977"/>
    <w:rsid w:val="0034226D"/>
    <w:rsid w:val="003427EE"/>
    <w:rsid w:val="003468F8"/>
    <w:rsid w:val="00346908"/>
    <w:rsid w:val="00347C43"/>
    <w:rsid w:val="003602EC"/>
    <w:rsid w:val="003608C1"/>
    <w:rsid w:val="00360A36"/>
    <w:rsid w:val="00361A93"/>
    <w:rsid w:val="00362CC4"/>
    <w:rsid w:val="003646CB"/>
    <w:rsid w:val="003660D3"/>
    <w:rsid w:val="00370A08"/>
    <w:rsid w:val="00371210"/>
    <w:rsid w:val="00372FD7"/>
    <w:rsid w:val="003732F4"/>
    <w:rsid w:val="00375D41"/>
    <w:rsid w:val="00380C01"/>
    <w:rsid w:val="00381093"/>
    <w:rsid w:val="00381177"/>
    <w:rsid w:val="00381ECB"/>
    <w:rsid w:val="00382745"/>
    <w:rsid w:val="00382C51"/>
    <w:rsid w:val="00383951"/>
    <w:rsid w:val="0038697D"/>
    <w:rsid w:val="00387DF4"/>
    <w:rsid w:val="00391116"/>
    <w:rsid w:val="00394FD5"/>
    <w:rsid w:val="003A0582"/>
    <w:rsid w:val="003A37C0"/>
    <w:rsid w:val="003A6FE7"/>
    <w:rsid w:val="003B16B8"/>
    <w:rsid w:val="003B252C"/>
    <w:rsid w:val="003B3DF0"/>
    <w:rsid w:val="003C0403"/>
    <w:rsid w:val="003C2A13"/>
    <w:rsid w:val="003C4262"/>
    <w:rsid w:val="003C48AC"/>
    <w:rsid w:val="003C62EA"/>
    <w:rsid w:val="003C722C"/>
    <w:rsid w:val="003D477C"/>
    <w:rsid w:val="003E09E0"/>
    <w:rsid w:val="003E0E7D"/>
    <w:rsid w:val="003E2BDE"/>
    <w:rsid w:val="003E2F76"/>
    <w:rsid w:val="003E65F1"/>
    <w:rsid w:val="003F0F7B"/>
    <w:rsid w:val="003F36CA"/>
    <w:rsid w:val="003F792F"/>
    <w:rsid w:val="004038BD"/>
    <w:rsid w:val="004039BF"/>
    <w:rsid w:val="004052C2"/>
    <w:rsid w:val="004053A5"/>
    <w:rsid w:val="0041216C"/>
    <w:rsid w:val="00412A8A"/>
    <w:rsid w:val="004176F2"/>
    <w:rsid w:val="00417F80"/>
    <w:rsid w:val="00420331"/>
    <w:rsid w:val="004226B3"/>
    <w:rsid w:val="004334DD"/>
    <w:rsid w:val="00434297"/>
    <w:rsid w:val="00435DD9"/>
    <w:rsid w:val="00437579"/>
    <w:rsid w:val="00444C6D"/>
    <w:rsid w:val="00446FF0"/>
    <w:rsid w:val="004506E0"/>
    <w:rsid w:val="0045416C"/>
    <w:rsid w:val="0045778C"/>
    <w:rsid w:val="00465325"/>
    <w:rsid w:val="00465572"/>
    <w:rsid w:val="00465F1E"/>
    <w:rsid w:val="00466661"/>
    <w:rsid w:val="0047191F"/>
    <w:rsid w:val="004741F2"/>
    <w:rsid w:val="00477B39"/>
    <w:rsid w:val="004800FA"/>
    <w:rsid w:val="00483D45"/>
    <w:rsid w:val="00484984"/>
    <w:rsid w:val="004853F8"/>
    <w:rsid w:val="00490699"/>
    <w:rsid w:val="00493F72"/>
    <w:rsid w:val="00496A88"/>
    <w:rsid w:val="00497834"/>
    <w:rsid w:val="00497899"/>
    <w:rsid w:val="004A2536"/>
    <w:rsid w:val="004A2786"/>
    <w:rsid w:val="004A3F25"/>
    <w:rsid w:val="004A542F"/>
    <w:rsid w:val="004A5D2B"/>
    <w:rsid w:val="004A5E53"/>
    <w:rsid w:val="004B0B7E"/>
    <w:rsid w:val="004B2121"/>
    <w:rsid w:val="004B4FF8"/>
    <w:rsid w:val="004C0477"/>
    <w:rsid w:val="004C31F7"/>
    <w:rsid w:val="004C5123"/>
    <w:rsid w:val="004D1E1D"/>
    <w:rsid w:val="004D3AE5"/>
    <w:rsid w:val="004D54CB"/>
    <w:rsid w:val="004E0DFC"/>
    <w:rsid w:val="004E1EA5"/>
    <w:rsid w:val="004E4165"/>
    <w:rsid w:val="004E4BA4"/>
    <w:rsid w:val="004E6E4D"/>
    <w:rsid w:val="004E7D40"/>
    <w:rsid w:val="004F12E9"/>
    <w:rsid w:val="004F5F0D"/>
    <w:rsid w:val="005060B1"/>
    <w:rsid w:val="005061AA"/>
    <w:rsid w:val="005061CD"/>
    <w:rsid w:val="00506471"/>
    <w:rsid w:val="00512059"/>
    <w:rsid w:val="00513134"/>
    <w:rsid w:val="00514B12"/>
    <w:rsid w:val="00517687"/>
    <w:rsid w:val="0052136E"/>
    <w:rsid w:val="005219C2"/>
    <w:rsid w:val="005220DB"/>
    <w:rsid w:val="005224AF"/>
    <w:rsid w:val="00524B9E"/>
    <w:rsid w:val="005259E8"/>
    <w:rsid w:val="00536C54"/>
    <w:rsid w:val="005374D9"/>
    <w:rsid w:val="00540D25"/>
    <w:rsid w:val="005424E4"/>
    <w:rsid w:val="00543BC5"/>
    <w:rsid w:val="00545F4A"/>
    <w:rsid w:val="00551AAE"/>
    <w:rsid w:val="00552436"/>
    <w:rsid w:val="00555BAD"/>
    <w:rsid w:val="005569FC"/>
    <w:rsid w:val="00560F50"/>
    <w:rsid w:val="005634B3"/>
    <w:rsid w:val="00563A67"/>
    <w:rsid w:val="00566624"/>
    <w:rsid w:val="00566A33"/>
    <w:rsid w:val="0056749E"/>
    <w:rsid w:val="00571915"/>
    <w:rsid w:val="00572F46"/>
    <w:rsid w:val="00575D4A"/>
    <w:rsid w:val="00584D76"/>
    <w:rsid w:val="00585642"/>
    <w:rsid w:val="00586BC3"/>
    <w:rsid w:val="005959D6"/>
    <w:rsid w:val="00596141"/>
    <w:rsid w:val="005A3B6A"/>
    <w:rsid w:val="005A429E"/>
    <w:rsid w:val="005A7646"/>
    <w:rsid w:val="005A79A9"/>
    <w:rsid w:val="005B14CA"/>
    <w:rsid w:val="005B321F"/>
    <w:rsid w:val="005B5759"/>
    <w:rsid w:val="005C1360"/>
    <w:rsid w:val="005C4528"/>
    <w:rsid w:val="005C6CA9"/>
    <w:rsid w:val="005D55E9"/>
    <w:rsid w:val="005D6256"/>
    <w:rsid w:val="005E2700"/>
    <w:rsid w:val="005E3EFE"/>
    <w:rsid w:val="005E3FD2"/>
    <w:rsid w:val="005E6290"/>
    <w:rsid w:val="005E6B6E"/>
    <w:rsid w:val="005F2BB5"/>
    <w:rsid w:val="005F4B29"/>
    <w:rsid w:val="005F6D3B"/>
    <w:rsid w:val="00606F45"/>
    <w:rsid w:val="006105E7"/>
    <w:rsid w:val="00612116"/>
    <w:rsid w:val="00612757"/>
    <w:rsid w:val="00614A9D"/>
    <w:rsid w:val="00614F8A"/>
    <w:rsid w:val="006155BA"/>
    <w:rsid w:val="00615A81"/>
    <w:rsid w:val="00615D8A"/>
    <w:rsid w:val="006160BC"/>
    <w:rsid w:val="00617593"/>
    <w:rsid w:val="0062449B"/>
    <w:rsid w:val="006247FF"/>
    <w:rsid w:val="0062676E"/>
    <w:rsid w:val="00627467"/>
    <w:rsid w:val="006278D7"/>
    <w:rsid w:val="00627B54"/>
    <w:rsid w:val="00630844"/>
    <w:rsid w:val="00633044"/>
    <w:rsid w:val="00635AF6"/>
    <w:rsid w:val="006368B8"/>
    <w:rsid w:val="006419B3"/>
    <w:rsid w:val="00642FEA"/>
    <w:rsid w:val="0064563A"/>
    <w:rsid w:val="006473CA"/>
    <w:rsid w:val="0065043F"/>
    <w:rsid w:val="0065271E"/>
    <w:rsid w:val="006534B1"/>
    <w:rsid w:val="006550CD"/>
    <w:rsid w:val="00655DF2"/>
    <w:rsid w:val="00657CA0"/>
    <w:rsid w:val="006601BE"/>
    <w:rsid w:val="00662E50"/>
    <w:rsid w:val="00671437"/>
    <w:rsid w:val="006738EA"/>
    <w:rsid w:val="00673957"/>
    <w:rsid w:val="00674DF8"/>
    <w:rsid w:val="00675A02"/>
    <w:rsid w:val="006818CD"/>
    <w:rsid w:val="00681C56"/>
    <w:rsid w:val="00681DBC"/>
    <w:rsid w:val="006823AD"/>
    <w:rsid w:val="00682CA8"/>
    <w:rsid w:val="006871DF"/>
    <w:rsid w:val="00695EB8"/>
    <w:rsid w:val="006A0F70"/>
    <w:rsid w:val="006A2AA1"/>
    <w:rsid w:val="006A3FB4"/>
    <w:rsid w:val="006A62F0"/>
    <w:rsid w:val="006A7077"/>
    <w:rsid w:val="006B18A7"/>
    <w:rsid w:val="006B2C7A"/>
    <w:rsid w:val="006B348F"/>
    <w:rsid w:val="006B5684"/>
    <w:rsid w:val="006B7C55"/>
    <w:rsid w:val="006C105E"/>
    <w:rsid w:val="006C3414"/>
    <w:rsid w:val="006C4054"/>
    <w:rsid w:val="006C5034"/>
    <w:rsid w:val="006D07B8"/>
    <w:rsid w:val="006D2A5A"/>
    <w:rsid w:val="006D31BE"/>
    <w:rsid w:val="006D337C"/>
    <w:rsid w:val="006D42C1"/>
    <w:rsid w:val="006D44DE"/>
    <w:rsid w:val="006E03A5"/>
    <w:rsid w:val="006E2221"/>
    <w:rsid w:val="006E2350"/>
    <w:rsid w:val="006E40FE"/>
    <w:rsid w:val="006E6A8F"/>
    <w:rsid w:val="006F2803"/>
    <w:rsid w:val="006F41AF"/>
    <w:rsid w:val="006F4E78"/>
    <w:rsid w:val="006F52B9"/>
    <w:rsid w:val="006F6AFF"/>
    <w:rsid w:val="007013EF"/>
    <w:rsid w:val="00703E4D"/>
    <w:rsid w:val="007063F3"/>
    <w:rsid w:val="00706572"/>
    <w:rsid w:val="00706D3F"/>
    <w:rsid w:val="00710FD8"/>
    <w:rsid w:val="00711241"/>
    <w:rsid w:val="00711719"/>
    <w:rsid w:val="00711EDD"/>
    <w:rsid w:val="007130D6"/>
    <w:rsid w:val="007135E6"/>
    <w:rsid w:val="007163A7"/>
    <w:rsid w:val="00716B38"/>
    <w:rsid w:val="0071764E"/>
    <w:rsid w:val="00720780"/>
    <w:rsid w:val="007217EE"/>
    <w:rsid w:val="00721C9D"/>
    <w:rsid w:val="00722796"/>
    <w:rsid w:val="007227C4"/>
    <w:rsid w:val="007262D7"/>
    <w:rsid w:val="00726E07"/>
    <w:rsid w:val="007308BD"/>
    <w:rsid w:val="007335BD"/>
    <w:rsid w:val="00733DB7"/>
    <w:rsid w:val="007412C3"/>
    <w:rsid w:val="00743075"/>
    <w:rsid w:val="00743F76"/>
    <w:rsid w:val="00747CA8"/>
    <w:rsid w:val="00750052"/>
    <w:rsid w:val="00752A98"/>
    <w:rsid w:val="00754837"/>
    <w:rsid w:val="00757D02"/>
    <w:rsid w:val="0076456C"/>
    <w:rsid w:val="00766578"/>
    <w:rsid w:val="00772865"/>
    <w:rsid w:val="0077300C"/>
    <w:rsid w:val="0077396E"/>
    <w:rsid w:val="00776FD4"/>
    <w:rsid w:val="0078029D"/>
    <w:rsid w:val="0078035A"/>
    <w:rsid w:val="007832CA"/>
    <w:rsid w:val="00783B6A"/>
    <w:rsid w:val="00785A26"/>
    <w:rsid w:val="007868BF"/>
    <w:rsid w:val="007877D1"/>
    <w:rsid w:val="00790F7D"/>
    <w:rsid w:val="0079463F"/>
    <w:rsid w:val="00795DA7"/>
    <w:rsid w:val="00797ED6"/>
    <w:rsid w:val="007A0AEB"/>
    <w:rsid w:val="007A1B24"/>
    <w:rsid w:val="007A4BED"/>
    <w:rsid w:val="007B0AAB"/>
    <w:rsid w:val="007B0EB1"/>
    <w:rsid w:val="007B242D"/>
    <w:rsid w:val="007B51A0"/>
    <w:rsid w:val="007B539C"/>
    <w:rsid w:val="007B63FB"/>
    <w:rsid w:val="007B7BFF"/>
    <w:rsid w:val="007C4AFF"/>
    <w:rsid w:val="007C5927"/>
    <w:rsid w:val="007C5AB6"/>
    <w:rsid w:val="007D1E27"/>
    <w:rsid w:val="007D35DC"/>
    <w:rsid w:val="007D428D"/>
    <w:rsid w:val="007D6E26"/>
    <w:rsid w:val="007D7615"/>
    <w:rsid w:val="007D772A"/>
    <w:rsid w:val="007E195C"/>
    <w:rsid w:val="007F4FE5"/>
    <w:rsid w:val="007F675F"/>
    <w:rsid w:val="007F7255"/>
    <w:rsid w:val="0080249B"/>
    <w:rsid w:val="00802E2E"/>
    <w:rsid w:val="0080551B"/>
    <w:rsid w:val="008067D3"/>
    <w:rsid w:val="008079A3"/>
    <w:rsid w:val="00814FA3"/>
    <w:rsid w:val="00816D4B"/>
    <w:rsid w:val="00820173"/>
    <w:rsid w:val="00820400"/>
    <w:rsid w:val="008217D6"/>
    <w:rsid w:val="00822BB9"/>
    <w:rsid w:val="0082497A"/>
    <w:rsid w:val="0083258F"/>
    <w:rsid w:val="0083304D"/>
    <w:rsid w:val="00834981"/>
    <w:rsid w:val="0083623D"/>
    <w:rsid w:val="00837E0C"/>
    <w:rsid w:val="00844507"/>
    <w:rsid w:val="00844DA8"/>
    <w:rsid w:val="008452E6"/>
    <w:rsid w:val="00845856"/>
    <w:rsid w:val="00846EC4"/>
    <w:rsid w:val="00847C16"/>
    <w:rsid w:val="008542FC"/>
    <w:rsid w:val="008553CB"/>
    <w:rsid w:val="00855BA7"/>
    <w:rsid w:val="00861CC8"/>
    <w:rsid w:val="008623B2"/>
    <w:rsid w:val="00862692"/>
    <w:rsid w:val="008627F8"/>
    <w:rsid w:val="0086327B"/>
    <w:rsid w:val="0086515B"/>
    <w:rsid w:val="00867300"/>
    <w:rsid w:val="00873C84"/>
    <w:rsid w:val="00873DA2"/>
    <w:rsid w:val="008761A7"/>
    <w:rsid w:val="0088093D"/>
    <w:rsid w:val="00881584"/>
    <w:rsid w:val="0088366A"/>
    <w:rsid w:val="00886521"/>
    <w:rsid w:val="008871EE"/>
    <w:rsid w:val="00892E10"/>
    <w:rsid w:val="00894511"/>
    <w:rsid w:val="00894FF3"/>
    <w:rsid w:val="00897341"/>
    <w:rsid w:val="00897AA4"/>
    <w:rsid w:val="008A20CC"/>
    <w:rsid w:val="008A3263"/>
    <w:rsid w:val="008B189D"/>
    <w:rsid w:val="008B34BA"/>
    <w:rsid w:val="008C66E5"/>
    <w:rsid w:val="008C7B64"/>
    <w:rsid w:val="008D016A"/>
    <w:rsid w:val="008D1DF0"/>
    <w:rsid w:val="008D2566"/>
    <w:rsid w:val="008D6CAB"/>
    <w:rsid w:val="008E4F69"/>
    <w:rsid w:val="008E5DF5"/>
    <w:rsid w:val="008F045E"/>
    <w:rsid w:val="008F0CAC"/>
    <w:rsid w:val="008F2C39"/>
    <w:rsid w:val="008F3D13"/>
    <w:rsid w:val="008F4F0C"/>
    <w:rsid w:val="008F5FD5"/>
    <w:rsid w:val="008F6CE9"/>
    <w:rsid w:val="00900299"/>
    <w:rsid w:val="00902B38"/>
    <w:rsid w:val="009048D8"/>
    <w:rsid w:val="00911996"/>
    <w:rsid w:val="00912EC2"/>
    <w:rsid w:val="0091371E"/>
    <w:rsid w:val="009158E2"/>
    <w:rsid w:val="009207C2"/>
    <w:rsid w:val="009225F7"/>
    <w:rsid w:val="00924C66"/>
    <w:rsid w:val="00924FC1"/>
    <w:rsid w:val="00927495"/>
    <w:rsid w:val="00936BF0"/>
    <w:rsid w:val="00936E53"/>
    <w:rsid w:val="00942056"/>
    <w:rsid w:val="00942089"/>
    <w:rsid w:val="009436D3"/>
    <w:rsid w:val="00944ADB"/>
    <w:rsid w:val="0094630C"/>
    <w:rsid w:val="00947070"/>
    <w:rsid w:val="009474BD"/>
    <w:rsid w:val="009511D0"/>
    <w:rsid w:val="009528AE"/>
    <w:rsid w:val="00952FA1"/>
    <w:rsid w:val="00952FA8"/>
    <w:rsid w:val="0095331C"/>
    <w:rsid w:val="0095536C"/>
    <w:rsid w:val="00961BEC"/>
    <w:rsid w:val="00962870"/>
    <w:rsid w:val="009649A4"/>
    <w:rsid w:val="009701C4"/>
    <w:rsid w:val="00970EF4"/>
    <w:rsid w:val="00972D28"/>
    <w:rsid w:val="0097373E"/>
    <w:rsid w:val="0097460D"/>
    <w:rsid w:val="009751DB"/>
    <w:rsid w:val="00975BAF"/>
    <w:rsid w:val="00977429"/>
    <w:rsid w:val="00986E7D"/>
    <w:rsid w:val="00986FE0"/>
    <w:rsid w:val="0098707E"/>
    <w:rsid w:val="00987308"/>
    <w:rsid w:val="00992B71"/>
    <w:rsid w:val="0099689E"/>
    <w:rsid w:val="00997781"/>
    <w:rsid w:val="009A41D4"/>
    <w:rsid w:val="009A51C3"/>
    <w:rsid w:val="009B2D5F"/>
    <w:rsid w:val="009B51F9"/>
    <w:rsid w:val="009B671A"/>
    <w:rsid w:val="009B6DF7"/>
    <w:rsid w:val="009C334A"/>
    <w:rsid w:val="009C3C5E"/>
    <w:rsid w:val="009D1C9F"/>
    <w:rsid w:val="009D37EF"/>
    <w:rsid w:val="009D3F48"/>
    <w:rsid w:val="009D6D00"/>
    <w:rsid w:val="009E30BF"/>
    <w:rsid w:val="009E345C"/>
    <w:rsid w:val="009E4140"/>
    <w:rsid w:val="009F7EF6"/>
    <w:rsid w:val="00A00211"/>
    <w:rsid w:val="00A05115"/>
    <w:rsid w:val="00A05CEB"/>
    <w:rsid w:val="00A10987"/>
    <w:rsid w:val="00A179FE"/>
    <w:rsid w:val="00A17C58"/>
    <w:rsid w:val="00A206B4"/>
    <w:rsid w:val="00A23394"/>
    <w:rsid w:val="00A24AE9"/>
    <w:rsid w:val="00A31613"/>
    <w:rsid w:val="00A323A5"/>
    <w:rsid w:val="00A338A9"/>
    <w:rsid w:val="00A33DE9"/>
    <w:rsid w:val="00A35C64"/>
    <w:rsid w:val="00A406BB"/>
    <w:rsid w:val="00A467B0"/>
    <w:rsid w:val="00A501C6"/>
    <w:rsid w:val="00A51C0E"/>
    <w:rsid w:val="00A55217"/>
    <w:rsid w:val="00A61D95"/>
    <w:rsid w:val="00A67CC6"/>
    <w:rsid w:val="00A724FD"/>
    <w:rsid w:val="00A73709"/>
    <w:rsid w:val="00A77DD0"/>
    <w:rsid w:val="00A834B4"/>
    <w:rsid w:val="00A846F2"/>
    <w:rsid w:val="00A857E0"/>
    <w:rsid w:val="00A85A21"/>
    <w:rsid w:val="00A86052"/>
    <w:rsid w:val="00A93914"/>
    <w:rsid w:val="00A95B35"/>
    <w:rsid w:val="00A968A4"/>
    <w:rsid w:val="00AA3D62"/>
    <w:rsid w:val="00AA6CFD"/>
    <w:rsid w:val="00AA73EA"/>
    <w:rsid w:val="00AB1315"/>
    <w:rsid w:val="00AB1649"/>
    <w:rsid w:val="00AB2446"/>
    <w:rsid w:val="00AC06AB"/>
    <w:rsid w:val="00AC2B2A"/>
    <w:rsid w:val="00AC5273"/>
    <w:rsid w:val="00AC6C2D"/>
    <w:rsid w:val="00AC72B2"/>
    <w:rsid w:val="00AD1CFF"/>
    <w:rsid w:val="00AD3E7A"/>
    <w:rsid w:val="00AD5571"/>
    <w:rsid w:val="00AE012F"/>
    <w:rsid w:val="00AE1609"/>
    <w:rsid w:val="00AE496F"/>
    <w:rsid w:val="00AE5701"/>
    <w:rsid w:val="00AF16A7"/>
    <w:rsid w:val="00AF2781"/>
    <w:rsid w:val="00AF7F1D"/>
    <w:rsid w:val="00B015C6"/>
    <w:rsid w:val="00B13A20"/>
    <w:rsid w:val="00B13CD9"/>
    <w:rsid w:val="00B14DEE"/>
    <w:rsid w:val="00B159AF"/>
    <w:rsid w:val="00B17F47"/>
    <w:rsid w:val="00B22F42"/>
    <w:rsid w:val="00B239FC"/>
    <w:rsid w:val="00B23B5E"/>
    <w:rsid w:val="00B24D9C"/>
    <w:rsid w:val="00B25B4D"/>
    <w:rsid w:val="00B26231"/>
    <w:rsid w:val="00B34B71"/>
    <w:rsid w:val="00B37363"/>
    <w:rsid w:val="00B37A5B"/>
    <w:rsid w:val="00B4322C"/>
    <w:rsid w:val="00B4436A"/>
    <w:rsid w:val="00B45A92"/>
    <w:rsid w:val="00B46293"/>
    <w:rsid w:val="00B50FAE"/>
    <w:rsid w:val="00B5210A"/>
    <w:rsid w:val="00B53883"/>
    <w:rsid w:val="00B54006"/>
    <w:rsid w:val="00B541EB"/>
    <w:rsid w:val="00B56B7B"/>
    <w:rsid w:val="00B56B7C"/>
    <w:rsid w:val="00B6047D"/>
    <w:rsid w:val="00B60950"/>
    <w:rsid w:val="00B61733"/>
    <w:rsid w:val="00B6209B"/>
    <w:rsid w:val="00B62CEF"/>
    <w:rsid w:val="00B66312"/>
    <w:rsid w:val="00B66E30"/>
    <w:rsid w:val="00B709F1"/>
    <w:rsid w:val="00B81E25"/>
    <w:rsid w:val="00B86EB7"/>
    <w:rsid w:val="00B875F6"/>
    <w:rsid w:val="00B909D6"/>
    <w:rsid w:val="00B90DED"/>
    <w:rsid w:val="00B954B4"/>
    <w:rsid w:val="00B971C2"/>
    <w:rsid w:val="00B97F2A"/>
    <w:rsid w:val="00BA0AC3"/>
    <w:rsid w:val="00BA3EC5"/>
    <w:rsid w:val="00BB04F9"/>
    <w:rsid w:val="00BB0721"/>
    <w:rsid w:val="00BB5013"/>
    <w:rsid w:val="00BB7DB6"/>
    <w:rsid w:val="00BC0775"/>
    <w:rsid w:val="00BC3E39"/>
    <w:rsid w:val="00BC480B"/>
    <w:rsid w:val="00BC48F8"/>
    <w:rsid w:val="00BD06B8"/>
    <w:rsid w:val="00BD1112"/>
    <w:rsid w:val="00BD1E99"/>
    <w:rsid w:val="00BD267D"/>
    <w:rsid w:val="00BD2755"/>
    <w:rsid w:val="00BD57CE"/>
    <w:rsid w:val="00BE3986"/>
    <w:rsid w:val="00BE5630"/>
    <w:rsid w:val="00BE5C05"/>
    <w:rsid w:val="00BE608E"/>
    <w:rsid w:val="00BF067C"/>
    <w:rsid w:val="00BF14F5"/>
    <w:rsid w:val="00BF4822"/>
    <w:rsid w:val="00BF4BB9"/>
    <w:rsid w:val="00C035AC"/>
    <w:rsid w:val="00C047BF"/>
    <w:rsid w:val="00C06F99"/>
    <w:rsid w:val="00C11357"/>
    <w:rsid w:val="00C16E3E"/>
    <w:rsid w:val="00C174F1"/>
    <w:rsid w:val="00C17519"/>
    <w:rsid w:val="00C230BE"/>
    <w:rsid w:val="00C30226"/>
    <w:rsid w:val="00C30B72"/>
    <w:rsid w:val="00C30BD5"/>
    <w:rsid w:val="00C32F03"/>
    <w:rsid w:val="00C343C5"/>
    <w:rsid w:val="00C3574B"/>
    <w:rsid w:val="00C4042E"/>
    <w:rsid w:val="00C40F3E"/>
    <w:rsid w:val="00C41905"/>
    <w:rsid w:val="00C42183"/>
    <w:rsid w:val="00C42D7A"/>
    <w:rsid w:val="00C4656E"/>
    <w:rsid w:val="00C46609"/>
    <w:rsid w:val="00C467EE"/>
    <w:rsid w:val="00C46BC4"/>
    <w:rsid w:val="00C5129F"/>
    <w:rsid w:val="00C52131"/>
    <w:rsid w:val="00C64DF0"/>
    <w:rsid w:val="00C67685"/>
    <w:rsid w:val="00C67BCF"/>
    <w:rsid w:val="00C70203"/>
    <w:rsid w:val="00C7049B"/>
    <w:rsid w:val="00C720A1"/>
    <w:rsid w:val="00C75900"/>
    <w:rsid w:val="00C7728C"/>
    <w:rsid w:val="00C77531"/>
    <w:rsid w:val="00C80282"/>
    <w:rsid w:val="00C805A4"/>
    <w:rsid w:val="00C86DE0"/>
    <w:rsid w:val="00C943ED"/>
    <w:rsid w:val="00C95D75"/>
    <w:rsid w:val="00C960A8"/>
    <w:rsid w:val="00C96550"/>
    <w:rsid w:val="00CA01AD"/>
    <w:rsid w:val="00CA24C1"/>
    <w:rsid w:val="00CA2814"/>
    <w:rsid w:val="00CA2A01"/>
    <w:rsid w:val="00CA3036"/>
    <w:rsid w:val="00CA51BF"/>
    <w:rsid w:val="00CB1B93"/>
    <w:rsid w:val="00CB71B2"/>
    <w:rsid w:val="00CB7BE7"/>
    <w:rsid w:val="00CC10BC"/>
    <w:rsid w:val="00CC171B"/>
    <w:rsid w:val="00CC1A9B"/>
    <w:rsid w:val="00CC2A7D"/>
    <w:rsid w:val="00CC63D4"/>
    <w:rsid w:val="00CC648B"/>
    <w:rsid w:val="00CC77D6"/>
    <w:rsid w:val="00CD3F8F"/>
    <w:rsid w:val="00CE07D3"/>
    <w:rsid w:val="00CE0EB4"/>
    <w:rsid w:val="00CE17BF"/>
    <w:rsid w:val="00CE194B"/>
    <w:rsid w:val="00CE1AE8"/>
    <w:rsid w:val="00CE2C72"/>
    <w:rsid w:val="00CE5CE3"/>
    <w:rsid w:val="00CE5D26"/>
    <w:rsid w:val="00CF1873"/>
    <w:rsid w:val="00CF25C4"/>
    <w:rsid w:val="00CF29CD"/>
    <w:rsid w:val="00CF31F5"/>
    <w:rsid w:val="00CF4B9B"/>
    <w:rsid w:val="00CF5CC9"/>
    <w:rsid w:val="00CF69E6"/>
    <w:rsid w:val="00D0164A"/>
    <w:rsid w:val="00D05813"/>
    <w:rsid w:val="00D076A5"/>
    <w:rsid w:val="00D077CF"/>
    <w:rsid w:val="00D07E65"/>
    <w:rsid w:val="00D104EA"/>
    <w:rsid w:val="00D11E63"/>
    <w:rsid w:val="00D1356C"/>
    <w:rsid w:val="00D140C8"/>
    <w:rsid w:val="00D14BE7"/>
    <w:rsid w:val="00D14D92"/>
    <w:rsid w:val="00D158FE"/>
    <w:rsid w:val="00D162B6"/>
    <w:rsid w:val="00D163CA"/>
    <w:rsid w:val="00D167F3"/>
    <w:rsid w:val="00D20A74"/>
    <w:rsid w:val="00D22FC7"/>
    <w:rsid w:val="00D23085"/>
    <w:rsid w:val="00D2571D"/>
    <w:rsid w:val="00D268AB"/>
    <w:rsid w:val="00D27BD9"/>
    <w:rsid w:val="00D34069"/>
    <w:rsid w:val="00D430D8"/>
    <w:rsid w:val="00D43C03"/>
    <w:rsid w:val="00D46672"/>
    <w:rsid w:val="00D47ACE"/>
    <w:rsid w:val="00D513F2"/>
    <w:rsid w:val="00D516B3"/>
    <w:rsid w:val="00D51C5A"/>
    <w:rsid w:val="00D536A3"/>
    <w:rsid w:val="00D5388E"/>
    <w:rsid w:val="00D5764D"/>
    <w:rsid w:val="00D601F4"/>
    <w:rsid w:val="00D616DC"/>
    <w:rsid w:val="00D61F63"/>
    <w:rsid w:val="00D63285"/>
    <w:rsid w:val="00D6500E"/>
    <w:rsid w:val="00D67F6F"/>
    <w:rsid w:val="00D7114A"/>
    <w:rsid w:val="00D73BB6"/>
    <w:rsid w:val="00D74EF3"/>
    <w:rsid w:val="00D7530B"/>
    <w:rsid w:val="00D75FC9"/>
    <w:rsid w:val="00D82935"/>
    <w:rsid w:val="00D84108"/>
    <w:rsid w:val="00D84A7C"/>
    <w:rsid w:val="00D8520F"/>
    <w:rsid w:val="00D917E9"/>
    <w:rsid w:val="00D937A4"/>
    <w:rsid w:val="00D95210"/>
    <w:rsid w:val="00D96B8E"/>
    <w:rsid w:val="00DA0CEF"/>
    <w:rsid w:val="00DA13E5"/>
    <w:rsid w:val="00DA14B7"/>
    <w:rsid w:val="00DA18C7"/>
    <w:rsid w:val="00DA2F07"/>
    <w:rsid w:val="00DA7929"/>
    <w:rsid w:val="00DB16EA"/>
    <w:rsid w:val="00DB362D"/>
    <w:rsid w:val="00DB5974"/>
    <w:rsid w:val="00DC1DD9"/>
    <w:rsid w:val="00DC1F85"/>
    <w:rsid w:val="00DC2395"/>
    <w:rsid w:val="00DC52EA"/>
    <w:rsid w:val="00DC74C7"/>
    <w:rsid w:val="00DC78D1"/>
    <w:rsid w:val="00DD3924"/>
    <w:rsid w:val="00DD44DB"/>
    <w:rsid w:val="00DD574A"/>
    <w:rsid w:val="00DD60AA"/>
    <w:rsid w:val="00DD696C"/>
    <w:rsid w:val="00DD69BA"/>
    <w:rsid w:val="00DD6F29"/>
    <w:rsid w:val="00DD7B49"/>
    <w:rsid w:val="00DE0C68"/>
    <w:rsid w:val="00DE42CA"/>
    <w:rsid w:val="00DE509B"/>
    <w:rsid w:val="00DE65AE"/>
    <w:rsid w:val="00DF3F45"/>
    <w:rsid w:val="00DF4266"/>
    <w:rsid w:val="00DF54BF"/>
    <w:rsid w:val="00DF5A1D"/>
    <w:rsid w:val="00DF69BA"/>
    <w:rsid w:val="00E00961"/>
    <w:rsid w:val="00E02D81"/>
    <w:rsid w:val="00E0445E"/>
    <w:rsid w:val="00E04A8C"/>
    <w:rsid w:val="00E057D8"/>
    <w:rsid w:val="00E06844"/>
    <w:rsid w:val="00E079CD"/>
    <w:rsid w:val="00E1039A"/>
    <w:rsid w:val="00E109C2"/>
    <w:rsid w:val="00E10FBF"/>
    <w:rsid w:val="00E15A5C"/>
    <w:rsid w:val="00E15B70"/>
    <w:rsid w:val="00E16B14"/>
    <w:rsid w:val="00E16EE8"/>
    <w:rsid w:val="00E17428"/>
    <w:rsid w:val="00E17CA8"/>
    <w:rsid w:val="00E22A6F"/>
    <w:rsid w:val="00E2733E"/>
    <w:rsid w:val="00E321B7"/>
    <w:rsid w:val="00E33E2B"/>
    <w:rsid w:val="00E35BB6"/>
    <w:rsid w:val="00E40BA3"/>
    <w:rsid w:val="00E41AE2"/>
    <w:rsid w:val="00E44FC6"/>
    <w:rsid w:val="00E4570E"/>
    <w:rsid w:val="00E46244"/>
    <w:rsid w:val="00E519B0"/>
    <w:rsid w:val="00E53322"/>
    <w:rsid w:val="00E54BED"/>
    <w:rsid w:val="00E55234"/>
    <w:rsid w:val="00E60647"/>
    <w:rsid w:val="00E60980"/>
    <w:rsid w:val="00E609A9"/>
    <w:rsid w:val="00E60B9A"/>
    <w:rsid w:val="00E60EDD"/>
    <w:rsid w:val="00E62E73"/>
    <w:rsid w:val="00E667B2"/>
    <w:rsid w:val="00E67ACB"/>
    <w:rsid w:val="00E72290"/>
    <w:rsid w:val="00E729FE"/>
    <w:rsid w:val="00E739D8"/>
    <w:rsid w:val="00E775BC"/>
    <w:rsid w:val="00E80532"/>
    <w:rsid w:val="00E807C2"/>
    <w:rsid w:val="00E8268C"/>
    <w:rsid w:val="00E863B6"/>
    <w:rsid w:val="00E86680"/>
    <w:rsid w:val="00E87A31"/>
    <w:rsid w:val="00E942C3"/>
    <w:rsid w:val="00E94FD1"/>
    <w:rsid w:val="00E95233"/>
    <w:rsid w:val="00EA5697"/>
    <w:rsid w:val="00EA5C93"/>
    <w:rsid w:val="00EB03AE"/>
    <w:rsid w:val="00EB08D8"/>
    <w:rsid w:val="00EB2838"/>
    <w:rsid w:val="00EB34BC"/>
    <w:rsid w:val="00EB4112"/>
    <w:rsid w:val="00EB7CAD"/>
    <w:rsid w:val="00EC0672"/>
    <w:rsid w:val="00EC2CF3"/>
    <w:rsid w:val="00EC43E7"/>
    <w:rsid w:val="00EC531A"/>
    <w:rsid w:val="00EC5FA0"/>
    <w:rsid w:val="00EC6395"/>
    <w:rsid w:val="00EC647C"/>
    <w:rsid w:val="00EC6AE6"/>
    <w:rsid w:val="00EC7884"/>
    <w:rsid w:val="00ED05D3"/>
    <w:rsid w:val="00ED2855"/>
    <w:rsid w:val="00ED463C"/>
    <w:rsid w:val="00ED662E"/>
    <w:rsid w:val="00ED7FCB"/>
    <w:rsid w:val="00EE06AA"/>
    <w:rsid w:val="00EE3D0D"/>
    <w:rsid w:val="00EE6FDE"/>
    <w:rsid w:val="00EF09FC"/>
    <w:rsid w:val="00EF1689"/>
    <w:rsid w:val="00EF36BF"/>
    <w:rsid w:val="00EF5CF2"/>
    <w:rsid w:val="00F00F19"/>
    <w:rsid w:val="00F01D30"/>
    <w:rsid w:val="00F066E3"/>
    <w:rsid w:val="00F06DB8"/>
    <w:rsid w:val="00F07A86"/>
    <w:rsid w:val="00F10D5D"/>
    <w:rsid w:val="00F111D5"/>
    <w:rsid w:val="00F11765"/>
    <w:rsid w:val="00F12F71"/>
    <w:rsid w:val="00F1578D"/>
    <w:rsid w:val="00F175DF"/>
    <w:rsid w:val="00F21116"/>
    <w:rsid w:val="00F24BF7"/>
    <w:rsid w:val="00F25E35"/>
    <w:rsid w:val="00F277D1"/>
    <w:rsid w:val="00F30514"/>
    <w:rsid w:val="00F339B2"/>
    <w:rsid w:val="00F368A1"/>
    <w:rsid w:val="00F403C9"/>
    <w:rsid w:val="00F4349B"/>
    <w:rsid w:val="00F436D8"/>
    <w:rsid w:val="00F45E78"/>
    <w:rsid w:val="00F45E7E"/>
    <w:rsid w:val="00F45E89"/>
    <w:rsid w:val="00F5022F"/>
    <w:rsid w:val="00F52157"/>
    <w:rsid w:val="00F52E94"/>
    <w:rsid w:val="00F53738"/>
    <w:rsid w:val="00F55C18"/>
    <w:rsid w:val="00F5706F"/>
    <w:rsid w:val="00F61635"/>
    <w:rsid w:val="00F623B3"/>
    <w:rsid w:val="00F6323C"/>
    <w:rsid w:val="00F64488"/>
    <w:rsid w:val="00F64689"/>
    <w:rsid w:val="00F664AB"/>
    <w:rsid w:val="00F77C13"/>
    <w:rsid w:val="00F81E3E"/>
    <w:rsid w:val="00F83D25"/>
    <w:rsid w:val="00F85191"/>
    <w:rsid w:val="00F856AD"/>
    <w:rsid w:val="00F86222"/>
    <w:rsid w:val="00F87087"/>
    <w:rsid w:val="00F879E1"/>
    <w:rsid w:val="00F90A49"/>
    <w:rsid w:val="00F924DF"/>
    <w:rsid w:val="00FA09F7"/>
    <w:rsid w:val="00FA28D3"/>
    <w:rsid w:val="00FA3099"/>
    <w:rsid w:val="00FA5241"/>
    <w:rsid w:val="00FB1028"/>
    <w:rsid w:val="00FB654A"/>
    <w:rsid w:val="00FB72B2"/>
    <w:rsid w:val="00FC1577"/>
    <w:rsid w:val="00FC18DD"/>
    <w:rsid w:val="00FC1E8E"/>
    <w:rsid w:val="00FC38FA"/>
    <w:rsid w:val="00FC3B38"/>
    <w:rsid w:val="00FC4137"/>
    <w:rsid w:val="00FC52AD"/>
    <w:rsid w:val="00FC5D0B"/>
    <w:rsid w:val="00FD55A0"/>
    <w:rsid w:val="00FD5757"/>
    <w:rsid w:val="00FD6560"/>
    <w:rsid w:val="00FE01CC"/>
    <w:rsid w:val="00FE098B"/>
    <w:rsid w:val="00FE142A"/>
    <w:rsid w:val="00FE2833"/>
    <w:rsid w:val="00FF29BD"/>
    <w:rsid w:val="00FF3286"/>
    <w:rsid w:val="00FF55E0"/>
    <w:rsid w:val="00FF6202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EF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4D92"/>
    <w:pPr>
      <w:keepNext/>
      <w:autoSpaceDE w:val="0"/>
      <w:autoSpaceDN w:val="0"/>
      <w:adjustRightInd w:val="0"/>
      <w:ind w:left="54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0EF4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0EF4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0EF4"/>
    <w:pPr>
      <w:keepNext/>
      <w:jc w:val="both"/>
      <w:outlineLvl w:val="3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63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54C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54C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D54C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54CB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D54CB"/>
    <w:rPr>
      <w:rFonts w:ascii="Calibri" w:hAnsi="Calibri" w:cs="Times New Roman"/>
      <w:b/>
      <w:bCs/>
    </w:rPr>
  </w:style>
  <w:style w:type="paragraph" w:styleId="Footer">
    <w:name w:val="footer"/>
    <w:basedOn w:val="Normal"/>
    <w:link w:val="FooterChar"/>
    <w:uiPriority w:val="99"/>
    <w:rsid w:val="00970E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54C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70EF4"/>
    <w:rPr>
      <w:rFonts w:cs="Times New Roman"/>
    </w:rPr>
  </w:style>
  <w:style w:type="paragraph" w:customStyle="1" w:styleId="ConsPlusTitle">
    <w:name w:val="ConsPlusTitle"/>
    <w:uiPriority w:val="99"/>
    <w:rsid w:val="00970E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3427EE"/>
    <w:rPr>
      <w:rFonts w:cs="Times New Roman"/>
      <w:color w:val="214A87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3427EE"/>
    <w:rPr>
      <w:rFonts w:cs="Times New Roman"/>
      <w:b/>
      <w:bCs/>
    </w:rPr>
  </w:style>
  <w:style w:type="paragraph" w:customStyle="1" w:styleId="csc-caption3">
    <w:name w:val="csc-caption3"/>
    <w:basedOn w:val="Normal"/>
    <w:uiPriority w:val="99"/>
    <w:rsid w:val="003427EE"/>
    <w:pPr>
      <w:shd w:val="clear" w:color="auto" w:fill="000000"/>
      <w:spacing w:after="150"/>
    </w:pPr>
    <w:rPr>
      <w:color w:val="FFFFFF"/>
      <w:sz w:val="19"/>
      <w:szCs w:val="19"/>
    </w:rPr>
  </w:style>
  <w:style w:type="paragraph" w:styleId="NormalWeb">
    <w:name w:val="Normal (Web)"/>
    <w:basedOn w:val="Normal"/>
    <w:uiPriority w:val="99"/>
    <w:rsid w:val="00D513F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3406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14D92"/>
    <w:pPr>
      <w:tabs>
        <w:tab w:val="left" w:pos="4212"/>
      </w:tabs>
      <w:autoSpaceDE w:val="0"/>
      <w:autoSpaceDN w:val="0"/>
      <w:adjustRightInd w:val="0"/>
      <w:ind w:left="25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54CB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06844"/>
    <w:pPr>
      <w:tabs>
        <w:tab w:val="left" w:pos="4212"/>
      </w:tabs>
      <w:autoSpaceDE w:val="0"/>
      <w:autoSpaceDN w:val="0"/>
      <w:adjustRightInd w:val="0"/>
      <w:ind w:left="540"/>
      <w:jc w:val="both"/>
    </w:pPr>
    <w:rPr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D54CB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A14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406BB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0C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380C01"/>
    <w:rPr>
      <w:rFonts w:cs="Times New Roman"/>
    </w:rPr>
  </w:style>
  <w:style w:type="character" w:customStyle="1" w:styleId="new">
    <w:name w:val="new"/>
    <w:basedOn w:val="DefaultParagraphFont"/>
    <w:uiPriority w:val="99"/>
    <w:rsid w:val="005634B3"/>
    <w:rPr>
      <w:rFonts w:cs="Times New Roman"/>
    </w:rPr>
  </w:style>
  <w:style w:type="paragraph" w:customStyle="1" w:styleId="b-articletext">
    <w:name w:val="b-article__text"/>
    <w:basedOn w:val="Normal"/>
    <w:uiPriority w:val="99"/>
    <w:rsid w:val="0083304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77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922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2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52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22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0">
      <w:marLeft w:val="80"/>
      <w:marRight w:val="0"/>
      <w:marTop w:val="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51">
          <w:marLeft w:val="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54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22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1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29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22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2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9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56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22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797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2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2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2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27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27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22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22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esa/socdev/unpfii/ru/index.html" TargetMode="External"/><Relationship Id="rId13" Type="http://schemas.openxmlformats.org/officeDocument/2006/relationships/hyperlink" Target="http://www.un.org/ru/documents/ods.asp?m=A/RES/66/281" TargetMode="External"/><Relationship Id="rId18" Type="http://schemas.openxmlformats.org/officeDocument/2006/relationships/hyperlink" Target="http://www.un.org/ru/events/oceansday/" TargetMode="External"/><Relationship Id="rId26" Type="http://schemas.openxmlformats.org/officeDocument/2006/relationships/hyperlink" Target="http://www.iasl-online.org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82F7FDC6D8AD069FF5604CB77743F8DF69F76A080789AFF442484AD344D1ECD5D0CB2CB4C87ADBo258I" TargetMode="External"/><Relationship Id="rId7" Type="http://schemas.openxmlformats.org/officeDocument/2006/relationships/hyperlink" Target="http://www.un.org/waterforlifedecade/" TargetMode="External"/><Relationship Id="rId12" Type="http://schemas.openxmlformats.org/officeDocument/2006/relationships/hyperlink" Target="http://www.un.org/ru/events/happinessday/" TargetMode="External"/><Relationship Id="rId17" Type="http://schemas.openxmlformats.org/officeDocument/2006/relationships/hyperlink" Target="consultantplus://offline/ref=32908D5CF9EFB85EF48577B50BA26927DFEA05334A29A26B96230005B5867086887A5EDA4F932ED4P824I" TargetMode="External"/><Relationship Id="rId25" Type="http://schemas.openxmlformats.org/officeDocument/2006/relationships/hyperlink" Target="consultantplus://offline/main?base=EXP;n=375686;fld=134;dst=100007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n.org/ru/events/autismday/" TargetMode="External"/><Relationship Id="rId20" Type="http://schemas.openxmlformats.org/officeDocument/2006/relationships/hyperlink" Target="consultantplus://offline/ref=F655638881C68694D2E28D52F44C4E9D85A9C9A1D196F393BD510D7F7F12155E1DDC568BE27F32A2fBzEL" TargetMode="External"/><Relationship Id="rId29" Type="http://schemas.openxmlformats.org/officeDocument/2006/relationships/hyperlink" Target="http://www.vampodarok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8A9188E0EBC8025E564DA02324399A1795A119B6310E0788E10D019E4BFCB0812897AF22DDAD61yAMAN" TargetMode="External"/><Relationship Id="rId24" Type="http://schemas.openxmlformats.org/officeDocument/2006/relationships/hyperlink" Target="consultantplus://offline/ref=5C55826F8230E6885CEE94DEA7331B438A1615EEFECD74300448046E069455880E283639D88685914C8FBBA0G9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n.org/ru/documents/ods.asp?m=A/RES/65/196" TargetMode="External"/><Relationship Id="rId23" Type="http://schemas.openxmlformats.org/officeDocument/2006/relationships/hyperlink" Target="consultantplus://offline/ref=5963A2ACDF4F6B580A1662A69F2FF5BEB221224BE0D440BC3AAF109C119FA3D772A93C34892F669BU805H" TargetMode="External"/><Relationship Id="rId28" Type="http://schemas.openxmlformats.org/officeDocument/2006/relationships/hyperlink" Target="http://www.iasl-online.org/" TargetMode="External"/><Relationship Id="rId10" Type="http://schemas.openxmlformats.org/officeDocument/2006/relationships/hyperlink" Target="http://www.un.org/ru/events/2nd_poverty_decade/" TargetMode="External"/><Relationship Id="rId19" Type="http://schemas.openxmlformats.org/officeDocument/2006/relationships/hyperlink" Target="consultantplus://offline/ref=91571A5A825AEADB00E01804D657567A6C05B57E53060BFA7EC1182460ED154A10A54855D4F4F1AC3FuEH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un.org/ru/roadsafety/index.shtml" TargetMode="External"/><Relationship Id="rId14" Type="http://schemas.openxmlformats.org/officeDocument/2006/relationships/hyperlink" Target="http://www.un.org/ru/documents/ods.asp?m=A/RES/67/200" TargetMode="External"/><Relationship Id="rId22" Type="http://schemas.openxmlformats.org/officeDocument/2006/relationships/hyperlink" Target="consultantplus://offline/ref=B02C217A21341719737A080385217A01E86A152E1DBA70F38BC6A0FBA0B4BE731E53BD119A391FC8Z4zBH" TargetMode="External"/><Relationship Id="rId27" Type="http://schemas.openxmlformats.org/officeDocument/2006/relationships/hyperlink" Target="http://www.iasl-online.org/" TargetMode="External"/><Relationship Id="rId3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488</TotalTime>
  <Pages>43</Pages>
  <Words>14574</Words>
  <Characters>-32766</Characters>
  <Application>Microsoft Office Outlook</Application>
  <DocSecurity>0</DocSecurity>
  <Lines>0</Lines>
  <Paragraphs>0</Paragraphs>
  <ScaleCrop>false</ScaleCrop>
  <Company>Библиотека им.А.С.Пушкина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УНИВЕРСАЛЬНАЯ  НАУЧНАЯ БИБЛИОТЕКА ИМ</dc:title>
  <dc:subject/>
  <dc:creator>mii</dc:creator>
  <cp:keywords/>
  <dc:description/>
  <cp:lastModifiedBy>vsr</cp:lastModifiedBy>
  <cp:revision>46</cp:revision>
  <cp:lastPrinted>2012-06-19T11:36:00Z</cp:lastPrinted>
  <dcterms:created xsi:type="dcterms:W3CDTF">2013-08-29T13:26:00Z</dcterms:created>
  <dcterms:modified xsi:type="dcterms:W3CDTF">2014-09-29T13:08:00Z</dcterms:modified>
</cp:coreProperties>
</file>